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68BDF" w14:textId="77777777" w:rsidR="00A117D8" w:rsidRPr="00AD6A99" w:rsidRDefault="00A117D8" w:rsidP="00001E81"/>
    <w:tbl>
      <w:tblPr>
        <w:tblW w:w="0" w:type="auto"/>
        <w:tblInd w:w="8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639"/>
      </w:tblGrid>
      <w:tr w:rsidR="00A117D8" w:rsidRPr="00541BCE" w14:paraId="52120243" w14:textId="77777777">
        <w:trPr>
          <w:cantSplit/>
        </w:trPr>
        <w:tc>
          <w:tcPr>
            <w:tcW w:w="9639" w:type="dxa"/>
            <w:shd w:val="pct15" w:color="auto" w:fill="auto"/>
          </w:tcPr>
          <w:p w14:paraId="5390AEB9" w14:textId="77777777" w:rsidR="00A117D8" w:rsidRPr="00AD6A99" w:rsidRDefault="00A117D8"/>
          <w:p w14:paraId="708BCF56" w14:textId="6C48C3DA" w:rsidR="00A117D8" w:rsidRPr="00F76393" w:rsidRDefault="0052676B">
            <w:pPr>
              <w:jc w:val="center"/>
              <w:rPr>
                <w:b/>
                <w:bCs/>
                <w:sz w:val="28"/>
                <w:lang w:val="en-US"/>
              </w:rPr>
            </w:pPr>
            <w:r w:rsidRPr="00F76393">
              <w:rPr>
                <w:b/>
                <w:bCs/>
                <w:sz w:val="28"/>
                <w:lang w:val="en-US"/>
              </w:rPr>
              <w:t>Statement of Work</w:t>
            </w:r>
          </w:p>
          <w:p w14:paraId="35B4DE11" w14:textId="4AB40D12" w:rsidR="003C1D75" w:rsidRPr="00F76393" w:rsidRDefault="00777A7C" w:rsidP="00BA73FD">
            <w:pPr>
              <w:jc w:val="center"/>
              <w:rPr>
                <w:b/>
                <w:bCs/>
                <w:sz w:val="28"/>
                <w:lang w:val="en-US"/>
              </w:rPr>
            </w:pPr>
            <w:r>
              <w:rPr>
                <w:b/>
                <w:bCs/>
                <w:sz w:val="28"/>
                <w:lang w:val="en-US"/>
              </w:rPr>
              <w:t>f</w:t>
            </w:r>
            <w:r w:rsidR="003C1D75" w:rsidRPr="00F76393">
              <w:rPr>
                <w:b/>
                <w:bCs/>
                <w:sz w:val="28"/>
                <w:lang w:val="en-US"/>
              </w:rPr>
              <w:t xml:space="preserve">or </w:t>
            </w:r>
            <w:r>
              <w:rPr>
                <w:b/>
                <w:bCs/>
                <w:sz w:val="28"/>
                <w:lang w:val="en-US"/>
              </w:rPr>
              <w:t xml:space="preserve">the </w:t>
            </w:r>
            <w:r w:rsidR="003062C0">
              <w:rPr>
                <w:b/>
                <w:bCs/>
                <w:sz w:val="28"/>
                <w:lang w:val="en-US"/>
              </w:rPr>
              <w:t>L2CB</w:t>
            </w:r>
            <w:r w:rsidR="003C1D75" w:rsidRPr="00F76393">
              <w:rPr>
                <w:b/>
                <w:bCs/>
                <w:sz w:val="28"/>
                <w:lang w:val="en-US"/>
              </w:rPr>
              <w:t xml:space="preserve"> </w:t>
            </w:r>
            <w:r w:rsidR="00BA73FD" w:rsidRPr="00F76393">
              <w:rPr>
                <w:b/>
                <w:bCs/>
                <w:sz w:val="28"/>
                <w:lang w:val="en-US"/>
              </w:rPr>
              <w:t>assembly</w:t>
            </w:r>
          </w:p>
          <w:p w14:paraId="3E9E182B" w14:textId="77777777" w:rsidR="00A117D8" w:rsidRPr="00F76393" w:rsidRDefault="00A117D8">
            <w:pPr>
              <w:rPr>
                <w:lang w:val="en-US"/>
              </w:rPr>
            </w:pPr>
          </w:p>
        </w:tc>
      </w:tr>
    </w:tbl>
    <w:p w14:paraId="17ED999C" w14:textId="77777777" w:rsidR="00A117D8" w:rsidRPr="00F76393" w:rsidRDefault="00A117D8" w:rsidP="00001E81">
      <w:pPr>
        <w:rPr>
          <w:lang w:val="en-US"/>
        </w:rPr>
      </w:pPr>
    </w:p>
    <w:p w14:paraId="112AC446" w14:textId="77777777" w:rsidR="00A117D8" w:rsidRPr="00F76393" w:rsidRDefault="00A117D8" w:rsidP="00001E81">
      <w:pPr>
        <w:pStyle w:val="Kopfzeile"/>
        <w:tabs>
          <w:tab w:val="clear" w:pos="4536"/>
          <w:tab w:val="clear" w:pos="9072"/>
        </w:tabs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284"/>
        <w:gridCol w:w="2409"/>
        <w:gridCol w:w="2410"/>
      </w:tblGrid>
      <w:tr w:rsidR="0095213C" w:rsidRPr="00AD6A99" w14:paraId="368224DF" w14:textId="77777777" w:rsidTr="00394139">
        <w:trPr>
          <w:cantSplit/>
        </w:trPr>
        <w:tc>
          <w:tcPr>
            <w:tcW w:w="25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ashed" w:sz="4" w:space="0" w:color="auto"/>
            </w:tcBorders>
            <w:shd w:val="pct20" w:color="auto" w:fill="auto"/>
          </w:tcPr>
          <w:p w14:paraId="30B879A9" w14:textId="302A054B" w:rsidR="00A117D8" w:rsidRPr="00AD6A99" w:rsidRDefault="0095213C" w:rsidP="00B71FA1">
            <w:pPr>
              <w:spacing w:before="40" w:after="40"/>
              <w:ind w:left="2460" w:hanging="2460"/>
            </w:pPr>
            <w:proofErr w:type="spellStart"/>
            <w:r>
              <w:rPr>
                <w:b/>
                <w:bCs/>
              </w:rPr>
              <w:t>Prepared</w:t>
            </w:r>
            <w:proofErr w:type="spellEnd"/>
            <w:r>
              <w:rPr>
                <w:b/>
                <w:bCs/>
              </w:rPr>
              <w:t xml:space="preserve"> by</w:t>
            </w:r>
          </w:p>
        </w:tc>
        <w:tc>
          <w:tcPr>
            <w:tcW w:w="1984" w:type="dxa"/>
            <w:tcBorders>
              <w:top w:val="single" w:sz="4" w:space="0" w:color="999999"/>
              <w:left w:val="dashed" w:sz="4" w:space="0" w:color="auto"/>
              <w:bottom w:val="single" w:sz="4" w:space="0" w:color="999999"/>
              <w:right w:val="single" w:sz="4" w:space="0" w:color="999999"/>
            </w:tcBorders>
          </w:tcPr>
          <w:p w14:paraId="30202622" w14:textId="426E9227" w:rsidR="00A117D8" w:rsidRPr="00AD6A99" w:rsidRDefault="0095213C" w:rsidP="009D6375">
            <w:pPr>
              <w:spacing w:before="40" w:after="40"/>
              <w:ind w:left="2460" w:hanging="2460"/>
              <w:jc w:val="center"/>
            </w:pPr>
            <w:r>
              <w:rPr>
                <w:i/>
                <w:iCs/>
              </w:rPr>
              <w:t>Signature</w:t>
            </w:r>
          </w:p>
        </w:tc>
        <w:tc>
          <w:tcPr>
            <w:tcW w:w="28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</w:tcPr>
          <w:p w14:paraId="5C63A2BE" w14:textId="77777777" w:rsidR="00A117D8" w:rsidRPr="00AD6A99" w:rsidRDefault="00A117D8" w:rsidP="009D6375">
            <w:pPr>
              <w:spacing w:before="40" w:after="40"/>
              <w:rPr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ashed" w:sz="4" w:space="0" w:color="auto"/>
            </w:tcBorders>
            <w:shd w:val="pct20" w:color="auto" w:fill="auto"/>
          </w:tcPr>
          <w:p w14:paraId="75673C4B" w14:textId="7873C50D" w:rsidR="00A117D8" w:rsidRPr="00AD6A99" w:rsidRDefault="0095213C" w:rsidP="009D6375">
            <w:pPr>
              <w:spacing w:before="40" w:after="40"/>
              <w:ind w:left="2340" w:hanging="2340"/>
              <w:rPr>
                <w:sz w:val="20"/>
              </w:rPr>
            </w:pPr>
            <w:proofErr w:type="spellStart"/>
            <w:r>
              <w:rPr>
                <w:b/>
                <w:bCs/>
              </w:rPr>
              <w:t>Accepted</w:t>
            </w:r>
            <w:proofErr w:type="spellEnd"/>
            <w:r>
              <w:rPr>
                <w:b/>
                <w:bCs/>
              </w:rPr>
              <w:t xml:space="preserve"> by</w:t>
            </w:r>
          </w:p>
        </w:tc>
        <w:tc>
          <w:tcPr>
            <w:tcW w:w="2410" w:type="dxa"/>
            <w:tcBorders>
              <w:top w:val="single" w:sz="4" w:space="0" w:color="999999"/>
              <w:left w:val="dashed" w:sz="4" w:space="0" w:color="auto"/>
              <w:bottom w:val="single" w:sz="4" w:space="0" w:color="999999"/>
              <w:right w:val="single" w:sz="4" w:space="0" w:color="999999"/>
            </w:tcBorders>
          </w:tcPr>
          <w:p w14:paraId="14811152" w14:textId="47070458" w:rsidR="00A117D8" w:rsidRPr="00AD6A99" w:rsidRDefault="0095213C" w:rsidP="005F2EF8">
            <w:pPr>
              <w:spacing w:before="40" w:after="40"/>
              <w:ind w:left="2340" w:hanging="2340"/>
              <w:jc w:val="center"/>
              <w:rPr>
                <w:sz w:val="20"/>
              </w:rPr>
            </w:pPr>
            <w:r>
              <w:rPr>
                <w:i/>
                <w:iCs/>
              </w:rPr>
              <w:t>Signature</w:t>
            </w:r>
          </w:p>
        </w:tc>
      </w:tr>
      <w:tr w:rsidR="0095213C" w:rsidRPr="00AD6A99" w14:paraId="485E5DEA" w14:textId="77777777" w:rsidTr="00394139">
        <w:tc>
          <w:tcPr>
            <w:tcW w:w="2552" w:type="dxa"/>
            <w:tcBorders>
              <w:top w:val="single" w:sz="4" w:space="0" w:color="999999"/>
              <w:bottom w:val="nil"/>
              <w:right w:val="dashed" w:sz="4" w:space="0" w:color="auto"/>
            </w:tcBorders>
          </w:tcPr>
          <w:p w14:paraId="39CD4DB0" w14:textId="39A2ED31" w:rsidR="0095213C" w:rsidRPr="0095213C" w:rsidRDefault="00777A7C" w:rsidP="00CA468A">
            <w:pPr>
              <w:spacing w:before="40" w:after="40"/>
              <w:ind w:left="2460" w:hanging="2104"/>
            </w:pPr>
            <w:r>
              <w:t>K.-H. Sulanke, DESY</w:t>
            </w:r>
          </w:p>
        </w:tc>
        <w:tc>
          <w:tcPr>
            <w:tcW w:w="1984" w:type="dxa"/>
            <w:tcBorders>
              <w:top w:val="single" w:sz="4" w:space="0" w:color="999999"/>
              <w:left w:val="dashed" w:sz="4" w:space="0" w:color="auto"/>
              <w:bottom w:val="nil"/>
            </w:tcBorders>
          </w:tcPr>
          <w:p w14:paraId="142A2824" w14:textId="23F010F8" w:rsidR="0094300F" w:rsidRPr="00AD6A99" w:rsidRDefault="0094300F" w:rsidP="009D6375">
            <w:pPr>
              <w:spacing w:before="40" w:after="40"/>
              <w:ind w:left="2460" w:hanging="2104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052A055" w14:textId="77777777" w:rsidR="00A117D8" w:rsidRPr="00AD6A99" w:rsidRDefault="00A117D8" w:rsidP="009D6375">
            <w:pPr>
              <w:spacing w:before="40" w:after="40"/>
              <w:rPr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999999"/>
              <w:bottom w:val="nil"/>
              <w:right w:val="dashed" w:sz="4" w:space="0" w:color="auto"/>
            </w:tcBorders>
          </w:tcPr>
          <w:p w14:paraId="6CDD99A5" w14:textId="3A7230CA" w:rsidR="00A117D8" w:rsidRPr="00AD6A99" w:rsidRDefault="00A117D8" w:rsidP="009D6375">
            <w:pPr>
              <w:spacing w:before="40" w:after="40"/>
              <w:ind w:left="355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999999"/>
              <w:left w:val="dashed" w:sz="4" w:space="0" w:color="auto"/>
              <w:bottom w:val="nil"/>
            </w:tcBorders>
          </w:tcPr>
          <w:p w14:paraId="0C5C34B3" w14:textId="77777777" w:rsidR="00A117D8" w:rsidRPr="00AD6A99" w:rsidRDefault="00A117D8" w:rsidP="009D6375">
            <w:pPr>
              <w:spacing w:before="40" w:after="40"/>
              <w:ind w:left="355"/>
              <w:rPr>
                <w:sz w:val="20"/>
              </w:rPr>
            </w:pPr>
          </w:p>
        </w:tc>
      </w:tr>
      <w:tr w:rsidR="0095213C" w:rsidRPr="00AD6A99" w14:paraId="4EFB24E5" w14:textId="77777777" w:rsidTr="00394139">
        <w:tc>
          <w:tcPr>
            <w:tcW w:w="2552" w:type="dxa"/>
            <w:tcBorders>
              <w:top w:val="nil"/>
              <w:bottom w:val="nil"/>
              <w:right w:val="dashed" w:sz="4" w:space="0" w:color="auto"/>
            </w:tcBorders>
          </w:tcPr>
          <w:p w14:paraId="6745BE43" w14:textId="77777777" w:rsidR="00A117D8" w:rsidRPr="00AD6A99" w:rsidRDefault="00A117D8" w:rsidP="009D6375">
            <w:pPr>
              <w:spacing w:before="40" w:after="40"/>
              <w:ind w:left="2460" w:hanging="2104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left w:val="dashed" w:sz="4" w:space="0" w:color="auto"/>
              <w:bottom w:val="nil"/>
            </w:tcBorders>
          </w:tcPr>
          <w:p w14:paraId="79A0EB86" w14:textId="77777777" w:rsidR="00A117D8" w:rsidRPr="00AD6A99" w:rsidRDefault="00A117D8" w:rsidP="009D6375">
            <w:pPr>
              <w:spacing w:before="40" w:after="40"/>
              <w:ind w:left="2460" w:hanging="2104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D78760E" w14:textId="77777777" w:rsidR="00A117D8" w:rsidRPr="00AD6A99" w:rsidRDefault="00A117D8" w:rsidP="009D6375">
            <w:pPr>
              <w:spacing w:before="40" w:after="40"/>
              <w:rPr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  <w:right w:val="dashed" w:sz="4" w:space="0" w:color="auto"/>
            </w:tcBorders>
          </w:tcPr>
          <w:p w14:paraId="0155D307" w14:textId="77777777" w:rsidR="00A117D8" w:rsidRPr="00AD6A99" w:rsidRDefault="00A117D8" w:rsidP="009D6375">
            <w:pPr>
              <w:spacing w:before="40" w:after="40"/>
              <w:ind w:left="355"/>
            </w:pPr>
          </w:p>
        </w:tc>
        <w:tc>
          <w:tcPr>
            <w:tcW w:w="2410" w:type="dxa"/>
            <w:tcBorders>
              <w:top w:val="nil"/>
              <w:left w:val="dashed" w:sz="4" w:space="0" w:color="auto"/>
              <w:bottom w:val="nil"/>
            </w:tcBorders>
          </w:tcPr>
          <w:p w14:paraId="548D6226" w14:textId="77777777" w:rsidR="00A117D8" w:rsidRPr="00AD6A99" w:rsidRDefault="00A117D8" w:rsidP="009D6375">
            <w:pPr>
              <w:spacing w:before="40" w:after="40"/>
              <w:ind w:left="355"/>
            </w:pPr>
          </w:p>
        </w:tc>
      </w:tr>
      <w:tr w:rsidR="0095213C" w:rsidRPr="00AD6A99" w14:paraId="71F7407F" w14:textId="77777777" w:rsidTr="00394139">
        <w:tc>
          <w:tcPr>
            <w:tcW w:w="2552" w:type="dxa"/>
            <w:tcBorders>
              <w:top w:val="nil"/>
              <w:right w:val="dashed" w:sz="4" w:space="0" w:color="auto"/>
            </w:tcBorders>
          </w:tcPr>
          <w:p w14:paraId="13C34960" w14:textId="77777777" w:rsidR="00A117D8" w:rsidRPr="00AD6A99" w:rsidRDefault="00A117D8" w:rsidP="009D6375">
            <w:pPr>
              <w:spacing w:before="40" w:after="40"/>
              <w:ind w:left="2460" w:hanging="2104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left w:val="dashed" w:sz="4" w:space="0" w:color="auto"/>
            </w:tcBorders>
          </w:tcPr>
          <w:p w14:paraId="45E295BB" w14:textId="77777777" w:rsidR="00A117D8" w:rsidRPr="00AD6A99" w:rsidRDefault="00A117D8" w:rsidP="009D6375">
            <w:pPr>
              <w:spacing w:before="40" w:after="40"/>
              <w:ind w:left="2460" w:hanging="2104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0970712" w14:textId="77777777" w:rsidR="00A117D8" w:rsidRPr="00AD6A99" w:rsidRDefault="00A117D8" w:rsidP="009D6375">
            <w:pPr>
              <w:spacing w:before="40" w:after="40"/>
              <w:rPr>
                <w:sz w:val="20"/>
              </w:rPr>
            </w:pPr>
          </w:p>
        </w:tc>
        <w:tc>
          <w:tcPr>
            <w:tcW w:w="2409" w:type="dxa"/>
            <w:tcBorders>
              <w:top w:val="nil"/>
              <w:right w:val="dashed" w:sz="4" w:space="0" w:color="auto"/>
            </w:tcBorders>
          </w:tcPr>
          <w:p w14:paraId="5CF6F2BD" w14:textId="77777777" w:rsidR="00A117D8" w:rsidRPr="00AD6A99" w:rsidRDefault="00A117D8" w:rsidP="009D6375">
            <w:pPr>
              <w:spacing w:before="40" w:after="40"/>
              <w:ind w:left="355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dashed" w:sz="4" w:space="0" w:color="auto"/>
            </w:tcBorders>
          </w:tcPr>
          <w:p w14:paraId="08CB1527" w14:textId="77777777" w:rsidR="00A117D8" w:rsidRPr="00AD6A99" w:rsidRDefault="00A117D8" w:rsidP="009D6375">
            <w:pPr>
              <w:spacing w:before="40" w:after="40"/>
              <w:ind w:left="355"/>
              <w:rPr>
                <w:sz w:val="20"/>
              </w:rPr>
            </w:pPr>
          </w:p>
        </w:tc>
      </w:tr>
    </w:tbl>
    <w:p w14:paraId="35724558" w14:textId="77777777" w:rsidR="00A117D8" w:rsidRPr="00AD6A99" w:rsidRDefault="00A117D8" w:rsidP="005F2EF8"/>
    <w:p w14:paraId="7BDB0886" w14:textId="77777777" w:rsidR="00A117D8" w:rsidRPr="00AD6A99" w:rsidRDefault="00A117D8" w:rsidP="005F2EF8"/>
    <w:p w14:paraId="296B4EFD" w14:textId="77777777" w:rsidR="00A117D8" w:rsidRPr="00AD6A99" w:rsidRDefault="00A117D8" w:rsidP="00001E81">
      <w:pPr>
        <w:jc w:val="left"/>
      </w:pPr>
    </w:p>
    <w:p w14:paraId="14C2127C" w14:textId="77777777" w:rsidR="00A117D8" w:rsidRPr="00AD6A99" w:rsidRDefault="00A117D8" w:rsidP="005F2EF8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8221"/>
      </w:tblGrid>
      <w:tr w:rsidR="00A117D8" w:rsidRPr="00AD6A99" w14:paraId="4035F9A8" w14:textId="77777777" w:rsidTr="009D6375"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pct20" w:color="auto" w:fill="auto"/>
          </w:tcPr>
          <w:p w14:paraId="744BD8F7" w14:textId="35A6C2E0" w:rsidR="00A117D8" w:rsidRPr="0095213C" w:rsidRDefault="00A520A7" w:rsidP="009D6375">
            <w:pPr>
              <w:spacing w:before="40"/>
              <w:jc w:val="left"/>
              <w:rPr>
                <w:b/>
                <w:bCs/>
              </w:rPr>
            </w:pPr>
            <w:proofErr w:type="spellStart"/>
            <w:r w:rsidRPr="0095213C">
              <w:rPr>
                <w:b/>
                <w:bCs/>
              </w:rPr>
              <w:t>Summary</w:t>
            </w:r>
            <w:proofErr w:type="spellEnd"/>
          </w:p>
        </w:tc>
        <w:tc>
          <w:tcPr>
            <w:tcW w:w="8221" w:type="dxa"/>
            <w:tcBorders>
              <w:left w:val="nil"/>
              <w:bottom w:val="single" w:sz="4" w:space="0" w:color="999999"/>
            </w:tcBorders>
          </w:tcPr>
          <w:p w14:paraId="1CCF653B" w14:textId="77777777" w:rsidR="00A117D8" w:rsidRPr="00AD6A99" w:rsidRDefault="00A117D8" w:rsidP="009D6375">
            <w:pPr>
              <w:spacing w:before="40"/>
              <w:jc w:val="left"/>
            </w:pPr>
          </w:p>
          <w:p w14:paraId="5B6B58AE" w14:textId="77777777" w:rsidR="00A117D8" w:rsidRPr="00AD6A99" w:rsidRDefault="00A117D8" w:rsidP="009D6375">
            <w:pPr>
              <w:spacing w:before="40"/>
              <w:jc w:val="left"/>
            </w:pPr>
          </w:p>
        </w:tc>
      </w:tr>
    </w:tbl>
    <w:p w14:paraId="71B771D4" w14:textId="77777777" w:rsidR="00A117D8" w:rsidRPr="00AD6A99" w:rsidRDefault="00A117D8" w:rsidP="005F2EF8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1276"/>
        <w:gridCol w:w="7336"/>
      </w:tblGrid>
      <w:tr w:rsidR="00A117D8" w:rsidRPr="00AD6A99" w14:paraId="22DE049E" w14:textId="77777777" w:rsidTr="009D6375">
        <w:trPr>
          <w:cantSplit/>
        </w:trPr>
        <w:tc>
          <w:tcPr>
            <w:tcW w:w="9604" w:type="dxa"/>
            <w:gridSpan w:val="3"/>
            <w:shd w:val="pct15" w:color="auto" w:fill="auto"/>
          </w:tcPr>
          <w:p w14:paraId="2596BD04" w14:textId="42B3E5EB" w:rsidR="00A117D8" w:rsidRPr="00AD6A99" w:rsidRDefault="00CA2193" w:rsidP="009D637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Document Change Record</w:t>
            </w:r>
          </w:p>
        </w:tc>
      </w:tr>
      <w:tr w:rsidR="00A117D8" w:rsidRPr="00AD6A99" w14:paraId="7D61BC52" w14:textId="77777777" w:rsidTr="00F73BA1">
        <w:trPr>
          <w:trHeight w:val="289"/>
        </w:trPr>
        <w:tc>
          <w:tcPr>
            <w:tcW w:w="992" w:type="dxa"/>
            <w:tcBorders>
              <w:right w:val="dotted" w:sz="4" w:space="0" w:color="auto"/>
            </w:tcBorders>
          </w:tcPr>
          <w:p w14:paraId="3A63E3C9" w14:textId="77777777" w:rsidR="00A117D8" w:rsidRPr="00AD6A99" w:rsidRDefault="00A117D8" w:rsidP="009D6375">
            <w:pPr>
              <w:rPr>
                <w:i/>
              </w:rPr>
            </w:pPr>
            <w:r w:rsidRPr="00AD6A99">
              <w:rPr>
                <w:i/>
              </w:rPr>
              <w:t>Version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</w:tcPr>
          <w:p w14:paraId="25266D50" w14:textId="77777777" w:rsidR="00A117D8" w:rsidRPr="00AD6A99" w:rsidRDefault="00A117D8" w:rsidP="009D6375">
            <w:pPr>
              <w:rPr>
                <w:i/>
              </w:rPr>
            </w:pPr>
            <w:r w:rsidRPr="00AD6A99">
              <w:rPr>
                <w:i/>
              </w:rPr>
              <w:t>Date</w:t>
            </w:r>
          </w:p>
        </w:tc>
        <w:tc>
          <w:tcPr>
            <w:tcW w:w="7336" w:type="dxa"/>
            <w:tcBorders>
              <w:left w:val="dotted" w:sz="4" w:space="0" w:color="auto"/>
            </w:tcBorders>
          </w:tcPr>
          <w:p w14:paraId="4E3C60FE" w14:textId="4B6E3083" w:rsidR="00A117D8" w:rsidRPr="00AD6A99" w:rsidRDefault="00CA2193" w:rsidP="009D6375">
            <w:pPr>
              <w:rPr>
                <w:i/>
              </w:rPr>
            </w:pPr>
            <w:r>
              <w:rPr>
                <w:i/>
              </w:rPr>
              <w:t>Observations</w:t>
            </w:r>
          </w:p>
        </w:tc>
      </w:tr>
      <w:tr w:rsidR="00A117D8" w:rsidRPr="00AD6A99" w14:paraId="788E0342" w14:textId="77777777" w:rsidTr="009D6375">
        <w:tc>
          <w:tcPr>
            <w:tcW w:w="992" w:type="dxa"/>
            <w:tcBorders>
              <w:right w:val="dotted" w:sz="4" w:space="0" w:color="auto"/>
            </w:tcBorders>
          </w:tcPr>
          <w:p w14:paraId="2982A401" w14:textId="6B68FC48" w:rsidR="00A117D8" w:rsidRPr="00AD6A99" w:rsidRDefault="00777A7C" w:rsidP="009D6375">
            <w:r>
              <w:t>1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</w:tcPr>
          <w:p w14:paraId="13DA8AEA" w14:textId="39015F56" w:rsidR="00A117D8" w:rsidRPr="00AD6A99" w:rsidRDefault="00936B51" w:rsidP="00777A7C">
            <w:r>
              <w:t>2020/1</w:t>
            </w:r>
            <w:r w:rsidR="00777A7C">
              <w:t>0/18</w:t>
            </w:r>
          </w:p>
        </w:tc>
        <w:tc>
          <w:tcPr>
            <w:tcW w:w="7336" w:type="dxa"/>
            <w:tcBorders>
              <w:left w:val="dotted" w:sz="4" w:space="0" w:color="auto"/>
            </w:tcBorders>
          </w:tcPr>
          <w:p w14:paraId="420FF099" w14:textId="7CDC3A56" w:rsidR="00A117D8" w:rsidRPr="00AD6A99" w:rsidRDefault="003C1D75" w:rsidP="009D6375">
            <w:r>
              <w:t xml:space="preserve">First </w:t>
            </w:r>
            <w:proofErr w:type="spellStart"/>
            <w:r w:rsidR="00CA2193">
              <w:t>draft</w:t>
            </w:r>
            <w:proofErr w:type="spellEnd"/>
          </w:p>
        </w:tc>
      </w:tr>
      <w:tr w:rsidR="00A117D8" w:rsidRPr="00AD6A99" w14:paraId="058F8E0C" w14:textId="77777777" w:rsidTr="009D6375">
        <w:tc>
          <w:tcPr>
            <w:tcW w:w="992" w:type="dxa"/>
            <w:tcBorders>
              <w:right w:val="dotted" w:sz="4" w:space="0" w:color="auto"/>
            </w:tcBorders>
          </w:tcPr>
          <w:p w14:paraId="7B1FE778" w14:textId="583BBE42" w:rsidR="00A117D8" w:rsidRPr="00AD6A99" w:rsidRDefault="00A117D8" w:rsidP="009D6375"/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</w:tcPr>
          <w:p w14:paraId="11FFE766" w14:textId="55DE9D0C" w:rsidR="00A117D8" w:rsidRPr="00AD6A99" w:rsidRDefault="00A117D8" w:rsidP="009D6375"/>
        </w:tc>
        <w:tc>
          <w:tcPr>
            <w:tcW w:w="7336" w:type="dxa"/>
            <w:tcBorders>
              <w:left w:val="dotted" w:sz="4" w:space="0" w:color="auto"/>
            </w:tcBorders>
          </w:tcPr>
          <w:p w14:paraId="215CF0D3" w14:textId="35A3541D" w:rsidR="00573A86" w:rsidRPr="00AD6A99" w:rsidRDefault="00573A86" w:rsidP="000D1F99"/>
        </w:tc>
      </w:tr>
      <w:tr w:rsidR="00A117D8" w:rsidRPr="00AD6A99" w14:paraId="725E964F" w14:textId="77777777" w:rsidTr="00481677">
        <w:trPr>
          <w:trHeight w:val="206"/>
        </w:trPr>
        <w:tc>
          <w:tcPr>
            <w:tcW w:w="992" w:type="dxa"/>
            <w:tcBorders>
              <w:right w:val="dotted" w:sz="4" w:space="0" w:color="auto"/>
            </w:tcBorders>
          </w:tcPr>
          <w:p w14:paraId="6F490918" w14:textId="77777777" w:rsidR="00A117D8" w:rsidRPr="00AD6A99" w:rsidRDefault="00A117D8" w:rsidP="009D6375"/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</w:tcPr>
          <w:p w14:paraId="5FEEDA66" w14:textId="77777777" w:rsidR="00A117D8" w:rsidRPr="00AD6A99" w:rsidRDefault="00A117D8" w:rsidP="009D6375"/>
        </w:tc>
        <w:tc>
          <w:tcPr>
            <w:tcW w:w="7336" w:type="dxa"/>
            <w:tcBorders>
              <w:left w:val="dotted" w:sz="4" w:space="0" w:color="auto"/>
            </w:tcBorders>
          </w:tcPr>
          <w:p w14:paraId="693D5E7B" w14:textId="77777777" w:rsidR="00A117D8" w:rsidRPr="00AD6A99" w:rsidRDefault="00A117D8" w:rsidP="009D6375"/>
        </w:tc>
      </w:tr>
    </w:tbl>
    <w:p w14:paraId="31B937AE" w14:textId="77777777" w:rsidR="00A117D8" w:rsidRPr="00AD6A99" w:rsidRDefault="00A117D8" w:rsidP="005F2EF8"/>
    <w:p w14:paraId="2999E61B" w14:textId="77777777" w:rsidR="00A117D8" w:rsidRPr="00AD6A99" w:rsidRDefault="00A117D8" w:rsidP="005F2EF8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8221"/>
      </w:tblGrid>
      <w:tr w:rsidR="00A117D8" w:rsidRPr="00972485" w14:paraId="6C6FC694" w14:textId="77777777" w:rsidTr="009D6375"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nil"/>
            </w:tcBorders>
            <w:shd w:val="pct20" w:color="auto" w:fill="auto"/>
          </w:tcPr>
          <w:p w14:paraId="101D4FC3" w14:textId="77777777" w:rsidR="00A117D8" w:rsidRPr="00AD6A99" w:rsidRDefault="00A117D8" w:rsidP="009D6375">
            <w:pPr>
              <w:spacing w:before="60" w:after="60"/>
              <w:jc w:val="left"/>
            </w:pPr>
            <w:r w:rsidRPr="00AD6A99">
              <w:rPr>
                <w:b/>
                <w:bCs/>
              </w:rPr>
              <w:t>Distribution</w:t>
            </w:r>
          </w:p>
        </w:tc>
        <w:tc>
          <w:tcPr>
            <w:tcW w:w="8221" w:type="dxa"/>
            <w:tcBorders>
              <w:left w:val="nil"/>
            </w:tcBorders>
          </w:tcPr>
          <w:p w14:paraId="4F8996EC" w14:textId="100B66A1" w:rsidR="00A117D8" w:rsidRPr="00972485" w:rsidRDefault="0095213C" w:rsidP="009D6375">
            <w:pPr>
              <w:spacing w:before="60" w:after="60"/>
              <w:jc w:val="center"/>
              <w:rPr>
                <w:b/>
                <w:i/>
                <w:iCs/>
              </w:rPr>
            </w:pPr>
            <w:proofErr w:type="spellStart"/>
            <w:r>
              <w:rPr>
                <w:b/>
                <w:i/>
                <w:iCs/>
              </w:rPr>
              <w:t>See</w:t>
            </w:r>
            <w:proofErr w:type="spellEnd"/>
            <w:r>
              <w:rPr>
                <w:b/>
                <w:i/>
                <w:iCs/>
              </w:rPr>
              <w:t xml:space="preserve"> Distribution </w:t>
            </w:r>
            <w:proofErr w:type="spellStart"/>
            <w:r>
              <w:rPr>
                <w:b/>
                <w:i/>
                <w:iCs/>
              </w:rPr>
              <w:t>list</w:t>
            </w:r>
            <w:proofErr w:type="spellEnd"/>
            <w:r>
              <w:rPr>
                <w:b/>
                <w:i/>
                <w:iCs/>
              </w:rPr>
              <w:t xml:space="preserve"> at the end of </w:t>
            </w:r>
            <w:proofErr w:type="spellStart"/>
            <w:r>
              <w:rPr>
                <w:b/>
                <w:i/>
                <w:iCs/>
              </w:rPr>
              <w:t>this</w:t>
            </w:r>
            <w:proofErr w:type="spellEnd"/>
            <w:r>
              <w:rPr>
                <w:b/>
                <w:i/>
                <w:iCs/>
              </w:rPr>
              <w:t xml:space="preserve"> document</w:t>
            </w:r>
          </w:p>
        </w:tc>
      </w:tr>
    </w:tbl>
    <w:p w14:paraId="17221CB8" w14:textId="77777777" w:rsidR="00A117D8" w:rsidRPr="00972485" w:rsidRDefault="00A117D8" w:rsidP="005F2EF8">
      <w:pPr>
        <w:pStyle w:val="Kopfzeile"/>
        <w:tabs>
          <w:tab w:val="clear" w:pos="4536"/>
          <w:tab w:val="clear" w:pos="9072"/>
        </w:tabs>
        <w:rPr>
          <w:lang w:val="fr-FR"/>
        </w:rPr>
      </w:pPr>
    </w:p>
    <w:p w14:paraId="55BB5989" w14:textId="77777777" w:rsidR="00A117D8" w:rsidRPr="00AD6A99" w:rsidRDefault="00A117D8" w:rsidP="00001E81"/>
    <w:p w14:paraId="0F66B497" w14:textId="77777777" w:rsidR="00A117D8" w:rsidRPr="00AD6A99" w:rsidRDefault="004D58D2" w:rsidP="00001E81">
      <w:r w:rsidRPr="00AD6A99">
        <w:br w:type="page"/>
      </w:r>
    </w:p>
    <w:p w14:paraId="3C87EBD6" w14:textId="77777777" w:rsidR="0094300F" w:rsidRDefault="0094300F" w:rsidP="00001E81">
      <w:pPr>
        <w:jc w:val="center"/>
        <w:rPr>
          <w:b/>
          <w:sz w:val="28"/>
        </w:rPr>
      </w:pPr>
    </w:p>
    <w:p w14:paraId="722AB3D5" w14:textId="1E49EE40" w:rsidR="00A117D8" w:rsidRPr="0094300F" w:rsidRDefault="00A117D8" w:rsidP="000313C0">
      <w:pPr>
        <w:pStyle w:val="Listenabsatz"/>
        <w:numPr>
          <w:ilvl w:val="0"/>
          <w:numId w:val="5"/>
        </w:numPr>
        <w:jc w:val="center"/>
        <w:rPr>
          <w:b/>
          <w:sz w:val="28"/>
        </w:rPr>
      </w:pPr>
      <w:r w:rsidRPr="0094300F">
        <w:rPr>
          <w:b/>
          <w:sz w:val="28"/>
        </w:rPr>
        <w:t xml:space="preserve">Table </w:t>
      </w:r>
      <w:r w:rsidR="000F0FB9">
        <w:rPr>
          <w:b/>
          <w:sz w:val="28"/>
        </w:rPr>
        <w:t>of Contents</w:t>
      </w:r>
      <w:r w:rsidRPr="0094300F">
        <w:rPr>
          <w:b/>
          <w:sz w:val="28"/>
        </w:rPr>
        <w:t xml:space="preserve"> </w:t>
      </w:r>
      <w:r w:rsidR="0094300F">
        <w:rPr>
          <w:b/>
          <w:sz w:val="28"/>
        </w:rPr>
        <w:t>–</w:t>
      </w:r>
    </w:p>
    <w:p w14:paraId="456F51C6" w14:textId="77777777" w:rsidR="0094300F" w:rsidRPr="0094300F" w:rsidRDefault="0094300F" w:rsidP="0094300F">
      <w:pPr>
        <w:ind w:left="360"/>
        <w:jc w:val="center"/>
        <w:rPr>
          <w:b/>
          <w:sz w:val="28"/>
        </w:rPr>
      </w:pPr>
    </w:p>
    <w:p w14:paraId="46263BC4" w14:textId="77777777" w:rsidR="00F13B12" w:rsidRDefault="00F13B12">
      <w:pPr>
        <w:pStyle w:val="Verzeichnis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</w:pPr>
      <w:r>
        <w:rPr>
          <w:smallCaps/>
          <w:lang w:val="fr-FR"/>
        </w:rPr>
        <w:fldChar w:fldCharType="begin"/>
      </w:r>
      <w:r>
        <w:rPr>
          <w:smallCaps/>
          <w:lang w:val="fr-FR"/>
        </w:rPr>
        <w:instrText xml:space="preserve"> TOC </w:instrText>
      </w:r>
      <w:r>
        <w:rPr>
          <w:smallCaps/>
          <w:lang w:val="fr-FR"/>
        </w:rPr>
        <w:fldChar w:fldCharType="separate"/>
      </w:r>
      <w:r w:rsidRPr="000D35A0">
        <w:rPr>
          <w:noProof/>
          <w:lang w:val="fr-FR"/>
        </w:rPr>
        <w:t>1.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  <w:tab/>
      </w:r>
      <w:r w:rsidRPr="000D35A0">
        <w:rPr>
          <w:noProof/>
          <w:lang w:val="fr-FR"/>
        </w:rPr>
        <w:t>Introduction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3CF97B5" w14:textId="77777777" w:rsidR="00F13B12" w:rsidRDefault="00F13B12">
      <w:pPr>
        <w:pStyle w:val="Verzeichnis2"/>
        <w:tabs>
          <w:tab w:val="left" w:pos="720"/>
          <w:tab w:val="right" w:leader="dot" w:pos="96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  <w:tab/>
      </w:r>
      <w:r>
        <w:rPr>
          <w:noProof/>
        </w:rPr>
        <w:t>Purpose of this document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DFBDBDD" w14:textId="77777777" w:rsidR="00F13B12" w:rsidRDefault="00F13B12">
      <w:pPr>
        <w:pStyle w:val="Verzeichnis2"/>
        <w:tabs>
          <w:tab w:val="left" w:pos="720"/>
          <w:tab w:val="right" w:leader="dot" w:pos="96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  <w:tab/>
      </w:r>
      <w:r>
        <w:rPr>
          <w:noProof/>
        </w:rPr>
        <w:t>Contractor’s tasks and responsibilities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22E7059" w14:textId="77777777" w:rsidR="00F13B12" w:rsidRDefault="00F13B12">
      <w:pPr>
        <w:pStyle w:val="Verzeichnis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</w:pPr>
      <w:r w:rsidRPr="000D35A0">
        <w:rPr>
          <w:noProof/>
          <w:lang w:val="fr-FR"/>
        </w:rPr>
        <w:t>2.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  <w:tab/>
      </w:r>
      <w:r w:rsidRPr="000D35A0">
        <w:rPr>
          <w:noProof/>
          <w:lang w:val="fr-FR"/>
        </w:rPr>
        <w:t>References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A98CF9D" w14:textId="77777777" w:rsidR="00F13B12" w:rsidRDefault="00F13B12">
      <w:pPr>
        <w:pStyle w:val="Verzeichnis2"/>
        <w:tabs>
          <w:tab w:val="left" w:pos="720"/>
          <w:tab w:val="right" w:leader="dot" w:pos="96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  <w:tab/>
      </w:r>
      <w:r>
        <w:rPr>
          <w:noProof/>
        </w:rPr>
        <w:t>Applicable Documents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361863C" w14:textId="77777777" w:rsidR="00F13B12" w:rsidRDefault="00F13B12">
      <w:pPr>
        <w:pStyle w:val="Verzeichnis2"/>
        <w:tabs>
          <w:tab w:val="left" w:pos="720"/>
          <w:tab w:val="right" w:leader="dot" w:pos="96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  <w:tab/>
      </w:r>
      <w:r>
        <w:rPr>
          <w:noProof/>
        </w:rPr>
        <w:t>Reference Documents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F67A195" w14:textId="77777777" w:rsidR="00F13B12" w:rsidRDefault="00F13B12">
      <w:pPr>
        <w:pStyle w:val="Verzeichnis2"/>
        <w:tabs>
          <w:tab w:val="left" w:pos="720"/>
          <w:tab w:val="right" w:leader="dot" w:pos="96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</w:pPr>
      <w:r>
        <w:rPr>
          <w:noProof/>
        </w:rPr>
        <w:t>2.3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  <w:tab/>
      </w:r>
      <w:r>
        <w:rPr>
          <w:noProof/>
        </w:rPr>
        <w:t>Normative Documents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5AEBFA6" w14:textId="77777777" w:rsidR="00F13B12" w:rsidRDefault="00F13B12">
      <w:pPr>
        <w:pStyle w:val="Verzeichnis2"/>
        <w:tabs>
          <w:tab w:val="left" w:pos="720"/>
          <w:tab w:val="right" w:leader="dot" w:pos="96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</w:pPr>
      <w:r>
        <w:rPr>
          <w:noProof/>
        </w:rPr>
        <w:t>2.4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  <w:tab/>
      </w:r>
      <w:r>
        <w:rPr>
          <w:noProof/>
        </w:rPr>
        <w:t>Abbreviations and Nomenclature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BFB1A25" w14:textId="77777777" w:rsidR="00F13B12" w:rsidRDefault="00F13B12">
      <w:pPr>
        <w:pStyle w:val="Verzeichnis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</w:pPr>
      <w:r w:rsidRPr="000D35A0">
        <w:rPr>
          <w:noProof/>
          <w:lang w:val="en-GB"/>
        </w:rPr>
        <w:t>3.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  <w:tab/>
      </w:r>
      <w:r w:rsidRPr="000D35A0">
        <w:rPr>
          <w:noProof/>
          <w:lang w:val="fr-FR"/>
        </w:rPr>
        <w:t>SPECIFICATIONS FOR MANUFACTURING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B26EB49" w14:textId="77777777" w:rsidR="00F13B12" w:rsidRDefault="00F13B12">
      <w:pPr>
        <w:pStyle w:val="Verzeichnis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</w:pPr>
      <w:r w:rsidRPr="000D35A0">
        <w:rPr>
          <w:noProof/>
          <w:lang w:val="fr-FR"/>
        </w:rPr>
        <w:t>4.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  <w:tab/>
      </w:r>
      <w:r w:rsidRPr="000D35A0">
        <w:rPr>
          <w:noProof/>
          <w:lang w:val="fr-FR"/>
        </w:rPr>
        <w:t>DELIVERABLE ITEMS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F1D344D" w14:textId="77777777" w:rsidR="00F13B12" w:rsidRDefault="00F13B12">
      <w:pPr>
        <w:pStyle w:val="Verzeichnis2"/>
        <w:tabs>
          <w:tab w:val="left" w:pos="720"/>
          <w:tab w:val="right" w:leader="dot" w:pos="96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  <w:tab/>
      </w:r>
      <w:r>
        <w:rPr>
          <w:noProof/>
        </w:rPr>
        <w:t>Customer contacts and responsibilities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E6C2D37" w14:textId="77777777" w:rsidR="00F13B12" w:rsidRDefault="00F13B12">
      <w:pPr>
        <w:pStyle w:val="Verzeichnis2"/>
        <w:tabs>
          <w:tab w:val="left" w:pos="720"/>
          <w:tab w:val="right" w:leader="dot" w:pos="96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  <w:tab/>
      </w:r>
      <w:r>
        <w:rPr>
          <w:noProof/>
        </w:rPr>
        <w:t>Manufacturer contacts and responsibilities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70F5625" w14:textId="77777777" w:rsidR="00F13B12" w:rsidRDefault="00F13B12">
      <w:pPr>
        <w:pStyle w:val="Verzeichnis2"/>
        <w:tabs>
          <w:tab w:val="left" w:pos="720"/>
          <w:tab w:val="right" w:leader="dot" w:pos="96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  <w:tab/>
      </w:r>
      <w:r>
        <w:rPr>
          <w:noProof/>
        </w:rPr>
        <w:t>Design tools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268A800" w14:textId="77777777" w:rsidR="00F13B12" w:rsidRDefault="00F13B12">
      <w:pPr>
        <w:pStyle w:val="Verzeichnis2"/>
        <w:tabs>
          <w:tab w:val="left" w:pos="720"/>
          <w:tab w:val="right" w:leader="dot" w:pos="96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  <w:tab/>
      </w:r>
      <w:r>
        <w:rPr>
          <w:noProof/>
        </w:rPr>
        <w:t>Deliverable Hardware and Firmware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401EAAF" w14:textId="77777777" w:rsidR="00F13B12" w:rsidRDefault="00F13B12">
      <w:pPr>
        <w:pStyle w:val="Verzeichnis2"/>
        <w:tabs>
          <w:tab w:val="left" w:pos="720"/>
          <w:tab w:val="right" w:leader="dot" w:pos="96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  <w:tab/>
      </w:r>
      <w:r>
        <w:rPr>
          <w:noProof/>
        </w:rPr>
        <w:t>Spare Philosophy, Spare Provision and Re-Use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894F785" w14:textId="77777777" w:rsidR="00F13B12" w:rsidRDefault="00F13B12">
      <w:pPr>
        <w:pStyle w:val="Verzeichnis2"/>
        <w:tabs>
          <w:tab w:val="left" w:pos="720"/>
          <w:tab w:val="right" w:leader="dot" w:pos="96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  <w:tab/>
      </w:r>
      <w:r>
        <w:rPr>
          <w:noProof/>
        </w:rPr>
        <w:t>Ground Support Equipment and Test Equipment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5E868C7" w14:textId="77777777" w:rsidR="00F13B12" w:rsidRDefault="00F13B12">
      <w:pPr>
        <w:pStyle w:val="Verzeichnis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</w:pPr>
      <w:r w:rsidRPr="000D35A0">
        <w:rPr>
          <w:noProof/>
          <w:lang w:val="en-GB"/>
        </w:rPr>
        <w:t>5.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  <w:tab/>
      </w:r>
      <w:r w:rsidRPr="000D35A0">
        <w:rPr>
          <w:noProof/>
          <w:lang w:val="en-GB"/>
        </w:rPr>
        <w:t>SPECIFIC WORK TO BE PERFORMED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00894B9" w14:textId="77777777" w:rsidR="00F13B12" w:rsidRDefault="00F13B12">
      <w:pPr>
        <w:pStyle w:val="Verzeichnis2"/>
        <w:tabs>
          <w:tab w:val="left" w:pos="720"/>
          <w:tab w:val="right" w:leader="dot" w:pos="96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  <w:tab/>
      </w:r>
      <w:r>
        <w:rPr>
          <w:noProof/>
        </w:rPr>
        <w:t>Manufacturing Activities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43E75EB" w14:textId="77777777" w:rsidR="00F13B12" w:rsidRDefault="00F13B12">
      <w:pPr>
        <w:pStyle w:val="Verzeichnis3"/>
        <w:tabs>
          <w:tab w:val="right" w:leader="dot" w:pos="962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en-US"/>
        </w:rPr>
      </w:pPr>
      <w:r w:rsidRPr="000D35A0">
        <w:rPr>
          <w:noProof/>
          <w:lang w:val="en-AU"/>
        </w:rPr>
        <w:t>Process description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3B3E83D3" w14:textId="77777777" w:rsidR="00F13B12" w:rsidRDefault="00F13B12">
      <w:pPr>
        <w:pStyle w:val="Verzeichnis2"/>
        <w:tabs>
          <w:tab w:val="left" w:pos="720"/>
          <w:tab w:val="right" w:leader="dot" w:pos="96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  <w:tab/>
      </w:r>
      <w:r>
        <w:rPr>
          <w:noProof/>
        </w:rPr>
        <w:t>Delivery, Final Acceptance, Preservation and Storage Activities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8540C1E" w14:textId="77777777" w:rsidR="00F13B12" w:rsidRDefault="00F13B12">
      <w:pPr>
        <w:pStyle w:val="Verzeichnis3"/>
        <w:tabs>
          <w:tab w:val="left" w:pos="1200"/>
          <w:tab w:val="right" w:leader="dot" w:pos="962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en-US"/>
        </w:rPr>
      </w:pPr>
      <w:r w:rsidRPr="000D35A0">
        <w:rPr>
          <w:b/>
          <w:noProof/>
        </w:rPr>
        <w:t>5.2.1</w:t>
      </w:r>
      <w:r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en-US"/>
        </w:rPr>
        <w:tab/>
      </w:r>
      <w:r w:rsidRPr="000D35A0">
        <w:rPr>
          <w:noProof/>
        </w:rPr>
        <w:t>Delivery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B61CC43" w14:textId="77777777" w:rsidR="00F13B12" w:rsidRDefault="00F13B12">
      <w:pPr>
        <w:pStyle w:val="Verzeichnis3"/>
        <w:tabs>
          <w:tab w:val="left" w:pos="1200"/>
          <w:tab w:val="right" w:leader="dot" w:pos="9622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en-US"/>
        </w:rPr>
      </w:pPr>
      <w:r w:rsidRPr="000D35A0">
        <w:rPr>
          <w:b/>
          <w:noProof/>
          <w:lang w:val="en-AU"/>
        </w:rPr>
        <w:t>5.2.1</w:t>
      </w:r>
      <w:r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en-US"/>
        </w:rPr>
        <w:tab/>
      </w:r>
      <w:r w:rsidRPr="000D35A0">
        <w:rPr>
          <w:noProof/>
          <w:lang w:val="en-AU"/>
        </w:rPr>
        <w:t>Final acceptance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1E61FB9" w14:textId="77777777" w:rsidR="00F13B12" w:rsidRDefault="00F13B12">
      <w:pPr>
        <w:pStyle w:val="Verzeichnis2"/>
        <w:tabs>
          <w:tab w:val="left" w:pos="720"/>
          <w:tab w:val="right" w:leader="dot" w:pos="96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  <w:tab/>
      </w:r>
      <w:r>
        <w:rPr>
          <w:noProof/>
        </w:rPr>
        <w:t>Export Control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45BDFF0" w14:textId="77777777" w:rsidR="00F13B12" w:rsidRDefault="00F13B12">
      <w:pPr>
        <w:pStyle w:val="Verzeichnis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</w:pPr>
      <w:r>
        <w:rPr>
          <w:noProof/>
        </w:rPr>
        <w:t>6.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  <w:tab/>
      </w:r>
      <w:r>
        <w:rPr>
          <w:noProof/>
        </w:rPr>
        <w:t>CUSTOMER FURNISHED ITEMS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73AACB08" w14:textId="77777777" w:rsidR="00F13B12" w:rsidRDefault="00F13B12">
      <w:pPr>
        <w:pStyle w:val="Verzeichnis2"/>
        <w:tabs>
          <w:tab w:val="left" w:pos="720"/>
          <w:tab w:val="right" w:leader="dot" w:pos="96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</w:pPr>
      <w:r>
        <w:rPr>
          <w:noProof/>
        </w:rPr>
        <w:t>6.1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  <w:tab/>
      </w:r>
      <w:r>
        <w:rPr>
          <w:noProof/>
        </w:rPr>
        <w:t>Manufacturing files and documents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7A3BF1BB" w14:textId="77777777" w:rsidR="00F13B12" w:rsidRDefault="00F13B12">
      <w:pPr>
        <w:pStyle w:val="Verzeichnis2"/>
        <w:tabs>
          <w:tab w:val="left" w:pos="720"/>
          <w:tab w:val="right" w:leader="dot" w:pos="96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</w:pPr>
      <w:r>
        <w:rPr>
          <w:noProof/>
        </w:rPr>
        <w:t>6.2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  <w:tab/>
      </w:r>
      <w:r>
        <w:rPr>
          <w:noProof/>
        </w:rPr>
        <w:t>Components and materials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68B58EA3" w14:textId="77777777" w:rsidR="00F13B12" w:rsidRDefault="00F13B12">
      <w:pPr>
        <w:pStyle w:val="Verzeichnis2"/>
        <w:tabs>
          <w:tab w:val="left" w:pos="720"/>
          <w:tab w:val="right" w:leader="dot" w:pos="962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</w:pPr>
      <w:r>
        <w:rPr>
          <w:noProof/>
        </w:rPr>
        <w:t>6.3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en-US"/>
        </w:rPr>
        <w:tab/>
      </w:r>
      <w:r>
        <w:rPr>
          <w:noProof/>
        </w:rPr>
        <w:t>Tools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_Toc54021826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4A3D97A4" w14:textId="588C1A22" w:rsidR="00A117D8" w:rsidRPr="00D72DFF" w:rsidRDefault="00F13B12" w:rsidP="0094300F">
      <w:pPr>
        <w:pStyle w:val="Verzeichnis1"/>
        <w:tabs>
          <w:tab w:val="left" w:pos="390"/>
          <w:tab w:val="right" w:leader="dot" w:pos="9622"/>
        </w:tabs>
        <w:rPr>
          <w:lang w:val="en-GB"/>
        </w:rPr>
      </w:pPr>
      <w:r>
        <w:rPr>
          <w:smallCaps/>
          <w:lang w:val="fr-FR"/>
        </w:rPr>
        <w:fldChar w:fldCharType="end"/>
      </w:r>
    </w:p>
    <w:p w14:paraId="37EF41AD" w14:textId="77777777" w:rsidR="006B0513" w:rsidRPr="00D72DFF" w:rsidRDefault="006B0513">
      <w:pPr>
        <w:pStyle w:val="Kopfzeile"/>
        <w:tabs>
          <w:tab w:val="clear" w:pos="4536"/>
          <w:tab w:val="clear" w:pos="9072"/>
        </w:tabs>
        <w:rPr>
          <w:lang w:val="en-GB"/>
        </w:rPr>
      </w:pPr>
    </w:p>
    <w:p w14:paraId="70B74E2E" w14:textId="77777777" w:rsidR="006B0513" w:rsidRPr="00D72DFF" w:rsidRDefault="006B0513" w:rsidP="006B0513">
      <w:pPr>
        <w:rPr>
          <w:lang w:val="en-GB"/>
        </w:rPr>
      </w:pPr>
    </w:p>
    <w:p w14:paraId="433F2DBA" w14:textId="77777777" w:rsidR="00A117D8" w:rsidRPr="00D72DFF" w:rsidRDefault="00A117D8" w:rsidP="006B0513">
      <w:pPr>
        <w:rPr>
          <w:lang w:val="en-GB"/>
        </w:rPr>
        <w:sectPr w:rsidR="00A117D8" w:rsidRPr="00D72DFF" w:rsidSect="00394139">
          <w:headerReference w:type="even" r:id="rId9"/>
          <w:headerReference w:type="default" r:id="rId10"/>
          <w:pgSz w:w="11900" w:h="16840"/>
          <w:pgMar w:top="2580" w:right="1134" w:bottom="1134" w:left="1134" w:header="624" w:footer="624" w:gutter="0"/>
          <w:pgNumType w:start="1"/>
          <w:cols w:space="720"/>
        </w:sectPr>
      </w:pPr>
    </w:p>
    <w:p w14:paraId="69CA0B84" w14:textId="2E0BC1FE" w:rsidR="009C3C8C" w:rsidRPr="009C3C8C" w:rsidRDefault="009A442E" w:rsidP="009C3C8C">
      <w:pPr>
        <w:pStyle w:val="berschrift1"/>
        <w:keepNext/>
        <w:widowControl/>
        <w:tabs>
          <w:tab w:val="clear" w:pos="432"/>
          <w:tab w:val="num" w:pos="574"/>
        </w:tabs>
        <w:spacing w:before="240" w:after="120"/>
        <w:ind w:left="573"/>
        <w:rPr>
          <w:lang w:val="fr-FR"/>
        </w:rPr>
      </w:pPr>
      <w:bookmarkStart w:id="0" w:name="_Toc54021800"/>
      <w:r>
        <w:rPr>
          <w:lang w:val="fr-FR"/>
        </w:rPr>
        <w:lastRenderedPageBreak/>
        <w:t>Introduction</w:t>
      </w:r>
      <w:bookmarkEnd w:id="0"/>
    </w:p>
    <w:p w14:paraId="0728A3B8" w14:textId="4A868019" w:rsidR="009C3C8C" w:rsidRDefault="009A442E" w:rsidP="009A442E">
      <w:pPr>
        <w:pStyle w:val="berschrift2"/>
      </w:pPr>
      <w:bookmarkStart w:id="1" w:name="_Toc54021448"/>
      <w:bookmarkStart w:id="2" w:name="_Toc54021801"/>
      <w:r>
        <w:t>Purpose of this document</w:t>
      </w:r>
      <w:bookmarkEnd w:id="1"/>
      <w:bookmarkEnd w:id="2"/>
    </w:p>
    <w:p w14:paraId="30BAAE47" w14:textId="77777777" w:rsidR="00D72DFF" w:rsidRDefault="00D72DFF" w:rsidP="00D72DFF">
      <w:pPr>
        <w:rPr>
          <w:lang w:val="en-US"/>
        </w:rPr>
      </w:pPr>
    </w:p>
    <w:p w14:paraId="04BC9630" w14:textId="2ADC84E5" w:rsidR="00D72DFF" w:rsidRDefault="003C1D75" w:rsidP="00D72DFF">
      <w:pPr>
        <w:rPr>
          <w:lang w:val="en-US"/>
        </w:rPr>
      </w:pPr>
      <w:r>
        <w:rPr>
          <w:lang w:val="en-US"/>
        </w:rPr>
        <w:t>This document describes</w:t>
      </w:r>
      <w:r w:rsidR="00BA73FD">
        <w:rPr>
          <w:lang w:val="en-US"/>
        </w:rPr>
        <w:t xml:space="preserve"> the manufacturing requirem</w:t>
      </w:r>
      <w:r w:rsidR="00AC2D65">
        <w:rPr>
          <w:lang w:val="en-US"/>
        </w:rPr>
        <w:t xml:space="preserve">ents and procedure for the </w:t>
      </w:r>
      <w:r w:rsidR="003062C0">
        <w:rPr>
          <w:lang w:val="en-US"/>
        </w:rPr>
        <w:t>L2CB</w:t>
      </w:r>
      <w:r w:rsidR="00BA73FD">
        <w:rPr>
          <w:lang w:val="en-US"/>
        </w:rPr>
        <w:t xml:space="preserve"> board</w:t>
      </w:r>
      <w:r w:rsidR="00782CCF">
        <w:rPr>
          <w:lang w:val="en-US"/>
        </w:rPr>
        <w:t>.</w:t>
      </w:r>
    </w:p>
    <w:p w14:paraId="1CFF294F" w14:textId="77777777" w:rsidR="002E54A6" w:rsidRDefault="002E54A6" w:rsidP="00D72DFF">
      <w:pPr>
        <w:rPr>
          <w:lang w:val="en-US"/>
        </w:rPr>
      </w:pPr>
    </w:p>
    <w:p w14:paraId="51DA7259" w14:textId="77777777" w:rsidR="00D72DFF" w:rsidRPr="00D72DFF" w:rsidRDefault="00D72DFF" w:rsidP="00D72DFF">
      <w:pPr>
        <w:rPr>
          <w:lang w:val="en-US"/>
        </w:rPr>
      </w:pPr>
    </w:p>
    <w:p w14:paraId="24ED1C25" w14:textId="75ACB347" w:rsidR="009A442E" w:rsidRPr="009A442E" w:rsidRDefault="009A442E" w:rsidP="009A442E">
      <w:pPr>
        <w:pStyle w:val="berschrift2"/>
      </w:pPr>
      <w:bookmarkStart w:id="3" w:name="_Toc54021449"/>
      <w:bookmarkStart w:id="4" w:name="_Toc54021802"/>
      <w:r>
        <w:t>Contractor’s tasks and responsibilities</w:t>
      </w:r>
      <w:bookmarkEnd w:id="3"/>
      <w:bookmarkEnd w:id="4"/>
    </w:p>
    <w:p w14:paraId="58019752" w14:textId="77777777" w:rsidR="00BA73FD" w:rsidRDefault="00BA73FD" w:rsidP="00D72DFF">
      <w:pPr>
        <w:pStyle w:val="Paragraphe1"/>
        <w:ind w:left="0"/>
        <w:rPr>
          <w:lang w:val="en-GB"/>
        </w:rPr>
      </w:pPr>
    </w:p>
    <w:p w14:paraId="74E537C8" w14:textId="6950286D" w:rsidR="00BA73FD" w:rsidRPr="00CE5BE2" w:rsidRDefault="00BA73FD" w:rsidP="00D72DFF">
      <w:pPr>
        <w:pStyle w:val="Paragraphe1"/>
        <w:ind w:left="0"/>
        <w:rPr>
          <w:lang w:val="en-GB"/>
        </w:rPr>
      </w:pPr>
      <w:r w:rsidRPr="00BA73FD">
        <w:rPr>
          <w:b/>
          <w:bCs/>
          <w:lang w:val="en-GB"/>
        </w:rPr>
        <w:t xml:space="preserve">Tasks expected from the contractor: </w:t>
      </w:r>
      <w:r w:rsidR="003062C0">
        <w:rPr>
          <w:lang w:val="en-GB"/>
        </w:rPr>
        <w:t>L2CB</w:t>
      </w:r>
      <w:r w:rsidR="00CE5BE2">
        <w:rPr>
          <w:lang w:val="en-GB"/>
        </w:rPr>
        <w:t xml:space="preserve"> board </w:t>
      </w:r>
      <w:r w:rsidR="00CA468A">
        <w:rPr>
          <w:lang w:val="en-GB"/>
        </w:rPr>
        <w:t xml:space="preserve">manufacture and </w:t>
      </w:r>
      <w:r w:rsidR="00CE5BE2">
        <w:rPr>
          <w:lang w:val="en-GB"/>
        </w:rPr>
        <w:t>assembly</w:t>
      </w:r>
    </w:p>
    <w:p w14:paraId="50171901" w14:textId="77777777" w:rsidR="00BA73FD" w:rsidRDefault="00BA73FD" w:rsidP="00D72DFF">
      <w:pPr>
        <w:pStyle w:val="Paragraphe1"/>
        <w:ind w:left="0"/>
        <w:rPr>
          <w:lang w:val="en-GB"/>
        </w:rPr>
      </w:pPr>
    </w:p>
    <w:p w14:paraId="2A4E07E9" w14:textId="77777777" w:rsidR="00BA73FD" w:rsidRDefault="00BA73FD" w:rsidP="00D72DFF">
      <w:pPr>
        <w:pStyle w:val="Paragraphe1"/>
        <w:ind w:left="0"/>
        <w:rPr>
          <w:lang w:val="en-GB"/>
        </w:rPr>
      </w:pPr>
    </w:p>
    <w:p w14:paraId="7B339132" w14:textId="0B284390" w:rsidR="00B73743" w:rsidRPr="00CE5BE2" w:rsidRDefault="00BA73FD" w:rsidP="00D72DFF">
      <w:pPr>
        <w:pStyle w:val="Paragraphe1"/>
        <w:ind w:left="0"/>
        <w:rPr>
          <w:lang w:val="en-GB"/>
        </w:rPr>
      </w:pPr>
      <w:r w:rsidRPr="00BA73FD">
        <w:rPr>
          <w:b/>
          <w:bCs/>
          <w:lang w:val="en-GB"/>
        </w:rPr>
        <w:t xml:space="preserve"> L</w:t>
      </w:r>
      <w:r w:rsidR="00D72DFF" w:rsidRPr="00BA73FD">
        <w:rPr>
          <w:b/>
          <w:bCs/>
          <w:lang w:val="en-GB"/>
        </w:rPr>
        <w:t>imi</w:t>
      </w:r>
      <w:r w:rsidRPr="00BA73FD">
        <w:rPr>
          <w:b/>
          <w:bCs/>
          <w:lang w:val="en-GB"/>
        </w:rPr>
        <w:t>ts in terms of responsibilities:</w:t>
      </w:r>
      <w:r w:rsidR="00CE5BE2">
        <w:rPr>
          <w:b/>
          <w:bCs/>
          <w:lang w:val="en-GB"/>
        </w:rPr>
        <w:t xml:space="preserve"> </w:t>
      </w:r>
      <w:r w:rsidR="00CE5BE2">
        <w:rPr>
          <w:lang w:val="en-GB"/>
        </w:rPr>
        <w:t>Board delivery</w:t>
      </w:r>
    </w:p>
    <w:p w14:paraId="190AA6A1" w14:textId="476417DA" w:rsidR="009A442E" w:rsidRDefault="009A442E" w:rsidP="009A442E">
      <w:pPr>
        <w:pStyle w:val="berschrift1"/>
        <w:keepNext/>
        <w:widowControl/>
        <w:tabs>
          <w:tab w:val="clear" w:pos="432"/>
          <w:tab w:val="num" w:pos="574"/>
        </w:tabs>
        <w:spacing w:before="240" w:after="120"/>
        <w:ind w:left="573"/>
        <w:rPr>
          <w:lang w:val="fr-FR"/>
        </w:rPr>
      </w:pPr>
      <w:bookmarkStart w:id="5" w:name="_Toc142887826"/>
      <w:bookmarkStart w:id="6" w:name="_Toc54021803"/>
      <w:r>
        <w:rPr>
          <w:lang w:val="fr-FR"/>
        </w:rPr>
        <w:t>References</w:t>
      </w:r>
      <w:bookmarkEnd w:id="6"/>
    </w:p>
    <w:p w14:paraId="57179440" w14:textId="00EC152E" w:rsidR="009A442E" w:rsidRDefault="009A442E" w:rsidP="009A442E">
      <w:pPr>
        <w:pStyle w:val="berschrift2"/>
      </w:pPr>
      <w:bookmarkStart w:id="7" w:name="_Toc54021450"/>
      <w:bookmarkStart w:id="8" w:name="_Toc54021804"/>
      <w:r>
        <w:t>Applicable Documents</w:t>
      </w:r>
      <w:bookmarkEnd w:id="7"/>
      <w:bookmarkEnd w:id="8"/>
    </w:p>
    <w:p w14:paraId="3CF2FDBE" w14:textId="7BD22733" w:rsidR="00D72DFF" w:rsidRDefault="00D72DFF" w:rsidP="00D72DFF">
      <w:pPr>
        <w:rPr>
          <w:lang w:val="en-US"/>
        </w:rPr>
      </w:pPr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93"/>
        <w:gridCol w:w="5103"/>
        <w:gridCol w:w="2443"/>
        <w:gridCol w:w="1094"/>
      </w:tblGrid>
      <w:tr w:rsidR="00481677" w:rsidRPr="00252113" w14:paraId="0FC4C414" w14:textId="77777777" w:rsidTr="004A1971">
        <w:trPr>
          <w:cantSplit/>
          <w:jc w:val="center"/>
        </w:trPr>
        <w:tc>
          <w:tcPr>
            <w:tcW w:w="9633" w:type="dxa"/>
            <w:gridSpan w:val="4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pct15" w:color="auto" w:fill="auto"/>
          </w:tcPr>
          <w:p w14:paraId="7B97F5FC" w14:textId="77777777" w:rsidR="00481677" w:rsidRPr="00252113" w:rsidRDefault="00481677" w:rsidP="004A1971">
            <w:pPr>
              <w:spacing w:before="60" w:after="60"/>
              <w:ind w:left="88"/>
              <w:jc w:val="center"/>
              <w:rPr>
                <w:b/>
                <w:bCs/>
                <w:lang w:val="en-US"/>
              </w:rPr>
            </w:pPr>
            <w:r w:rsidRPr="00252113">
              <w:rPr>
                <w:b/>
                <w:bCs/>
                <w:lang w:val="en-US"/>
              </w:rPr>
              <w:t>Applicable Documents (AD)</w:t>
            </w:r>
          </w:p>
        </w:tc>
      </w:tr>
      <w:tr w:rsidR="00481677" w:rsidRPr="00252113" w14:paraId="732C6F55" w14:textId="77777777" w:rsidTr="004A19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993" w:type="dxa"/>
          </w:tcPr>
          <w:p w14:paraId="0AA2ECBD" w14:textId="77777777" w:rsidR="00481677" w:rsidRPr="00252113" w:rsidRDefault="00481677" w:rsidP="004A1971">
            <w:pPr>
              <w:spacing w:before="60" w:after="60"/>
              <w:jc w:val="center"/>
              <w:rPr>
                <w:b/>
                <w:bCs/>
                <w:lang w:val="en-US"/>
              </w:rPr>
            </w:pPr>
            <w:r w:rsidRPr="00252113">
              <w:rPr>
                <w:b/>
                <w:bCs/>
                <w:lang w:val="en-US"/>
              </w:rPr>
              <w:t>AD</w:t>
            </w:r>
          </w:p>
        </w:tc>
        <w:tc>
          <w:tcPr>
            <w:tcW w:w="5103" w:type="dxa"/>
          </w:tcPr>
          <w:p w14:paraId="2760CE5A" w14:textId="77777777" w:rsidR="00481677" w:rsidRPr="00252113" w:rsidRDefault="00481677" w:rsidP="004A1971">
            <w:pPr>
              <w:spacing w:before="60" w:after="60"/>
              <w:jc w:val="center"/>
              <w:rPr>
                <w:b/>
                <w:bCs/>
                <w:lang w:val="en-US"/>
              </w:rPr>
            </w:pPr>
            <w:r w:rsidRPr="00252113">
              <w:rPr>
                <w:b/>
                <w:bCs/>
                <w:lang w:val="en-US"/>
              </w:rPr>
              <w:t>Title</w:t>
            </w:r>
          </w:p>
        </w:tc>
        <w:tc>
          <w:tcPr>
            <w:tcW w:w="2443" w:type="dxa"/>
          </w:tcPr>
          <w:p w14:paraId="47D9154E" w14:textId="77777777" w:rsidR="00481677" w:rsidRPr="00252113" w:rsidRDefault="00481677" w:rsidP="004A1971">
            <w:pPr>
              <w:spacing w:before="60" w:after="60"/>
              <w:jc w:val="center"/>
              <w:rPr>
                <w:b/>
                <w:bCs/>
                <w:lang w:val="en-US"/>
              </w:rPr>
            </w:pPr>
            <w:r w:rsidRPr="00252113">
              <w:rPr>
                <w:b/>
                <w:bCs/>
                <w:lang w:val="en-US"/>
              </w:rPr>
              <w:t>Reference</w:t>
            </w:r>
          </w:p>
        </w:tc>
        <w:tc>
          <w:tcPr>
            <w:tcW w:w="1094" w:type="dxa"/>
          </w:tcPr>
          <w:p w14:paraId="6E133D88" w14:textId="77777777" w:rsidR="00481677" w:rsidRPr="00252113" w:rsidRDefault="00481677" w:rsidP="004A1971">
            <w:pPr>
              <w:spacing w:before="60" w:after="60"/>
              <w:jc w:val="center"/>
              <w:rPr>
                <w:b/>
                <w:bCs/>
                <w:lang w:val="en-US"/>
              </w:rPr>
            </w:pPr>
            <w:r w:rsidRPr="00252113">
              <w:rPr>
                <w:b/>
                <w:bCs/>
                <w:lang w:val="en-US"/>
              </w:rPr>
              <w:t>Version</w:t>
            </w:r>
          </w:p>
        </w:tc>
      </w:tr>
      <w:tr w:rsidR="00481677" w:rsidRPr="00252113" w14:paraId="1DF0DD0E" w14:textId="77777777" w:rsidTr="004A19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993" w:type="dxa"/>
          </w:tcPr>
          <w:p w14:paraId="0AB8037F" w14:textId="730735E4" w:rsidR="00481677" w:rsidRPr="00481677" w:rsidRDefault="00481677" w:rsidP="00481677">
            <w:pPr>
              <w:pStyle w:val="tablenormal"/>
              <w:keepNext w:val="0"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  <w:lang w:val="en-US" w:eastAsia="fr-FR"/>
              </w:rPr>
            </w:pPr>
            <w:r w:rsidRPr="00481677">
              <w:rPr>
                <w:rFonts w:ascii="Times New Roman" w:hAnsi="Times New Roman"/>
                <w:sz w:val="22"/>
                <w:szCs w:val="22"/>
                <w:lang w:val="en-US" w:eastAsia="fr-FR"/>
              </w:rPr>
              <w:t>1</w:t>
            </w:r>
          </w:p>
        </w:tc>
        <w:tc>
          <w:tcPr>
            <w:tcW w:w="5103" w:type="dxa"/>
          </w:tcPr>
          <w:p w14:paraId="506ADD1A" w14:textId="4D43921B" w:rsidR="00481677" w:rsidRPr="00481677" w:rsidRDefault="00481677" w:rsidP="00481677">
            <w:pPr>
              <w:spacing w:before="40" w:after="40"/>
              <w:jc w:val="center"/>
              <w:rPr>
                <w:szCs w:val="22"/>
                <w:lang w:val="en-US"/>
              </w:rPr>
            </w:pPr>
            <w:r w:rsidRPr="00481677">
              <w:rPr>
                <w:szCs w:val="22"/>
                <w:lang w:val="en-US"/>
              </w:rPr>
              <w:t>Product assurance plan</w:t>
            </w:r>
          </w:p>
        </w:tc>
        <w:tc>
          <w:tcPr>
            <w:tcW w:w="2443" w:type="dxa"/>
          </w:tcPr>
          <w:p w14:paraId="526FD7A4" w14:textId="1AF1D40D" w:rsidR="00481677" w:rsidRPr="00481677" w:rsidRDefault="00481677" w:rsidP="00481677">
            <w:pPr>
              <w:pStyle w:val="p1"/>
              <w:jc w:val="center"/>
              <w:rPr>
                <w:sz w:val="22"/>
                <w:szCs w:val="22"/>
              </w:rPr>
            </w:pPr>
            <w:r w:rsidRPr="00481677">
              <w:rPr>
                <w:sz w:val="22"/>
                <w:szCs w:val="22"/>
              </w:rPr>
              <w:t>MST-CAM-PL-0166</w:t>
            </w:r>
          </w:p>
          <w:p w14:paraId="2EB1109A" w14:textId="77777777" w:rsidR="00481677" w:rsidRPr="00481677" w:rsidRDefault="00481677" w:rsidP="00481677">
            <w:pPr>
              <w:spacing w:before="40" w:after="40"/>
              <w:jc w:val="center"/>
              <w:rPr>
                <w:szCs w:val="22"/>
                <w:lang w:val="en-US"/>
              </w:rPr>
            </w:pPr>
          </w:p>
        </w:tc>
        <w:tc>
          <w:tcPr>
            <w:tcW w:w="1094" w:type="dxa"/>
            <w:vAlign w:val="center"/>
          </w:tcPr>
          <w:p w14:paraId="59D6BBD6" w14:textId="782EA636" w:rsidR="00481677" w:rsidRPr="00481677" w:rsidRDefault="00481677" w:rsidP="00481677">
            <w:pPr>
              <w:pStyle w:val="tablenormal"/>
              <w:keepNext w:val="0"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  <w:lang w:val="en-US" w:eastAsia="fr-FR"/>
              </w:rPr>
            </w:pPr>
            <w:r w:rsidRPr="00481677">
              <w:rPr>
                <w:rFonts w:ascii="Times New Roman" w:hAnsi="Times New Roman"/>
                <w:sz w:val="22"/>
                <w:szCs w:val="22"/>
                <w:lang w:val="en-US" w:eastAsia="fr-FR"/>
              </w:rPr>
              <w:t>2</w:t>
            </w:r>
            <w:r w:rsidR="000F0FB9">
              <w:rPr>
                <w:rFonts w:ascii="Times New Roman" w:hAnsi="Times New Roman"/>
                <w:sz w:val="22"/>
                <w:szCs w:val="22"/>
                <w:lang w:val="en-US" w:eastAsia="fr-FR"/>
              </w:rPr>
              <w:t>.</w:t>
            </w:r>
            <w:r w:rsidRPr="00481677">
              <w:rPr>
                <w:rFonts w:ascii="Times New Roman" w:hAnsi="Times New Roman"/>
                <w:sz w:val="22"/>
                <w:szCs w:val="22"/>
                <w:lang w:val="en-US" w:eastAsia="fr-FR"/>
              </w:rPr>
              <w:t>2</w:t>
            </w:r>
          </w:p>
        </w:tc>
      </w:tr>
      <w:tr w:rsidR="00481677" w:rsidRPr="00252113" w14:paraId="31505CDC" w14:textId="77777777" w:rsidTr="004A19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993" w:type="dxa"/>
          </w:tcPr>
          <w:p w14:paraId="3C5D3389" w14:textId="77777777" w:rsidR="00481677" w:rsidRPr="00252113" w:rsidRDefault="00481677" w:rsidP="004A1971">
            <w:pPr>
              <w:spacing w:before="40" w:after="40"/>
              <w:jc w:val="center"/>
              <w:rPr>
                <w:sz w:val="20"/>
                <w:lang w:val="en-US"/>
              </w:rPr>
            </w:pPr>
          </w:p>
        </w:tc>
        <w:tc>
          <w:tcPr>
            <w:tcW w:w="5103" w:type="dxa"/>
          </w:tcPr>
          <w:p w14:paraId="5E8ED341" w14:textId="77777777" w:rsidR="00481677" w:rsidRPr="00252113" w:rsidRDefault="00481677" w:rsidP="004A1971">
            <w:pPr>
              <w:spacing w:before="40" w:after="40"/>
              <w:jc w:val="left"/>
              <w:rPr>
                <w:sz w:val="20"/>
                <w:lang w:val="en-US"/>
              </w:rPr>
            </w:pPr>
          </w:p>
        </w:tc>
        <w:tc>
          <w:tcPr>
            <w:tcW w:w="2443" w:type="dxa"/>
          </w:tcPr>
          <w:p w14:paraId="284B3F34" w14:textId="77777777" w:rsidR="00481677" w:rsidRPr="00252113" w:rsidRDefault="00481677" w:rsidP="004A1971">
            <w:pPr>
              <w:spacing w:before="40" w:after="40"/>
              <w:jc w:val="left"/>
              <w:rPr>
                <w:sz w:val="20"/>
                <w:lang w:val="en-US"/>
              </w:rPr>
            </w:pPr>
          </w:p>
        </w:tc>
        <w:tc>
          <w:tcPr>
            <w:tcW w:w="1094" w:type="dxa"/>
            <w:vAlign w:val="center"/>
          </w:tcPr>
          <w:p w14:paraId="69C47884" w14:textId="77777777" w:rsidR="00481677" w:rsidRPr="00252113" w:rsidRDefault="00481677" w:rsidP="004A1971">
            <w:pPr>
              <w:spacing w:before="40" w:after="40"/>
              <w:jc w:val="center"/>
              <w:rPr>
                <w:sz w:val="20"/>
                <w:lang w:val="en-US"/>
              </w:rPr>
            </w:pPr>
          </w:p>
        </w:tc>
      </w:tr>
    </w:tbl>
    <w:p w14:paraId="4836DBB8" w14:textId="77777777" w:rsidR="00481677" w:rsidRPr="00D72DFF" w:rsidRDefault="00481677" w:rsidP="00D72DFF">
      <w:pPr>
        <w:rPr>
          <w:lang w:val="en-US"/>
        </w:rPr>
      </w:pPr>
    </w:p>
    <w:p w14:paraId="3E9F50D0" w14:textId="0B042814" w:rsidR="009A442E" w:rsidRDefault="009A442E" w:rsidP="009A442E">
      <w:pPr>
        <w:pStyle w:val="berschrift2"/>
      </w:pPr>
      <w:bookmarkStart w:id="9" w:name="_Toc54021451"/>
      <w:bookmarkStart w:id="10" w:name="_Toc54021805"/>
      <w:r>
        <w:t>Reference Documents</w:t>
      </w:r>
      <w:bookmarkEnd w:id="9"/>
      <w:bookmarkEnd w:id="10"/>
    </w:p>
    <w:p w14:paraId="2476467C" w14:textId="4BB54AEE" w:rsidR="00D72DFF" w:rsidRDefault="00D72DFF" w:rsidP="00D72DFF">
      <w:pPr>
        <w:rPr>
          <w:lang w:val="en-US"/>
        </w:rPr>
      </w:pPr>
      <w:r>
        <w:rPr>
          <w:lang w:val="en-US"/>
        </w:rPr>
        <w:t xml:space="preserve">List here all documents that have been used to write this </w:t>
      </w:r>
      <w:proofErr w:type="spellStart"/>
      <w:r>
        <w:rPr>
          <w:lang w:val="en-US"/>
        </w:rPr>
        <w:t>SoW</w:t>
      </w:r>
      <w:proofErr w:type="spellEnd"/>
      <w:r>
        <w:rPr>
          <w:lang w:val="en-US"/>
        </w:rPr>
        <w:t>, and where information can be found to increase understanding of activities. Reference documents are not intended to be fulfilled as requirement documents.</w:t>
      </w:r>
    </w:p>
    <w:p w14:paraId="282375A1" w14:textId="77777777" w:rsidR="00481677" w:rsidRDefault="00481677" w:rsidP="00D72DFF">
      <w:pPr>
        <w:rPr>
          <w:lang w:val="en-US"/>
        </w:rPr>
      </w:pPr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010"/>
        <w:gridCol w:w="5103"/>
        <w:gridCol w:w="2443"/>
        <w:gridCol w:w="1103"/>
        <w:gridCol w:w="13"/>
      </w:tblGrid>
      <w:tr w:rsidR="00481677" w:rsidRPr="00252113" w14:paraId="121F6F66" w14:textId="77777777" w:rsidTr="004A1971">
        <w:trPr>
          <w:gridAfter w:val="1"/>
          <w:wAfter w:w="13" w:type="dxa"/>
          <w:cantSplit/>
          <w:jc w:val="center"/>
        </w:trPr>
        <w:tc>
          <w:tcPr>
            <w:tcW w:w="9659" w:type="dxa"/>
            <w:gridSpan w:val="4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pct15" w:color="auto" w:fill="auto"/>
          </w:tcPr>
          <w:p w14:paraId="6BC8D1A4" w14:textId="77777777" w:rsidR="00481677" w:rsidRPr="00252113" w:rsidRDefault="00481677" w:rsidP="004A1971">
            <w:pPr>
              <w:spacing w:before="60" w:after="60"/>
              <w:ind w:left="88"/>
              <w:jc w:val="center"/>
              <w:rPr>
                <w:b/>
                <w:bCs/>
                <w:lang w:val="en-US"/>
              </w:rPr>
            </w:pPr>
            <w:r w:rsidRPr="00252113">
              <w:rPr>
                <w:b/>
                <w:bCs/>
                <w:lang w:val="en-US"/>
              </w:rPr>
              <w:t>Reference Documents (RD)</w:t>
            </w:r>
          </w:p>
        </w:tc>
      </w:tr>
      <w:tr w:rsidR="00481677" w:rsidRPr="00252113" w14:paraId="00FD433D" w14:textId="77777777" w:rsidTr="004A19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1010" w:type="dxa"/>
          </w:tcPr>
          <w:p w14:paraId="5B016868" w14:textId="77777777" w:rsidR="00481677" w:rsidRPr="00252113" w:rsidRDefault="00481677" w:rsidP="004A1971">
            <w:pPr>
              <w:spacing w:before="60" w:after="60"/>
              <w:jc w:val="center"/>
              <w:rPr>
                <w:b/>
                <w:bCs/>
                <w:lang w:val="en-US"/>
              </w:rPr>
            </w:pPr>
            <w:r w:rsidRPr="00252113">
              <w:rPr>
                <w:b/>
                <w:bCs/>
                <w:lang w:val="en-US"/>
              </w:rPr>
              <w:t>RD</w:t>
            </w:r>
          </w:p>
        </w:tc>
        <w:tc>
          <w:tcPr>
            <w:tcW w:w="5103" w:type="dxa"/>
          </w:tcPr>
          <w:p w14:paraId="600F3B24" w14:textId="77777777" w:rsidR="00481677" w:rsidRPr="00252113" w:rsidRDefault="00481677" w:rsidP="004A1971">
            <w:pPr>
              <w:spacing w:before="60" w:after="60"/>
              <w:jc w:val="center"/>
              <w:rPr>
                <w:b/>
                <w:bCs/>
                <w:lang w:val="en-US"/>
              </w:rPr>
            </w:pPr>
            <w:r w:rsidRPr="00252113">
              <w:rPr>
                <w:b/>
                <w:bCs/>
                <w:lang w:val="en-US"/>
              </w:rPr>
              <w:t>Title</w:t>
            </w:r>
          </w:p>
        </w:tc>
        <w:tc>
          <w:tcPr>
            <w:tcW w:w="2443" w:type="dxa"/>
          </w:tcPr>
          <w:p w14:paraId="435CBA5B" w14:textId="77777777" w:rsidR="00481677" w:rsidRPr="00252113" w:rsidRDefault="00481677" w:rsidP="004A1971">
            <w:pPr>
              <w:spacing w:before="60" w:after="60"/>
              <w:jc w:val="center"/>
              <w:rPr>
                <w:b/>
                <w:bCs/>
                <w:lang w:val="en-US"/>
              </w:rPr>
            </w:pPr>
            <w:r w:rsidRPr="00252113">
              <w:rPr>
                <w:b/>
                <w:bCs/>
                <w:lang w:val="en-US"/>
              </w:rPr>
              <w:t>Reference</w:t>
            </w:r>
          </w:p>
        </w:tc>
        <w:tc>
          <w:tcPr>
            <w:tcW w:w="1116" w:type="dxa"/>
            <w:gridSpan w:val="2"/>
          </w:tcPr>
          <w:p w14:paraId="57660C93" w14:textId="77777777" w:rsidR="00481677" w:rsidRPr="00252113" w:rsidRDefault="00481677" w:rsidP="004A1971">
            <w:pPr>
              <w:spacing w:before="60" w:after="60"/>
              <w:jc w:val="center"/>
              <w:rPr>
                <w:b/>
                <w:bCs/>
                <w:lang w:val="en-US"/>
              </w:rPr>
            </w:pPr>
            <w:r w:rsidRPr="00252113">
              <w:rPr>
                <w:b/>
                <w:bCs/>
                <w:lang w:val="en-US"/>
              </w:rPr>
              <w:t>Version</w:t>
            </w:r>
          </w:p>
        </w:tc>
      </w:tr>
      <w:tr w:rsidR="00481677" w:rsidRPr="00252113" w14:paraId="5E1A0612" w14:textId="77777777" w:rsidTr="004A19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1010" w:type="dxa"/>
          </w:tcPr>
          <w:p w14:paraId="0F093ADA" w14:textId="77777777" w:rsidR="00481677" w:rsidRPr="00AE1637" w:rsidRDefault="00481677" w:rsidP="004A1971">
            <w:pPr>
              <w:spacing w:before="60" w:after="60"/>
              <w:jc w:val="center"/>
              <w:rPr>
                <w:b/>
                <w:bCs/>
                <w:szCs w:val="22"/>
                <w:lang w:val="en-US"/>
              </w:rPr>
            </w:pPr>
            <w:r w:rsidRPr="00AE1637">
              <w:rPr>
                <w:b/>
                <w:bCs/>
                <w:szCs w:val="22"/>
                <w:lang w:val="en-US"/>
              </w:rPr>
              <w:t>1</w:t>
            </w:r>
          </w:p>
        </w:tc>
        <w:tc>
          <w:tcPr>
            <w:tcW w:w="5103" w:type="dxa"/>
          </w:tcPr>
          <w:p w14:paraId="70237FCE" w14:textId="5DD8F6F1" w:rsidR="00481677" w:rsidRPr="00AE1637" w:rsidRDefault="00481677" w:rsidP="004A1971">
            <w:pPr>
              <w:spacing w:before="60" w:after="60"/>
              <w:jc w:val="center"/>
              <w:rPr>
                <w:b/>
                <w:bCs/>
                <w:szCs w:val="22"/>
                <w:lang w:val="en-US"/>
              </w:rPr>
            </w:pPr>
          </w:p>
        </w:tc>
        <w:tc>
          <w:tcPr>
            <w:tcW w:w="2443" w:type="dxa"/>
          </w:tcPr>
          <w:p w14:paraId="1CEAF989" w14:textId="4B5D858B" w:rsidR="00481677" w:rsidRPr="00CE425D" w:rsidRDefault="00481677" w:rsidP="004A1971">
            <w:pPr>
              <w:spacing w:before="60" w:after="60"/>
              <w:jc w:val="center"/>
              <w:rPr>
                <w:bCs/>
                <w:szCs w:val="22"/>
                <w:lang w:val="en-US"/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7D73CA04" w14:textId="3D24E477" w:rsidR="00481677" w:rsidRPr="00AE1637" w:rsidRDefault="00481677" w:rsidP="004A1971">
            <w:pPr>
              <w:spacing w:before="60" w:after="60"/>
              <w:jc w:val="center"/>
              <w:rPr>
                <w:b/>
                <w:bCs/>
                <w:szCs w:val="22"/>
                <w:lang w:val="en-US"/>
              </w:rPr>
            </w:pPr>
          </w:p>
        </w:tc>
      </w:tr>
      <w:tr w:rsidR="00481677" w:rsidRPr="00252113" w14:paraId="21315245" w14:textId="77777777" w:rsidTr="004A19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1010" w:type="dxa"/>
          </w:tcPr>
          <w:p w14:paraId="2767BBE1" w14:textId="77777777" w:rsidR="00481677" w:rsidRPr="00252113" w:rsidRDefault="00481677" w:rsidP="004A1971">
            <w:pPr>
              <w:spacing w:before="60" w:after="6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5103" w:type="dxa"/>
          </w:tcPr>
          <w:p w14:paraId="519F6A53" w14:textId="3D645192" w:rsidR="00481677" w:rsidRPr="00FB40DE" w:rsidRDefault="00481677" w:rsidP="004A1971">
            <w:pPr>
              <w:tabs>
                <w:tab w:val="left" w:pos="3640"/>
              </w:tabs>
              <w:spacing w:before="60" w:after="60"/>
              <w:jc w:val="left"/>
              <w:rPr>
                <w:rFonts w:ascii="EmitechGroupe" w:hAnsi="EmitechGroupe" w:cs="EmitechGroupe"/>
                <w:szCs w:val="22"/>
              </w:rPr>
            </w:pPr>
          </w:p>
        </w:tc>
        <w:tc>
          <w:tcPr>
            <w:tcW w:w="2443" w:type="dxa"/>
          </w:tcPr>
          <w:p w14:paraId="6BBEC5D8" w14:textId="2A1331A5" w:rsidR="00481677" w:rsidRPr="00FB40DE" w:rsidRDefault="00481677" w:rsidP="004A1971">
            <w:pPr>
              <w:spacing w:before="60" w:after="60"/>
              <w:rPr>
                <w:rFonts w:ascii="EmitechGroupe" w:hAnsi="EmitechGroupe" w:cs="EmitechGroupe"/>
                <w:szCs w:val="22"/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10B8EB8E" w14:textId="67866665" w:rsidR="00481677" w:rsidRPr="00252113" w:rsidRDefault="00481677" w:rsidP="004A1971">
            <w:pPr>
              <w:spacing w:before="60" w:after="60"/>
              <w:jc w:val="center"/>
              <w:rPr>
                <w:b/>
                <w:bCs/>
                <w:lang w:val="en-US"/>
              </w:rPr>
            </w:pPr>
          </w:p>
        </w:tc>
      </w:tr>
      <w:tr w:rsidR="00481677" w:rsidRPr="00252113" w14:paraId="21CB5171" w14:textId="77777777" w:rsidTr="004A19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1010" w:type="dxa"/>
          </w:tcPr>
          <w:p w14:paraId="7C2DF6EE" w14:textId="77777777" w:rsidR="00481677" w:rsidRDefault="00481677" w:rsidP="004A1971">
            <w:pPr>
              <w:spacing w:before="60" w:after="6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</w:t>
            </w:r>
          </w:p>
        </w:tc>
        <w:tc>
          <w:tcPr>
            <w:tcW w:w="5103" w:type="dxa"/>
          </w:tcPr>
          <w:p w14:paraId="0A670ED0" w14:textId="7C13C657" w:rsidR="00481677" w:rsidRPr="00FB40DE" w:rsidRDefault="00481677" w:rsidP="004A1971">
            <w:pPr>
              <w:tabs>
                <w:tab w:val="left" w:pos="3640"/>
              </w:tabs>
              <w:spacing w:before="60" w:after="60"/>
              <w:jc w:val="left"/>
              <w:rPr>
                <w:rFonts w:ascii="EmitechGroupe" w:hAnsi="EmitechGroupe" w:cs="EmitechGroupe"/>
                <w:szCs w:val="22"/>
              </w:rPr>
            </w:pPr>
          </w:p>
        </w:tc>
        <w:tc>
          <w:tcPr>
            <w:tcW w:w="2443" w:type="dxa"/>
          </w:tcPr>
          <w:p w14:paraId="2EAFE8E7" w14:textId="507A3A1A" w:rsidR="00481677" w:rsidRPr="00FB40DE" w:rsidRDefault="00481677" w:rsidP="004A1971">
            <w:pPr>
              <w:spacing w:before="60" w:after="60"/>
              <w:rPr>
                <w:rFonts w:ascii="EmitechGroupe" w:hAnsi="EmitechGroupe" w:cs="EmitechGroupe"/>
                <w:szCs w:val="22"/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2D86A742" w14:textId="4C9A2495" w:rsidR="00481677" w:rsidRDefault="00481677" w:rsidP="004A1971">
            <w:pPr>
              <w:spacing w:before="60" w:after="60"/>
              <w:jc w:val="center"/>
              <w:rPr>
                <w:b/>
                <w:bCs/>
                <w:lang w:val="en-US"/>
              </w:rPr>
            </w:pPr>
          </w:p>
        </w:tc>
      </w:tr>
      <w:tr w:rsidR="00481677" w:rsidRPr="00252113" w14:paraId="1A11EFB0" w14:textId="77777777" w:rsidTr="004A19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1010" w:type="dxa"/>
          </w:tcPr>
          <w:p w14:paraId="100013F3" w14:textId="77777777" w:rsidR="00481677" w:rsidRPr="00187E92" w:rsidRDefault="00481677" w:rsidP="004A1971">
            <w:pPr>
              <w:spacing w:before="60" w:after="60"/>
              <w:jc w:val="center"/>
              <w:rPr>
                <w:b/>
                <w:bCs/>
                <w:lang w:val="en-US"/>
              </w:rPr>
            </w:pPr>
            <w:r w:rsidRPr="00187E92">
              <w:rPr>
                <w:b/>
              </w:rPr>
              <w:t>4</w:t>
            </w:r>
          </w:p>
        </w:tc>
        <w:tc>
          <w:tcPr>
            <w:tcW w:w="5103" w:type="dxa"/>
          </w:tcPr>
          <w:p w14:paraId="6E0A1815" w14:textId="47B69C6C" w:rsidR="00481677" w:rsidRPr="000A03BC" w:rsidRDefault="00481677" w:rsidP="004A1971">
            <w:pPr>
              <w:tabs>
                <w:tab w:val="left" w:pos="3640"/>
              </w:tabs>
              <w:spacing w:before="60" w:after="60"/>
              <w:jc w:val="left"/>
              <w:rPr>
                <w:rFonts w:ascii="EmitechGroupe" w:hAnsi="EmitechGroupe" w:cs="EmitechGroupe"/>
                <w:szCs w:val="22"/>
                <w:lang w:val="en-US"/>
              </w:rPr>
            </w:pPr>
          </w:p>
        </w:tc>
        <w:tc>
          <w:tcPr>
            <w:tcW w:w="2443" w:type="dxa"/>
          </w:tcPr>
          <w:p w14:paraId="144AD06C" w14:textId="11356028" w:rsidR="00481677" w:rsidRPr="000A03BC" w:rsidRDefault="00481677" w:rsidP="004A1971">
            <w:pPr>
              <w:spacing w:before="60" w:after="60"/>
              <w:rPr>
                <w:rFonts w:ascii="EmitechGroupe" w:hAnsi="EmitechGroupe" w:cs="EmitechGroupe"/>
                <w:szCs w:val="22"/>
                <w:lang w:val="en-US"/>
              </w:rPr>
            </w:pPr>
          </w:p>
        </w:tc>
        <w:tc>
          <w:tcPr>
            <w:tcW w:w="1116" w:type="dxa"/>
            <w:gridSpan w:val="2"/>
          </w:tcPr>
          <w:p w14:paraId="152A7D34" w14:textId="1DAD0213" w:rsidR="00481677" w:rsidRDefault="00481677" w:rsidP="004A1971">
            <w:pPr>
              <w:spacing w:before="60" w:after="60"/>
              <w:jc w:val="center"/>
              <w:rPr>
                <w:b/>
                <w:bCs/>
                <w:lang w:val="en-US"/>
              </w:rPr>
            </w:pPr>
          </w:p>
        </w:tc>
      </w:tr>
    </w:tbl>
    <w:p w14:paraId="73645975" w14:textId="77777777" w:rsidR="00481677" w:rsidRPr="00D72DFF" w:rsidRDefault="00481677" w:rsidP="00D72DFF">
      <w:pPr>
        <w:rPr>
          <w:lang w:val="en-US"/>
        </w:rPr>
      </w:pPr>
    </w:p>
    <w:p w14:paraId="7BF54279" w14:textId="3982398B" w:rsidR="009A442E" w:rsidRDefault="009A442E" w:rsidP="009A442E">
      <w:pPr>
        <w:pStyle w:val="berschrift2"/>
      </w:pPr>
      <w:bookmarkStart w:id="11" w:name="_Ref52441502"/>
      <w:bookmarkStart w:id="12" w:name="_Toc54021452"/>
      <w:bookmarkStart w:id="13" w:name="_Toc54021806"/>
      <w:r>
        <w:t>Normative Documents</w:t>
      </w:r>
      <w:bookmarkEnd w:id="11"/>
      <w:bookmarkEnd w:id="12"/>
      <w:bookmarkEnd w:id="13"/>
    </w:p>
    <w:p w14:paraId="5B716185" w14:textId="1F7068FA" w:rsidR="00D72DFF" w:rsidRDefault="00A520A7" w:rsidP="00D72DFF">
      <w:pPr>
        <w:rPr>
          <w:lang w:val="en-US"/>
        </w:rPr>
      </w:pPr>
      <w:r>
        <w:rPr>
          <w:lang w:val="en-US"/>
        </w:rPr>
        <w:t>Follows the general normative in its last version: IPC-A-600 and IPC-4101D</w:t>
      </w:r>
    </w:p>
    <w:p w14:paraId="3677FE96" w14:textId="25DFD8E0" w:rsidR="00587873" w:rsidRDefault="00587873" w:rsidP="00D72DFF">
      <w:pPr>
        <w:rPr>
          <w:lang w:val="en-US"/>
        </w:rPr>
      </w:pPr>
      <w:proofErr w:type="gramStart"/>
      <w:r>
        <w:rPr>
          <w:lang w:val="en-US"/>
        </w:rPr>
        <w:t>Contractors</w:t>
      </w:r>
      <w:proofErr w:type="gramEnd"/>
      <w:r>
        <w:rPr>
          <w:lang w:val="en-US"/>
        </w:rPr>
        <w:t xml:space="preserve"> quality system under normative ISO-EN-UNE 9001:2008</w:t>
      </w:r>
    </w:p>
    <w:p w14:paraId="59A26EA9" w14:textId="77777777" w:rsidR="000C5DC2" w:rsidRPr="00D72DFF" w:rsidRDefault="000C5DC2" w:rsidP="00D72DFF">
      <w:pPr>
        <w:rPr>
          <w:lang w:val="en-US"/>
        </w:rPr>
      </w:pPr>
    </w:p>
    <w:p w14:paraId="18D050F3" w14:textId="77777777" w:rsidR="009617D3" w:rsidRDefault="009617D3">
      <w:pPr>
        <w:widowControl/>
        <w:jc w:val="left"/>
        <w:rPr>
          <w:b/>
          <w:lang w:val="en-US"/>
        </w:rPr>
      </w:pPr>
      <w:bookmarkStart w:id="14" w:name="_Toc54021453"/>
      <w:bookmarkStart w:id="15" w:name="_Toc54021807"/>
      <w:r>
        <w:br w:type="page"/>
      </w:r>
    </w:p>
    <w:p w14:paraId="53E65EC3" w14:textId="1E96C355" w:rsidR="009A442E" w:rsidRDefault="009A442E" w:rsidP="009A442E">
      <w:pPr>
        <w:pStyle w:val="berschrift2"/>
      </w:pPr>
      <w:r>
        <w:lastRenderedPageBreak/>
        <w:t>Abbreviations and Nomenclature</w:t>
      </w:r>
      <w:bookmarkEnd w:id="14"/>
      <w:bookmarkEnd w:id="15"/>
    </w:p>
    <w:p w14:paraId="2F5F62B7" w14:textId="77777777" w:rsidR="00645337" w:rsidRDefault="00645337" w:rsidP="00645337">
      <w:pPr>
        <w:rPr>
          <w:lang w:val="en-US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3810"/>
        <w:gridCol w:w="992"/>
        <w:gridCol w:w="3820"/>
      </w:tblGrid>
      <w:tr w:rsidR="009617D3" w:rsidRPr="00CF0431" w14:paraId="39CD5B3D" w14:textId="77777777" w:rsidTr="0012595D">
        <w:trPr>
          <w:cantSplit/>
        </w:trPr>
        <w:tc>
          <w:tcPr>
            <w:tcW w:w="96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7E1D0172" w14:textId="77777777" w:rsidR="009617D3" w:rsidRPr="00CF0431" w:rsidRDefault="009617D3" w:rsidP="0012595D">
            <w:pPr>
              <w:snapToGrid w:val="0"/>
              <w:spacing w:before="60" w:after="60"/>
              <w:jc w:val="center"/>
              <w:rPr>
                <w:rFonts w:ascii="Calibri" w:hAnsi="Calibri"/>
                <w:b/>
                <w:bCs/>
              </w:rPr>
            </w:pPr>
            <w:r w:rsidRPr="00CF0431">
              <w:rPr>
                <w:rFonts w:ascii="Calibri" w:hAnsi="Calibri"/>
                <w:b/>
                <w:bCs/>
              </w:rPr>
              <w:t xml:space="preserve">List of </w:t>
            </w:r>
            <w:proofErr w:type="spellStart"/>
            <w:r w:rsidRPr="00CF0431">
              <w:rPr>
                <w:rFonts w:ascii="Calibri" w:hAnsi="Calibri"/>
                <w:b/>
                <w:bCs/>
              </w:rPr>
              <w:t>Abbreviations</w:t>
            </w:r>
            <w:proofErr w:type="spellEnd"/>
          </w:p>
        </w:tc>
      </w:tr>
      <w:tr w:rsidR="009617D3" w:rsidRPr="00CF0431" w14:paraId="101E65D7" w14:textId="77777777" w:rsidTr="0012595D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2117F" w14:textId="5DDFA219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  <w:r w:rsidRPr="00CF0431">
              <w:rPr>
                <w:rFonts w:ascii="Calibri" w:hAnsi="Calibri"/>
              </w:rPr>
              <w:t>DTB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602EA" w14:textId="675A8739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  <w:r w:rsidRPr="00CF0431">
              <w:rPr>
                <w:rFonts w:ascii="Calibri" w:hAnsi="Calibri"/>
              </w:rPr>
              <w:t xml:space="preserve">Digital Trigger </w:t>
            </w:r>
            <w:proofErr w:type="spellStart"/>
            <w:r w:rsidRPr="00CF0431">
              <w:rPr>
                <w:rFonts w:ascii="Calibri" w:hAnsi="Calibri"/>
              </w:rPr>
              <w:t>Backplane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9350" w14:textId="5411F1D8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248C4" w14:textId="39141FBA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</w:p>
        </w:tc>
      </w:tr>
      <w:tr w:rsidR="009617D3" w:rsidRPr="00CF0431" w14:paraId="61110417" w14:textId="77777777" w:rsidTr="0012595D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5AC63" w14:textId="00A4DB3B" w:rsidR="009617D3" w:rsidRPr="00CF0431" w:rsidRDefault="00E441A8" w:rsidP="0012595D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CTDB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35684" w14:textId="079E62C4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Clock</w:t>
            </w:r>
            <w:proofErr w:type="spellEnd"/>
            <w:r>
              <w:rPr>
                <w:rFonts w:ascii="Calibri" w:hAnsi="Calibri"/>
              </w:rPr>
              <w:t xml:space="preserve"> &amp; Trigger Distribution </w:t>
            </w:r>
            <w:proofErr w:type="spellStart"/>
            <w:r>
              <w:rPr>
                <w:rFonts w:ascii="Calibri" w:hAnsi="Calibri"/>
              </w:rPr>
              <w:t>Board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AC5DE" w14:textId="77777777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5AD2A" w14:textId="77777777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</w:p>
        </w:tc>
      </w:tr>
      <w:tr w:rsidR="009617D3" w:rsidRPr="00CF0431" w14:paraId="62A476AA" w14:textId="77777777" w:rsidTr="0012595D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6CC68" w14:textId="6D101F9A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PCB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C9AC2" w14:textId="058AD955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Printed</w:t>
            </w:r>
            <w:proofErr w:type="spellEnd"/>
            <w:r>
              <w:rPr>
                <w:rFonts w:ascii="Calibri" w:hAnsi="Calibri"/>
              </w:rPr>
              <w:t xml:space="preserve"> Circuit </w:t>
            </w:r>
            <w:proofErr w:type="spellStart"/>
            <w:r>
              <w:rPr>
                <w:rFonts w:ascii="Calibri" w:hAnsi="Calibri"/>
              </w:rPr>
              <w:t>Board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9CA50" w14:textId="77777777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31DA0" w14:textId="77777777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</w:p>
        </w:tc>
      </w:tr>
      <w:tr w:rsidR="009617D3" w:rsidRPr="00CF0431" w14:paraId="58F2BD52" w14:textId="77777777" w:rsidTr="0012595D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93531" w14:textId="4C4732F3" w:rsidR="009617D3" w:rsidRPr="00CF0431" w:rsidRDefault="00E441A8" w:rsidP="0012595D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L2CB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A860D" w14:textId="59D410EE" w:rsidR="009617D3" w:rsidRPr="00CF0431" w:rsidRDefault="00E441A8" w:rsidP="0012595D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Level-2 Controller </w:t>
            </w:r>
            <w:proofErr w:type="spellStart"/>
            <w:r>
              <w:rPr>
                <w:rFonts w:ascii="Calibri" w:hAnsi="Calibri"/>
              </w:rPr>
              <w:t>Board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54DC2" w14:textId="77777777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4C551" w14:textId="77777777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</w:p>
        </w:tc>
      </w:tr>
      <w:tr w:rsidR="009617D3" w:rsidRPr="00CF0431" w14:paraId="4AA5665A" w14:textId="77777777" w:rsidTr="0012595D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5C73B" w14:textId="74EFF2DB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91779" w14:textId="7A2EEABB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64C4F" w14:textId="77777777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A33E3" w14:textId="77777777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</w:p>
        </w:tc>
      </w:tr>
      <w:tr w:rsidR="009617D3" w:rsidRPr="00CF0431" w14:paraId="0D7BAEE9" w14:textId="77777777" w:rsidTr="0012595D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47132" w14:textId="4ABEC6C7" w:rsidR="009617D3" w:rsidRDefault="009617D3" w:rsidP="0012595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77796" w14:textId="3444B41F" w:rsidR="009617D3" w:rsidRDefault="009617D3" w:rsidP="0012595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388F6" w14:textId="77777777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A2C8C" w14:textId="77777777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</w:p>
        </w:tc>
      </w:tr>
      <w:tr w:rsidR="009617D3" w:rsidRPr="00CF0431" w14:paraId="06C1BFEB" w14:textId="77777777" w:rsidTr="0012595D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1CF06" w14:textId="7CDBA068" w:rsidR="009617D3" w:rsidRDefault="009617D3" w:rsidP="0012595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003BA" w14:textId="514FC8EA" w:rsidR="009617D3" w:rsidRDefault="009617D3" w:rsidP="0012595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BDBA5" w14:textId="77777777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64A6A" w14:textId="77777777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</w:p>
        </w:tc>
      </w:tr>
      <w:tr w:rsidR="009617D3" w:rsidRPr="00CF0431" w14:paraId="41FBB6B9" w14:textId="77777777" w:rsidTr="0012595D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C5424" w14:textId="11CCB39F" w:rsidR="009617D3" w:rsidRDefault="009617D3" w:rsidP="0012595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4C4A3" w14:textId="13DC9F01" w:rsidR="009617D3" w:rsidRDefault="009617D3" w:rsidP="0012595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8A012" w14:textId="77777777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199F1" w14:textId="77777777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</w:p>
        </w:tc>
      </w:tr>
      <w:tr w:rsidR="009617D3" w:rsidRPr="00CF0431" w14:paraId="248FBB60" w14:textId="77777777" w:rsidTr="0012595D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DC0EE" w14:textId="0A4D2B73" w:rsidR="009617D3" w:rsidRDefault="009617D3" w:rsidP="0012595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F4F9D" w14:textId="75138E76" w:rsidR="009617D3" w:rsidRDefault="009617D3" w:rsidP="0012595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E1C44" w14:textId="77777777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F3BA2" w14:textId="77777777" w:rsidR="009617D3" w:rsidRPr="00CF0431" w:rsidRDefault="009617D3" w:rsidP="0012595D">
            <w:pPr>
              <w:snapToGrid w:val="0"/>
              <w:rPr>
                <w:rFonts w:ascii="Calibri" w:hAnsi="Calibri"/>
              </w:rPr>
            </w:pPr>
          </w:p>
        </w:tc>
      </w:tr>
    </w:tbl>
    <w:p w14:paraId="795AD6CD" w14:textId="7C2DA4ED" w:rsidR="00645337" w:rsidRPr="00645337" w:rsidRDefault="00645337" w:rsidP="00645337">
      <w:pPr>
        <w:rPr>
          <w:lang w:val="en-US"/>
        </w:rPr>
      </w:pPr>
      <w:r>
        <w:rPr>
          <w:lang w:val="en-US"/>
        </w:rPr>
        <w:t>.</w:t>
      </w:r>
    </w:p>
    <w:p w14:paraId="3D24B454" w14:textId="77777777" w:rsidR="009617D3" w:rsidRDefault="009617D3">
      <w:pPr>
        <w:widowControl/>
        <w:jc w:val="left"/>
        <w:rPr>
          <w:b/>
          <w:caps/>
        </w:rPr>
      </w:pPr>
      <w:bookmarkStart w:id="16" w:name="_Toc54021808"/>
      <w:r>
        <w:br w:type="page"/>
      </w:r>
    </w:p>
    <w:p w14:paraId="7AD95B8C" w14:textId="0ABE2F2E" w:rsidR="008A2611" w:rsidRPr="00017B27" w:rsidRDefault="00782CCF" w:rsidP="000A5914">
      <w:pPr>
        <w:pStyle w:val="berschrift1"/>
        <w:keepNext/>
        <w:widowControl/>
        <w:tabs>
          <w:tab w:val="clear" w:pos="432"/>
          <w:tab w:val="num" w:pos="574"/>
        </w:tabs>
        <w:spacing w:before="240" w:after="120"/>
        <w:ind w:left="573"/>
        <w:rPr>
          <w:lang w:val="en-GB"/>
        </w:rPr>
      </w:pPr>
      <w:r>
        <w:rPr>
          <w:lang w:val="fr-FR"/>
        </w:rPr>
        <w:lastRenderedPageBreak/>
        <w:t>S</w:t>
      </w:r>
      <w:r w:rsidR="00017B27">
        <w:rPr>
          <w:lang w:val="fr-FR"/>
        </w:rPr>
        <w:t>PECIFICATIONS FOR MANUFACTURING</w:t>
      </w:r>
      <w:bookmarkEnd w:id="16"/>
      <w:r w:rsidR="008A2611" w:rsidRPr="00017B27">
        <w:rPr>
          <w:lang w:val="en-GB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1F528E" w14:paraId="2C091364" w14:textId="77777777" w:rsidTr="001F528E">
        <w:tc>
          <w:tcPr>
            <w:tcW w:w="4811" w:type="dxa"/>
          </w:tcPr>
          <w:p w14:paraId="5DBD58EB" w14:textId="30A2C3AD" w:rsidR="001F528E" w:rsidRPr="00017B27" w:rsidRDefault="001F528E" w:rsidP="00D84F8C">
            <w:pPr>
              <w:rPr>
                <w:b/>
                <w:bCs/>
                <w:lang w:val="en-GB"/>
              </w:rPr>
            </w:pPr>
            <w:r w:rsidRPr="00017B27">
              <w:rPr>
                <w:b/>
                <w:bCs/>
                <w:lang w:val="en-GB"/>
              </w:rPr>
              <w:t xml:space="preserve">Regulations </w:t>
            </w:r>
          </w:p>
        </w:tc>
        <w:tc>
          <w:tcPr>
            <w:tcW w:w="4811" w:type="dxa"/>
          </w:tcPr>
          <w:p w14:paraId="33B9752B" w14:textId="77777777" w:rsidR="001F528E" w:rsidRDefault="001F528E" w:rsidP="00D84F8C">
            <w:pPr>
              <w:rPr>
                <w:lang w:val="en-GB"/>
              </w:rPr>
            </w:pPr>
            <w:r>
              <w:rPr>
                <w:lang w:val="en-GB"/>
              </w:rPr>
              <w:t xml:space="preserve">IPC-A-600 </w:t>
            </w:r>
          </w:p>
          <w:p w14:paraId="440918CC" w14:textId="7D1E302A" w:rsidR="001F528E" w:rsidRDefault="001F528E" w:rsidP="00D84F8C">
            <w:pPr>
              <w:rPr>
                <w:lang w:val="en-GB"/>
              </w:rPr>
            </w:pPr>
            <w:r>
              <w:rPr>
                <w:lang w:val="en-GB"/>
              </w:rPr>
              <w:t>IPC-4101D</w:t>
            </w:r>
          </w:p>
        </w:tc>
      </w:tr>
      <w:tr w:rsidR="001F528E" w14:paraId="02D88A8A" w14:textId="77777777" w:rsidTr="001F528E">
        <w:tc>
          <w:tcPr>
            <w:tcW w:w="4811" w:type="dxa"/>
          </w:tcPr>
          <w:p w14:paraId="7339AF87" w14:textId="32D4B05D" w:rsidR="001F528E" w:rsidRPr="00017B27" w:rsidRDefault="001F528E" w:rsidP="00D84F8C">
            <w:pPr>
              <w:rPr>
                <w:b/>
                <w:bCs/>
                <w:lang w:val="en-GB"/>
              </w:rPr>
            </w:pPr>
            <w:r w:rsidRPr="00017B27">
              <w:rPr>
                <w:b/>
                <w:bCs/>
                <w:lang w:val="en-GB"/>
              </w:rPr>
              <w:t>Soldering</w:t>
            </w:r>
          </w:p>
        </w:tc>
        <w:tc>
          <w:tcPr>
            <w:tcW w:w="4811" w:type="dxa"/>
          </w:tcPr>
          <w:p w14:paraId="070FC3D6" w14:textId="22B339CA" w:rsidR="001F528E" w:rsidRDefault="001F528E" w:rsidP="00D84F8C">
            <w:pPr>
              <w:rPr>
                <w:lang w:val="en-GB"/>
              </w:rPr>
            </w:pPr>
            <w:r>
              <w:rPr>
                <w:lang w:val="en-GB"/>
              </w:rPr>
              <w:t>RoHS directive 2011/65/EU</w:t>
            </w:r>
          </w:p>
        </w:tc>
      </w:tr>
      <w:tr w:rsidR="001F528E" w14:paraId="26AC1D46" w14:textId="77777777" w:rsidTr="001F528E">
        <w:tc>
          <w:tcPr>
            <w:tcW w:w="4811" w:type="dxa"/>
          </w:tcPr>
          <w:p w14:paraId="64324DB4" w14:textId="2E7F4981" w:rsidR="001F528E" w:rsidRPr="00017B27" w:rsidRDefault="0003321A" w:rsidP="00D84F8C">
            <w:pPr>
              <w:rPr>
                <w:b/>
                <w:bCs/>
                <w:lang w:val="en-GB"/>
              </w:rPr>
            </w:pPr>
            <w:r w:rsidRPr="00017B27">
              <w:rPr>
                <w:b/>
                <w:bCs/>
                <w:lang w:val="en-GB"/>
              </w:rPr>
              <w:t>Electric test</w:t>
            </w:r>
          </w:p>
        </w:tc>
        <w:tc>
          <w:tcPr>
            <w:tcW w:w="4811" w:type="dxa"/>
          </w:tcPr>
          <w:p w14:paraId="78DBE34E" w14:textId="0C5A2CE8" w:rsidR="001F528E" w:rsidRDefault="0003321A" w:rsidP="00D84F8C">
            <w:pPr>
              <w:rPr>
                <w:lang w:val="en-GB"/>
              </w:rPr>
            </w:pPr>
            <w:r>
              <w:rPr>
                <w:lang w:val="en-GB"/>
              </w:rPr>
              <w:t>IPC-9252 level B</w:t>
            </w:r>
          </w:p>
        </w:tc>
      </w:tr>
    </w:tbl>
    <w:p w14:paraId="5F55710D" w14:textId="6BDEF775" w:rsidR="00A520A7" w:rsidRPr="008A0A16" w:rsidRDefault="00A520A7" w:rsidP="00A520A7">
      <w:pPr>
        <w:rPr>
          <w:b/>
        </w:rPr>
      </w:pPr>
    </w:p>
    <w:p w14:paraId="744EFCC9" w14:textId="6562CF57" w:rsidR="00FC28B1" w:rsidRDefault="007B5D9C" w:rsidP="008A0A16">
      <w:pPr>
        <w:pStyle w:val="Textestandard"/>
        <w:ind w:left="0"/>
      </w:pPr>
      <w:r>
        <w:rPr>
          <w:b/>
        </w:rPr>
        <w:t xml:space="preserve">PCB </w:t>
      </w:r>
      <w:proofErr w:type="spellStart"/>
      <w:r w:rsidR="008A0A16" w:rsidRPr="003516BD">
        <w:rPr>
          <w:b/>
        </w:rPr>
        <w:t>Layerstack</w:t>
      </w:r>
      <w:proofErr w:type="spellEnd"/>
    </w:p>
    <w:p w14:paraId="4F640F3E" w14:textId="77777777" w:rsidR="003516BD" w:rsidRDefault="003516BD" w:rsidP="008A0A16">
      <w:pPr>
        <w:pStyle w:val="Textestandard"/>
        <w:ind w:left="0"/>
      </w:pPr>
    </w:p>
    <w:p w14:paraId="6C8C3E6C" w14:textId="2302BAC2" w:rsidR="003516BD" w:rsidRDefault="00617DB4" w:rsidP="00FC28B1">
      <w:pPr>
        <w:pStyle w:val="Textestandard"/>
        <w:numPr>
          <w:ilvl w:val="0"/>
          <w:numId w:val="5"/>
        </w:numPr>
      </w:pPr>
      <w:r>
        <w:t xml:space="preserve">final </w:t>
      </w:r>
      <w:proofErr w:type="spellStart"/>
      <w:r>
        <w:t>thickness</w:t>
      </w:r>
      <w:proofErr w:type="spellEnd"/>
      <w:r>
        <w:t> :</w:t>
      </w:r>
      <w:r w:rsidR="008A0A16">
        <w:t xml:space="preserve"> </w:t>
      </w:r>
      <w:r>
        <w:tab/>
      </w:r>
      <w:r>
        <w:tab/>
      </w:r>
      <w:r w:rsidR="00E717F9">
        <w:t>1.</w:t>
      </w:r>
      <w:r w:rsidR="006444AC">
        <w:t>586</w:t>
      </w:r>
      <w:r w:rsidR="003516BD">
        <w:t>mm</w:t>
      </w:r>
    </w:p>
    <w:p w14:paraId="4BD446A1" w14:textId="1ACB7B35" w:rsidR="003516BD" w:rsidRDefault="003516BD" w:rsidP="00FC28B1">
      <w:pPr>
        <w:pStyle w:val="Textestandard"/>
        <w:numPr>
          <w:ilvl w:val="0"/>
          <w:numId w:val="5"/>
        </w:numPr>
      </w:pPr>
      <w:r>
        <w:t xml:space="preserve">100 </w:t>
      </w:r>
      <w:proofErr w:type="gramStart"/>
      <w:r>
        <w:t>ohm</w:t>
      </w:r>
      <w:proofErr w:type="gramEnd"/>
      <w:r>
        <w:t xml:space="preserve"> </w:t>
      </w:r>
      <w:proofErr w:type="spellStart"/>
      <w:r>
        <w:t>impedance</w:t>
      </w:r>
      <w:proofErr w:type="spellEnd"/>
      <w:r>
        <w:t xml:space="preserve"> in </w:t>
      </w:r>
      <w:proofErr w:type="spellStart"/>
      <w:r>
        <w:t>layers</w:t>
      </w:r>
      <w:proofErr w:type="spellEnd"/>
      <w:r w:rsidR="00617DB4">
        <w:t> :</w:t>
      </w:r>
      <w:r w:rsidR="00617DB4">
        <w:tab/>
      </w:r>
      <w:r w:rsidR="00DE19E7">
        <w:t>L1, L</w:t>
      </w:r>
      <w:r w:rsidR="006444AC">
        <w:t>3</w:t>
      </w:r>
      <w:r w:rsidR="00DE19E7">
        <w:t>, L7, L</w:t>
      </w:r>
      <w:r w:rsidR="006444AC">
        <w:t>10</w:t>
      </w:r>
    </w:p>
    <w:p w14:paraId="48E5E35D" w14:textId="3A2D9F90" w:rsidR="00DE19E7" w:rsidRDefault="00DE19E7" w:rsidP="00FC28B1">
      <w:pPr>
        <w:pStyle w:val="Textestandard"/>
        <w:numPr>
          <w:ilvl w:val="0"/>
          <w:numId w:val="5"/>
        </w:numPr>
      </w:pPr>
      <w:r>
        <w:t xml:space="preserve">50 </w:t>
      </w:r>
      <w:proofErr w:type="gramStart"/>
      <w:r>
        <w:t>ohm</w:t>
      </w:r>
      <w:proofErr w:type="gramEnd"/>
      <w:r>
        <w:t xml:space="preserve"> </w:t>
      </w:r>
      <w:proofErr w:type="spellStart"/>
      <w:r>
        <w:t>impedance</w:t>
      </w:r>
      <w:proofErr w:type="spellEnd"/>
      <w:r>
        <w:t xml:space="preserve"> in </w:t>
      </w:r>
      <w:proofErr w:type="spellStart"/>
      <w:r>
        <w:t>layers</w:t>
      </w:r>
      <w:proofErr w:type="spellEnd"/>
      <w:r>
        <w:t> :</w:t>
      </w:r>
      <w:r>
        <w:tab/>
        <w:t>L1, L</w:t>
      </w:r>
      <w:r w:rsidR="006444AC">
        <w:t>3</w:t>
      </w:r>
      <w:r>
        <w:t>, L7, L</w:t>
      </w:r>
      <w:r w:rsidR="006444AC">
        <w:t>10</w:t>
      </w:r>
      <w:r>
        <w:tab/>
      </w:r>
    </w:p>
    <w:p w14:paraId="1EE922C7" w14:textId="77777777" w:rsidR="008A0A16" w:rsidRDefault="008A0A16" w:rsidP="008A0A16">
      <w:pPr>
        <w:pStyle w:val="Textestandard"/>
        <w:ind w:left="0"/>
      </w:pPr>
    </w:p>
    <w:p w14:paraId="09F38094" w14:textId="15477258" w:rsidR="008A0A16" w:rsidRDefault="008A0A16" w:rsidP="008A0A16">
      <w:pPr>
        <w:pStyle w:val="Textestandard"/>
        <w:ind w:left="0"/>
      </w:pPr>
      <w:r>
        <w:rPr>
          <w:noProof/>
          <w:lang w:val="en-US" w:eastAsia="en-US"/>
        </w:rPr>
        <mc:AlternateContent>
          <mc:Choice Requires="wpc">
            <w:drawing>
              <wp:inline distT="0" distB="0" distL="0" distR="0" wp14:anchorId="70FA4C2B" wp14:editId="758A60DC">
                <wp:extent cx="6113721" cy="5677787"/>
                <wp:effectExtent l="0" t="0" r="0" b="0"/>
                <wp:docPr id="5" name="Zeichenbereich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30" name="Grafik 30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80000" y="180000"/>
                            <a:ext cx="3190476" cy="4590476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Zeichenbereich 5" o:spid="_x0000_s1026" editas="canvas" style="width:481.4pt;height:447.05pt;mso-position-horizontal-relative:char;mso-position-vertical-relative:line" coordsize="61131,567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131;height:56775;visibility:visible;mso-wrap-style:square">
                  <v:fill o:detectmouseclick="t"/>
                  <v:path o:connecttype="none"/>
                </v:shape>
                <v:shape id="Grafik 30" o:spid="_x0000_s1028" type="#_x0000_t75" style="position:absolute;left:1800;top:1800;width:31904;height:459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wsfW/AAAA2wAAAA8AAABkcnMvZG93bnJldi54bWxET01rwkAQvRf8D8sIvdWNCkWiq6gg6KGH&#10;pi1eh+yYBLOzITtm47/vHgo9Pt73Zje6Vg3Uh8azgfksA0VcettwZeD76/S2AhUE2WLrmQw8KcBu&#10;O3nZYG595E8aCqlUCuGQo4FapMu1DmVNDsPMd8SJu/neoSTYV9r2GFO4a/Uiy961w4ZTQ40dHWsq&#10;78XDGcDV4emKk3zIxev4U8ZrF4erMa/Tcb8GJTTKv/jPfbYGlml9+pJ+gN7+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WcLH1vwAAANsAAAAPAAAAAAAAAAAAAAAAAJ8CAABk&#10;cnMvZG93bnJldi54bWxQSwUGAAAAAAQABAD3AAAAiwMAAAAA&#10;">
                  <v:imagedata r:id="rId12" o:title=""/>
                  <v:path arrowok="t"/>
                </v:shape>
                <w10:anchorlock/>
              </v:group>
            </w:pict>
          </mc:Fallback>
        </mc:AlternateContent>
      </w:r>
    </w:p>
    <w:p w14:paraId="4123DC30" w14:textId="1E923A1D" w:rsidR="003516BD" w:rsidRDefault="003516BD">
      <w:pPr>
        <w:widowControl/>
        <w:jc w:val="left"/>
      </w:pPr>
      <w:r>
        <w:br w:type="page"/>
      </w:r>
    </w:p>
    <w:p w14:paraId="483F7F0C" w14:textId="67A4755B" w:rsidR="00617DB4" w:rsidRDefault="00617DB4" w:rsidP="00617DB4">
      <w:pPr>
        <w:pStyle w:val="Textestandard"/>
        <w:ind w:left="0"/>
        <w:rPr>
          <w:b/>
        </w:rPr>
      </w:pPr>
      <w:r>
        <w:rPr>
          <w:b/>
        </w:rPr>
        <w:lastRenderedPageBreak/>
        <w:t xml:space="preserve">100ohm </w:t>
      </w:r>
      <w:proofErr w:type="spellStart"/>
      <w:r>
        <w:rPr>
          <w:b/>
        </w:rPr>
        <w:t>Impedance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Layers</w:t>
      </w:r>
      <w:proofErr w:type="spellEnd"/>
      <w:r>
        <w:rPr>
          <w:b/>
        </w:rPr>
        <w:t xml:space="preserve"> 1,</w:t>
      </w:r>
      <w:r w:rsidR="00DE19E7">
        <w:rPr>
          <w:b/>
        </w:rPr>
        <w:t xml:space="preserve"> 10</w:t>
      </w:r>
    </w:p>
    <w:p w14:paraId="46F9B844" w14:textId="3B61B1A1" w:rsidR="00617DB4" w:rsidRDefault="00617DB4" w:rsidP="00617DB4">
      <w:pPr>
        <w:pStyle w:val="Textestandard"/>
        <w:ind w:left="0"/>
      </w:pPr>
      <w:r>
        <w:rPr>
          <w:noProof/>
          <w:lang w:val="en-US" w:eastAsia="en-US"/>
        </w:rPr>
        <mc:AlternateContent>
          <mc:Choice Requires="wpc">
            <w:drawing>
              <wp:inline distT="0" distB="0" distL="0" distR="0" wp14:anchorId="2DE833D9" wp14:editId="2BEC8800">
                <wp:extent cx="6177516" cy="3338623"/>
                <wp:effectExtent l="0" t="0" r="0" b="0"/>
                <wp:docPr id="15" name="Zeichenbereich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31" name="Grafik 31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80000" y="180000"/>
                            <a:ext cx="5390476" cy="2971429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Zeichenbereich 15" o:spid="_x0000_s1026" editas="canvas" style="width:486.4pt;height:262.9pt;mso-position-horizontal-relative:char;mso-position-vertical-relative:line" coordsize="61772,33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">
                <v:shape id="_x0000_s1027" type="#_x0000_t75" style="position:absolute;width:61772;height:33381;visibility:visible;mso-wrap-style:square">
                  <v:fill o:detectmouseclick="t"/>
                  <v:path o:connecttype="none"/>
                </v:shape>
                <v:shape id="Grafik 31" o:spid="_x0000_s1028" type="#_x0000_t75" style="position:absolute;left:1800;top:1800;width:53904;height:297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8s9K/DAAAA2wAAAA8AAABkcnMvZG93bnJldi54bWxEj81qwzAQhO+FvoPYQm+NHKeU4EYJIf29&#10;lJCkD7BYG8vEWjnS1nHfvioUehxm5htmsRp9pwaKqQ1sYDopQBHXwbbcGPg8vNzNQSVBttgFJgPf&#10;lGC1vL5aYGXDhXc07KVRGcKpQgNOpK+0TrUjj2kSeuLsHUP0KFnGRtuIlwz3nS6L4kF7bDkvOOxp&#10;46g+7b+8gady+0zSyVu8P2Mz/xhe3WlWGnN7M64fQQmN8h/+a79bA7Mp/H7JP0Av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yz0r8MAAADbAAAADwAAAAAAAAAAAAAAAACf&#10;AgAAZHJzL2Rvd25yZXYueG1sUEsFBgAAAAAEAAQA9wAAAI8DAAAAAA==&#10;">
                  <v:imagedata r:id="rId14" o:title=""/>
                  <v:path arrowok="t"/>
                </v:shape>
                <w10:anchorlock/>
              </v:group>
            </w:pict>
          </mc:Fallback>
        </mc:AlternateContent>
      </w:r>
    </w:p>
    <w:p w14:paraId="0A2B8959" w14:textId="77777777" w:rsidR="00617DB4" w:rsidRDefault="00617DB4">
      <w:pPr>
        <w:widowControl/>
        <w:jc w:val="left"/>
      </w:pPr>
    </w:p>
    <w:p w14:paraId="67BC4F3E" w14:textId="4D844DAB" w:rsidR="00617DB4" w:rsidRDefault="00617DB4" w:rsidP="00617DB4">
      <w:pPr>
        <w:pStyle w:val="Textestandard"/>
        <w:ind w:left="0"/>
        <w:rPr>
          <w:b/>
        </w:rPr>
      </w:pPr>
      <w:r>
        <w:rPr>
          <w:b/>
        </w:rPr>
        <w:t xml:space="preserve">100ohm </w:t>
      </w:r>
      <w:proofErr w:type="spellStart"/>
      <w:r>
        <w:rPr>
          <w:b/>
        </w:rPr>
        <w:t>Impedance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Layers</w:t>
      </w:r>
      <w:proofErr w:type="spellEnd"/>
      <w:r>
        <w:rPr>
          <w:b/>
        </w:rPr>
        <w:t xml:space="preserve"> </w:t>
      </w:r>
      <w:r w:rsidR="00DE19E7">
        <w:rPr>
          <w:b/>
        </w:rPr>
        <w:t>4, 7</w:t>
      </w:r>
    </w:p>
    <w:p w14:paraId="71036E62" w14:textId="77777777" w:rsidR="00F32112" w:rsidRDefault="00F32112" w:rsidP="00617DB4">
      <w:pPr>
        <w:pStyle w:val="Textestandard"/>
        <w:ind w:left="0"/>
        <w:rPr>
          <w:b/>
        </w:rPr>
      </w:pPr>
    </w:p>
    <w:p w14:paraId="7B29AA85" w14:textId="77777777" w:rsidR="00DE19E7" w:rsidRDefault="00617DB4" w:rsidP="00F32112">
      <w:pPr>
        <w:pStyle w:val="Textestandard"/>
        <w:ind w:left="0"/>
      </w:pPr>
      <w:r>
        <w:rPr>
          <w:noProof/>
          <w:lang w:val="en-US" w:eastAsia="en-US"/>
        </w:rPr>
        <mc:AlternateContent>
          <mc:Choice Requires="wpc">
            <w:drawing>
              <wp:inline distT="0" distB="0" distL="0" distR="0" wp14:anchorId="08870E4E" wp14:editId="6824B534">
                <wp:extent cx="6177516" cy="3455581"/>
                <wp:effectExtent l="0" t="0" r="0" b="0"/>
                <wp:docPr id="18" name="Zeichenbereich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32" name="Grafik 32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180000" y="180000"/>
                            <a:ext cx="5342857" cy="300000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Zeichenbereich 18" o:spid="_x0000_s1026" editas="canvas" style="width:486.4pt;height:272.1pt;mso-position-horizontal-relative:char;mso-position-vertical-relative:line" coordsize="61772,34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">
                <v:shape id="_x0000_s1027" type="#_x0000_t75" style="position:absolute;width:61772;height:34550;visibility:visible;mso-wrap-style:square">
                  <v:fill o:detectmouseclick="t"/>
                  <v:path o:connecttype="none"/>
                </v:shape>
                <v:shape id="Grafik 32" o:spid="_x0000_s1028" type="#_x0000_t75" style="position:absolute;left:1800;top:1800;width:53428;height:30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6f8IHGAAAA2wAAAA8AAABkcnMvZG93bnJldi54bWxEj09rwkAUxO+C32F5gpdQNypIm7qKlFpS&#10;yMV/h94e2WcSkn0bsqtJv31XEHocZuY3zHo7mEbcqXOVZQXzWQyCOLe64kLB+bR/eQXhPLLGxjIp&#10;+CUH2814tMZE254PdD/6QgQIuwQVlN63iZQuL8mgm9mWOHhX2xn0QXaF1B32AW4auYjjlTRYcVgo&#10;saWPkvL6eDMKLnV9SLPb8jv64qH4fPtpoks2V2o6GXbvIDwN/j/8bKdawXIBjy/hB8jN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p/wgcYAAADbAAAADwAAAAAAAAAAAAAA&#10;AACfAgAAZHJzL2Rvd25yZXYueG1sUEsFBgAAAAAEAAQA9wAAAJIDAAAAAA==&#10;">
                  <v:imagedata r:id="rId16" o:title=""/>
                  <v:path arrowok="t"/>
                </v:shape>
                <w10:anchorlock/>
              </v:group>
            </w:pict>
          </mc:Fallback>
        </mc:AlternateContent>
      </w:r>
    </w:p>
    <w:p w14:paraId="25B20F58" w14:textId="77777777" w:rsidR="00DE19E7" w:rsidRDefault="00DE19E7">
      <w:pPr>
        <w:widowControl/>
        <w:jc w:val="left"/>
        <w:rPr>
          <w:rFonts w:ascii="Times" w:eastAsia="Times New Roman" w:hAnsi="Times" w:cs="Wingdings"/>
          <w:szCs w:val="22"/>
        </w:rPr>
      </w:pPr>
      <w:r>
        <w:br w:type="page"/>
      </w:r>
    </w:p>
    <w:p w14:paraId="55BE8235" w14:textId="6D6654A1" w:rsidR="00DE19E7" w:rsidRDefault="00DE19E7" w:rsidP="00DE19E7">
      <w:pPr>
        <w:pStyle w:val="Textestandard"/>
        <w:ind w:left="0"/>
        <w:rPr>
          <w:b/>
        </w:rPr>
      </w:pPr>
      <w:r>
        <w:rPr>
          <w:b/>
        </w:rPr>
        <w:lastRenderedPageBreak/>
        <w:t>50</w:t>
      </w:r>
      <w:r>
        <w:rPr>
          <w:b/>
        </w:rPr>
        <w:t xml:space="preserve">ohm </w:t>
      </w:r>
      <w:proofErr w:type="spellStart"/>
      <w:r>
        <w:rPr>
          <w:b/>
        </w:rPr>
        <w:t>Impedance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Layers</w:t>
      </w:r>
      <w:proofErr w:type="spellEnd"/>
      <w:r>
        <w:rPr>
          <w:b/>
        </w:rPr>
        <w:t xml:space="preserve"> 1, 10</w:t>
      </w:r>
    </w:p>
    <w:p w14:paraId="08961EF2" w14:textId="77777777" w:rsidR="00DE19E7" w:rsidRDefault="00DE19E7" w:rsidP="00DE19E7">
      <w:pPr>
        <w:pStyle w:val="Textestandard"/>
        <w:ind w:left="0"/>
      </w:pPr>
      <w:r>
        <w:rPr>
          <w:noProof/>
          <w:lang w:val="en-US" w:eastAsia="en-US"/>
        </w:rPr>
        <mc:AlternateContent>
          <mc:Choice Requires="wpc">
            <w:drawing>
              <wp:inline distT="0" distB="0" distL="0" distR="0" wp14:anchorId="497FD92E" wp14:editId="1888CE4F">
                <wp:extent cx="6177516" cy="3338623"/>
                <wp:effectExtent l="0" t="0" r="0" b="0"/>
                <wp:docPr id="25" name="Zeichenbereich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33" name="Grafik 33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180000" y="180000"/>
                            <a:ext cx="5352381" cy="3123809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Zeichenbereich 25" o:spid="_x0000_s1026" editas="canvas" style="width:486.4pt;height:262.9pt;mso-position-horizontal-relative:char;mso-position-vertical-relative:line" coordsize="61772,33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">
                <v:shape id="_x0000_s1027" type="#_x0000_t75" style="position:absolute;width:61772;height:33381;visibility:visible;mso-wrap-style:square">
                  <v:fill o:detectmouseclick="t"/>
                  <v:path o:connecttype="none"/>
                </v:shape>
                <v:shape id="Grafik 33" o:spid="_x0000_s1028" type="#_x0000_t75" style="position:absolute;left:1800;top:1800;width:53523;height:31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xx5i+AAAA2wAAAA8AAABkcnMvZG93bnJldi54bWxEj0urwjAUhPcX/A/hCO6uqRZEq1FE8bH1&#10;AW4PzbEtNieliRr/vREEl8PMfMPMFsHU4kGtqywrGPQTEMS51RUXCs6nzf8YhPPIGmvLpOBFDhbz&#10;zt8MM22ffKDH0RciQthlqKD0vsmkdHlJBl3fNsTRu9rWoI+yLaRu8RnhppbDJBlJgxXHhRIbWpWU&#10;3453o2Cy2W7DYTeoebRzKcrA1ZovSvW6YTkF4Sn4X/jb3msFaQqfL/EHyPk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Ewxx5i+AAAA2wAAAA8AAAAAAAAAAAAAAAAAnwIAAGRy&#10;cy9kb3ducmV2LnhtbFBLBQYAAAAABAAEAPcAAACKAwAAAAA=&#10;">
                  <v:imagedata r:id="rId18" o:title=""/>
                  <v:path arrowok="t"/>
                </v:shape>
                <w10:anchorlock/>
              </v:group>
            </w:pict>
          </mc:Fallback>
        </mc:AlternateContent>
      </w:r>
    </w:p>
    <w:p w14:paraId="022DEEC7" w14:textId="77777777" w:rsidR="00DE19E7" w:rsidRDefault="00DE19E7" w:rsidP="00DE19E7">
      <w:pPr>
        <w:widowControl/>
        <w:jc w:val="left"/>
      </w:pPr>
    </w:p>
    <w:p w14:paraId="372DF8FF" w14:textId="233D7F2C" w:rsidR="00DE19E7" w:rsidRDefault="00F763CE" w:rsidP="00DE19E7">
      <w:pPr>
        <w:pStyle w:val="Textestandard"/>
        <w:ind w:left="0"/>
        <w:rPr>
          <w:b/>
        </w:rPr>
      </w:pPr>
      <w:r>
        <w:rPr>
          <w:b/>
        </w:rPr>
        <w:t>50</w:t>
      </w:r>
      <w:r w:rsidR="00DE19E7">
        <w:rPr>
          <w:b/>
        </w:rPr>
        <w:t xml:space="preserve">ohm </w:t>
      </w:r>
      <w:proofErr w:type="spellStart"/>
      <w:r w:rsidR="00DE19E7">
        <w:rPr>
          <w:b/>
        </w:rPr>
        <w:t>Impedance</w:t>
      </w:r>
      <w:proofErr w:type="spellEnd"/>
      <w:r w:rsidR="00DE19E7">
        <w:rPr>
          <w:b/>
        </w:rPr>
        <w:t xml:space="preserve"> </w:t>
      </w:r>
      <w:proofErr w:type="spellStart"/>
      <w:r w:rsidR="00DE19E7">
        <w:rPr>
          <w:b/>
        </w:rPr>
        <w:t>Layers</w:t>
      </w:r>
      <w:proofErr w:type="spellEnd"/>
      <w:r w:rsidR="00DE19E7">
        <w:rPr>
          <w:b/>
        </w:rPr>
        <w:t xml:space="preserve"> 4, 7</w:t>
      </w:r>
    </w:p>
    <w:p w14:paraId="79B62B06" w14:textId="77777777" w:rsidR="00DE19E7" w:rsidRDefault="00DE19E7" w:rsidP="00DE19E7">
      <w:pPr>
        <w:pStyle w:val="Textestandard"/>
        <w:ind w:left="0"/>
        <w:rPr>
          <w:b/>
        </w:rPr>
      </w:pPr>
    </w:p>
    <w:p w14:paraId="5C9D7499" w14:textId="77777777" w:rsidR="00DE19E7" w:rsidRDefault="00DE19E7" w:rsidP="00DE19E7">
      <w:pPr>
        <w:pStyle w:val="Textestandard"/>
        <w:ind w:left="0"/>
      </w:pPr>
      <w:r>
        <w:rPr>
          <w:noProof/>
          <w:lang w:val="en-US" w:eastAsia="en-US"/>
        </w:rPr>
        <mc:AlternateContent>
          <mc:Choice Requires="wpc">
            <w:drawing>
              <wp:inline distT="0" distB="0" distL="0" distR="0" wp14:anchorId="61687F40" wp14:editId="0EC27B76">
                <wp:extent cx="6177516" cy="3455581"/>
                <wp:effectExtent l="0" t="0" r="0" b="0"/>
                <wp:docPr id="26" name="Zeichenbereich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34" name="Grafik 34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180000" y="180000"/>
                            <a:ext cx="5352381" cy="3133333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Zeichenbereich 26" o:spid="_x0000_s1026" editas="canvas" style="width:486.4pt;height:272.1pt;mso-position-horizontal-relative:char;mso-position-vertical-relative:line" coordsize="61772,34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">
                <v:shape id="_x0000_s1027" type="#_x0000_t75" style="position:absolute;width:61772;height:34550;visibility:visible;mso-wrap-style:square">
                  <v:fill o:detectmouseclick="t"/>
                  <v:path o:connecttype="none"/>
                </v:shape>
                <v:shape id="Grafik 34" o:spid="_x0000_s1028" type="#_x0000_t75" style="position:absolute;left:1800;top:1800;width:53523;height:313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bXwvEAAAA2wAAAA8AAABkcnMvZG93bnJldi54bWxEj0FrwkAUhO9C/8PyBG91E1ukTd1ItQoe&#10;hNK0hx4f2Wc2JPs2ZldN/70rFDwOM/MNs1gOthVn6n3tWEE6TUAQl07XXCn4+d4+voDwAVlj65gU&#10;/JGHZf4wWmCm3YW/6FyESkQI+wwVmBC6TEpfGrLop64jjt7B9RZDlH0ldY+XCLetnCXJXFqsOS4Y&#10;7GhtqGyKk1UQ5Oa1OdImlSbd4+eJdx/D6lepyXh4fwMRaAj38H97pxU8PcPtS/wBMr8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bXwvEAAAA2wAAAA8AAAAAAAAAAAAAAAAA&#10;nwIAAGRycy9kb3ducmV2LnhtbFBLBQYAAAAABAAEAPcAAACQAwAAAAA=&#10;">
                  <v:imagedata r:id="rId20" o:title=""/>
                  <v:path arrowok="t"/>
                </v:shape>
                <w10:anchorlock/>
              </v:group>
            </w:pict>
          </mc:Fallback>
        </mc:AlternateContent>
      </w:r>
    </w:p>
    <w:p w14:paraId="65365B14" w14:textId="0A8E8E59" w:rsidR="003516BD" w:rsidRDefault="00DE19E7" w:rsidP="00F763CE">
      <w:pPr>
        <w:widowControl/>
        <w:jc w:val="left"/>
      </w:pPr>
      <w:r>
        <w:br w:type="page"/>
      </w:r>
    </w:p>
    <w:p w14:paraId="7F99FA53" w14:textId="1A4E45C7" w:rsidR="008A2611" w:rsidRPr="00454B23" w:rsidRDefault="008A2611" w:rsidP="00454B23">
      <w:pPr>
        <w:pStyle w:val="berschrift1"/>
        <w:keepNext/>
        <w:widowControl/>
        <w:tabs>
          <w:tab w:val="clear" w:pos="432"/>
          <w:tab w:val="num" w:pos="574"/>
        </w:tabs>
        <w:spacing w:before="240" w:after="120"/>
        <w:ind w:left="573"/>
        <w:rPr>
          <w:lang w:val="fr-FR"/>
        </w:rPr>
      </w:pPr>
      <w:bookmarkStart w:id="17" w:name="_Toc54021809"/>
      <w:r w:rsidRPr="00454B23">
        <w:rPr>
          <w:lang w:val="fr-FR"/>
        </w:rPr>
        <w:lastRenderedPageBreak/>
        <w:t>DELIVERABLE ITEMS</w:t>
      </w:r>
      <w:bookmarkEnd w:id="17"/>
      <w:r w:rsidRPr="00454B23">
        <w:rPr>
          <w:lang w:val="fr-FR"/>
        </w:rPr>
        <w:t xml:space="preserve"> </w:t>
      </w:r>
    </w:p>
    <w:p w14:paraId="3E667F0C" w14:textId="71320439" w:rsidR="00413E6D" w:rsidRPr="00A254C3" w:rsidRDefault="00413E6D" w:rsidP="00413E6D">
      <w:pPr>
        <w:pStyle w:val="berschrift2"/>
      </w:pPr>
      <w:bookmarkStart w:id="18" w:name="_Ref52440569"/>
      <w:bookmarkStart w:id="19" w:name="_Toc54021454"/>
      <w:bookmarkStart w:id="20" w:name="_Toc54021810"/>
      <w:r>
        <w:t xml:space="preserve">Customer contacts and </w:t>
      </w:r>
      <w:r w:rsidR="001C718E">
        <w:t>responsibilities</w:t>
      </w:r>
      <w:bookmarkEnd w:id="18"/>
      <w:bookmarkEnd w:id="19"/>
      <w:bookmarkEnd w:id="20"/>
    </w:p>
    <w:p w14:paraId="2B9B6C70" w14:textId="77777777" w:rsidR="001C718E" w:rsidRDefault="001C718E" w:rsidP="00413E6D">
      <w:pPr>
        <w:rPr>
          <w:lang w:val="en-US"/>
        </w:rPr>
      </w:pPr>
    </w:p>
    <w:tbl>
      <w:tblPr>
        <w:tblStyle w:val="Tabellenraster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4038"/>
        <w:gridCol w:w="3208"/>
      </w:tblGrid>
      <w:tr w:rsidR="001C718E" w14:paraId="0F8BA3C8" w14:textId="77777777" w:rsidTr="00F472D8">
        <w:tc>
          <w:tcPr>
            <w:tcW w:w="1984" w:type="dxa"/>
          </w:tcPr>
          <w:p w14:paraId="27F37350" w14:textId="4F828AAD" w:rsidR="001C718E" w:rsidRDefault="001C718E" w:rsidP="00413E6D">
            <w:pPr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4038" w:type="dxa"/>
          </w:tcPr>
          <w:p w14:paraId="419B858D" w14:textId="71EA91D1" w:rsidR="001C718E" w:rsidRDefault="001C718E" w:rsidP="00413E6D">
            <w:pPr>
              <w:rPr>
                <w:lang w:val="en-US"/>
              </w:rPr>
            </w:pPr>
            <w:r>
              <w:rPr>
                <w:lang w:val="en-US"/>
              </w:rPr>
              <w:t>Responsibility</w:t>
            </w:r>
          </w:p>
        </w:tc>
        <w:tc>
          <w:tcPr>
            <w:tcW w:w="3208" w:type="dxa"/>
          </w:tcPr>
          <w:p w14:paraId="065F42A0" w14:textId="4EE8F04B" w:rsidR="001C718E" w:rsidRDefault="001C718E" w:rsidP="00413E6D">
            <w:pPr>
              <w:rPr>
                <w:lang w:val="en-US"/>
              </w:rPr>
            </w:pPr>
            <w:r>
              <w:rPr>
                <w:lang w:val="en-US"/>
              </w:rPr>
              <w:t>Contact</w:t>
            </w:r>
          </w:p>
        </w:tc>
      </w:tr>
      <w:tr w:rsidR="001C718E" w14:paraId="6001F158" w14:textId="77777777" w:rsidTr="00F472D8">
        <w:tc>
          <w:tcPr>
            <w:tcW w:w="1984" w:type="dxa"/>
          </w:tcPr>
          <w:p w14:paraId="7B16F736" w14:textId="5936D102" w:rsidR="001C718E" w:rsidRPr="0014214E" w:rsidRDefault="0014214E" w:rsidP="00413E6D">
            <w:pPr>
              <w:rPr>
                <w:lang w:val="en-US"/>
              </w:rPr>
            </w:pPr>
            <w:r>
              <w:rPr>
                <w:lang w:val="en-US"/>
              </w:rPr>
              <w:t>Juan Abel Barrio</w:t>
            </w:r>
          </w:p>
        </w:tc>
        <w:tc>
          <w:tcPr>
            <w:tcW w:w="4038" w:type="dxa"/>
          </w:tcPr>
          <w:p w14:paraId="3B16BE5D" w14:textId="7A470351" w:rsidR="001C718E" w:rsidRPr="0014214E" w:rsidRDefault="0014214E" w:rsidP="00413E6D">
            <w:pPr>
              <w:rPr>
                <w:lang w:val="en-US"/>
              </w:rPr>
            </w:pPr>
            <w:r>
              <w:rPr>
                <w:lang w:val="en-US"/>
              </w:rPr>
              <w:t>Project Manager</w:t>
            </w:r>
          </w:p>
        </w:tc>
        <w:tc>
          <w:tcPr>
            <w:tcW w:w="3208" w:type="dxa"/>
          </w:tcPr>
          <w:p w14:paraId="7291D76A" w14:textId="137E6C85" w:rsidR="001C718E" w:rsidRPr="0014214E" w:rsidRDefault="0014214E" w:rsidP="00413E6D">
            <w:pPr>
              <w:rPr>
                <w:lang w:val="en-US"/>
              </w:rPr>
            </w:pPr>
            <w:r>
              <w:rPr>
                <w:rStyle w:val="go"/>
              </w:rPr>
              <w:t>barrio@gae.ucm.es</w:t>
            </w:r>
          </w:p>
        </w:tc>
      </w:tr>
      <w:tr w:rsidR="001C718E" w:rsidRPr="00541BCE" w14:paraId="31B67AE2" w14:textId="77777777" w:rsidTr="00F472D8">
        <w:tc>
          <w:tcPr>
            <w:tcW w:w="1984" w:type="dxa"/>
          </w:tcPr>
          <w:p w14:paraId="4594B647" w14:textId="2FDC195D" w:rsidR="001C718E" w:rsidRPr="0014214E" w:rsidRDefault="00F472D8" w:rsidP="00413E6D">
            <w:pPr>
              <w:rPr>
                <w:lang w:val="en-US"/>
              </w:rPr>
            </w:pPr>
            <w:r>
              <w:rPr>
                <w:lang w:val="en-US"/>
              </w:rPr>
              <w:t>K.-H. Sulanke</w:t>
            </w:r>
          </w:p>
        </w:tc>
        <w:tc>
          <w:tcPr>
            <w:tcW w:w="4038" w:type="dxa"/>
          </w:tcPr>
          <w:p w14:paraId="75219E8D" w14:textId="2413B8DC" w:rsidR="001C718E" w:rsidRPr="0014214E" w:rsidRDefault="00F472D8" w:rsidP="00F472D8">
            <w:pPr>
              <w:rPr>
                <w:lang w:val="en-US"/>
              </w:rPr>
            </w:pPr>
            <w:r>
              <w:rPr>
                <w:lang w:val="en-US"/>
              </w:rPr>
              <w:t>Schematic</w:t>
            </w:r>
            <w:r w:rsidR="0014214E">
              <w:rPr>
                <w:lang w:val="en-US"/>
              </w:rPr>
              <w:t xml:space="preserve"> </w:t>
            </w:r>
            <w:r w:rsidR="003E3BD9">
              <w:rPr>
                <w:lang w:val="en-US"/>
              </w:rPr>
              <w:t>and Firmware design</w:t>
            </w:r>
          </w:p>
        </w:tc>
        <w:tc>
          <w:tcPr>
            <w:tcW w:w="3208" w:type="dxa"/>
          </w:tcPr>
          <w:p w14:paraId="25CC827B" w14:textId="0F759AA0" w:rsidR="001C718E" w:rsidRPr="0014214E" w:rsidRDefault="00F472D8" w:rsidP="00413E6D">
            <w:pPr>
              <w:rPr>
                <w:lang w:val="en-US"/>
              </w:rPr>
            </w:pPr>
            <w:r>
              <w:rPr>
                <w:rStyle w:val="gi"/>
              </w:rPr>
              <w:t>karl-heinz.sulanke@desy.de</w:t>
            </w:r>
          </w:p>
        </w:tc>
      </w:tr>
      <w:tr w:rsidR="001C718E" w14:paraId="2482F876" w14:textId="77777777" w:rsidTr="00F472D8">
        <w:tc>
          <w:tcPr>
            <w:tcW w:w="1984" w:type="dxa"/>
          </w:tcPr>
          <w:p w14:paraId="4094ED8B" w14:textId="5DF66AE0" w:rsidR="001C718E" w:rsidRPr="0014214E" w:rsidRDefault="00A254C3" w:rsidP="00413E6D">
            <w:pPr>
              <w:rPr>
                <w:lang w:val="en-US"/>
              </w:rPr>
            </w:pPr>
            <w:r>
              <w:rPr>
                <w:lang w:val="en-US"/>
              </w:rPr>
              <w:t xml:space="preserve">Brigitte </w:t>
            </w:r>
            <w:proofErr w:type="spellStart"/>
            <w:r>
              <w:rPr>
                <w:lang w:val="en-US"/>
              </w:rPr>
              <w:t>Kielgas</w:t>
            </w:r>
            <w:proofErr w:type="spellEnd"/>
          </w:p>
        </w:tc>
        <w:tc>
          <w:tcPr>
            <w:tcW w:w="4038" w:type="dxa"/>
          </w:tcPr>
          <w:p w14:paraId="2C69C53D" w14:textId="041D373A" w:rsidR="001C718E" w:rsidRPr="0014214E" w:rsidRDefault="00F472D8" w:rsidP="00413E6D">
            <w:pPr>
              <w:rPr>
                <w:lang w:val="en-US"/>
              </w:rPr>
            </w:pPr>
            <w:r>
              <w:rPr>
                <w:lang w:val="en-US"/>
              </w:rPr>
              <w:t>PCB design</w:t>
            </w:r>
            <w:r w:rsidR="0014214E">
              <w:rPr>
                <w:lang w:val="en-US"/>
              </w:rPr>
              <w:t xml:space="preserve"> </w:t>
            </w:r>
          </w:p>
        </w:tc>
        <w:tc>
          <w:tcPr>
            <w:tcW w:w="3208" w:type="dxa"/>
          </w:tcPr>
          <w:p w14:paraId="70C08388" w14:textId="2F74D4EC" w:rsidR="001C718E" w:rsidRPr="0014214E" w:rsidRDefault="00A254C3" w:rsidP="00413E6D">
            <w:pPr>
              <w:rPr>
                <w:lang w:val="en-US"/>
              </w:rPr>
            </w:pPr>
            <w:r>
              <w:rPr>
                <w:lang w:val="en-US"/>
              </w:rPr>
              <w:t>info@anakonda.de</w:t>
            </w:r>
          </w:p>
        </w:tc>
      </w:tr>
    </w:tbl>
    <w:p w14:paraId="049BC6DA" w14:textId="77777777" w:rsidR="001C718E" w:rsidRDefault="001C718E" w:rsidP="00413E6D">
      <w:pPr>
        <w:rPr>
          <w:lang w:val="en-US"/>
        </w:rPr>
      </w:pPr>
    </w:p>
    <w:p w14:paraId="4E90B3B9" w14:textId="47ABB07B" w:rsidR="00413E6D" w:rsidRDefault="00413E6D" w:rsidP="00413E6D">
      <w:pPr>
        <w:pStyle w:val="berschrift2"/>
      </w:pPr>
      <w:bookmarkStart w:id="21" w:name="_Toc54021455"/>
      <w:bookmarkStart w:id="22" w:name="_Toc54021811"/>
      <w:r>
        <w:t xml:space="preserve">Manufacturer contacts and </w:t>
      </w:r>
      <w:r w:rsidR="001C718E">
        <w:t>responsibilities</w:t>
      </w:r>
      <w:bookmarkEnd w:id="21"/>
      <w:bookmarkEnd w:id="22"/>
    </w:p>
    <w:p w14:paraId="56ECAF9D" w14:textId="5D73EC6C" w:rsidR="0014214E" w:rsidRDefault="00282B21" w:rsidP="00282B21">
      <w:pPr>
        <w:pStyle w:val="Normal1"/>
        <w:jc w:val="left"/>
      </w:pPr>
      <w:r>
        <w:rPr>
          <w:b/>
        </w:rPr>
        <w:t xml:space="preserve">    </w:t>
      </w:r>
      <w:r w:rsidR="00A520A7" w:rsidRPr="00282B21">
        <w:rPr>
          <w:bCs/>
        </w:rPr>
        <w:t>Manufacturer:</w:t>
      </w:r>
      <w:r w:rsidR="00A520A7">
        <w:rPr>
          <w:b/>
        </w:rPr>
        <w:t xml:space="preserve"> </w:t>
      </w:r>
      <w:r w:rsidR="00F472D8">
        <w:rPr>
          <w:bCs/>
        </w:rPr>
        <w:t>DESY-</w:t>
      </w:r>
      <w:r w:rsidR="00F763CE">
        <w:rPr>
          <w:bCs/>
        </w:rPr>
        <w:t>Z_EL1</w:t>
      </w:r>
      <w:r w:rsidR="00F472D8">
        <w:rPr>
          <w:bCs/>
        </w:rPr>
        <w:t>,</w:t>
      </w:r>
      <w:r w:rsidR="00A520A7">
        <w:rPr>
          <w:bCs/>
        </w:rPr>
        <w:t xml:space="preserve"> </w:t>
      </w:r>
      <w:r w:rsidR="00A520A7" w:rsidRPr="00A520A7">
        <w:rPr>
          <w:bCs/>
        </w:rPr>
        <w:t>+</w:t>
      </w:r>
      <w:r w:rsidR="00F472D8">
        <w:rPr>
          <w:bCs/>
        </w:rPr>
        <w:t xml:space="preserve">49 </w:t>
      </w:r>
      <w:r w:rsidR="00F763CE">
        <w:rPr>
          <w:bCs/>
        </w:rPr>
        <w:t>33762 77538</w:t>
      </w:r>
      <w:r w:rsidR="00F472D8">
        <w:rPr>
          <w:bCs/>
        </w:rPr>
        <w:t xml:space="preserve">, </w:t>
      </w:r>
      <w:r w:rsidR="00F763CE">
        <w:rPr>
          <w:bCs/>
        </w:rPr>
        <w:t>wolfgang.philipp</w:t>
      </w:r>
      <w:r w:rsidR="00F472D8">
        <w:rPr>
          <w:bCs/>
        </w:rPr>
        <w:t>@desy.de</w:t>
      </w:r>
    </w:p>
    <w:p w14:paraId="034EB270" w14:textId="77777777" w:rsidR="00946A15" w:rsidRPr="00A520A7" w:rsidRDefault="00946A15" w:rsidP="00282B21">
      <w:pPr>
        <w:pStyle w:val="Normal1"/>
        <w:jc w:val="left"/>
        <w:rPr>
          <w:bCs/>
        </w:rPr>
      </w:pPr>
    </w:p>
    <w:p w14:paraId="74F04BBB" w14:textId="7FFE78D4" w:rsidR="009B2FA2" w:rsidRPr="00946A15" w:rsidRDefault="009B2FA2" w:rsidP="009B2FA2">
      <w:pPr>
        <w:pStyle w:val="berschrift2"/>
      </w:pPr>
      <w:bookmarkStart w:id="23" w:name="_Toc54021456"/>
      <w:bookmarkStart w:id="24" w:name="_Toc54021812"/>
      <w:r>
        <w:t>Design tools</w:t>
      </w:r>
      <w:bookmarkEnd w:id="23"/>
      <w:bookmarkEnd w:id="24"/>
    </w:p>
    <w:p w14:paraId="4092BC0E" w14:textId="67AE2281" w:rsidR="009B2FA2" w:rsidRPr="009B2FA2" w:rsidRDefault="009B2FA2" w:rsidP="00282B21">
      <w:pPr>
        <w:ind w:left="708" w:firstLine="143"/>
        <w:rPr>
          <w:lang w:val="en-US"/>
        </w:rPr>
      </w:pPr>
      <w:r w:rsidRPr="00282B21">
        <w:rPr>
          <w:lang w:val="en-US"/>
        </w:rPr>
        <w:t xml:space="preserve">Schematic and PCB </w:t>
      </w:r>
      <w:proofErr w:type="gramStart"/>
      <w:r w:rsidRPr="00282B21">
        <w:rPr>
          <w:lang w:val="en-US"/>
        </w:rPr>
        <w:t>layout :</w:t>
      </w:r>
      <w:proofErr w:type="gramEnd"/>
      <w:r w:rsidRPr="009B2FA2">
        <w:rPr>
          <w:b/>
          <w:bCs/>
          <w:lang w:val="en-US"/>
        </w:rPr>
        <w:t xml:space="preserve"> </w:t>
      </w:r>
      <w:r w:rsidR="00F472D8">
        <w:rPr>
          <w:lang w:val="en-US"/>
        </w:rPr>
        <w:t>Mentor Graphics</w:t>
      </w:r>
      <w:r w:rsidR="00CA468A">
        <w:rPr>
          <w:lang w:val="en-US"/>
        </w:rPr>
        <w:t xml:space="preserve"> </w:t>
      </w:r>
      <w:r w:rsidR="003E3BD9">
        <w:rPr>
          <w:lang w:val="en-US"/>
        </w:rPr>
        <w:t>Version VX.2.5</w:t>
      </w:r>
    </w:p>
    <w:p w14:paraId="4F393AD0" w14:textId="77777777" w:rsidR="009B2FA2" w:rsidRPr="009B2FA2" w:rsidRDefault="009B2FA2" w:rsidP="009B2FA2">
      <w:pPr>
        <w:rPr>
          <w:lang w:val="en-US"/>
        </w:rPr>
      </w:pPr>
    </w:p>
    <w:p w14:paraId="512534B8" w14:textId="5F8E94DB" w:rsidR="008A2611" w:rsidRDefault="008A2611" w:rsidP="00454B23">
      <w:pPr>
        <w:pStyle w:val="berschrift2"/>
      </w:pPr>
      <w:bookmarkStart w:id="25" w:name="_Toc54021457"/>
      <w:bookmarkStart w:id="26" w:name="_Toc54021813"/>
      <w:r w:rsidRPr="008A2611">
        <w:t xml:space="preserve">Deliverable Hardware and </w:t>
      </w:r>
      <w:r w:rsidR="00E279C1">
        <w:t>Firm</w:t>
      </w:r>
      <w:r w:rsidRPr="008A2611">
        <w:t>ware</w:t>
      </w:r>
      <w:bookmarkEnd w:id="25"/>
      <w:bookmarkEnd w:id="26"/>
      <w:r w:rsidRPr="008A2611">
        <w:t xml:space="preserve"> </w:t>
      </w:r>
    </w:p>
    <w:p w14:paraId="58C9F8C5" w14:textId="00BB8342" w:rsidR="002E54A6" w:rsidRPr="00946A15" w:rsidRDefault="00946A15" w:rsidP="00946A15">
      <w:pPr>
        <w:ind w:firstLine="708"/>
        <w:rPr>
          <w:lang w:val="en-US"/>
        </w:rPr>
      </w:pPr>
      <w:r>
        <w:rPr>
          <w:lang w:val="en-US"/>
        </w:rPr>
        <w:t xml:space="preserve">   </w:t>
      </w:r>
      <w:r w:rsidR="003062C0">
        <w:rPr>
          <w:lang w:val="en-US"/>
        </w:rPr>
        <w:t>L2CB</w:t>
      </w:r>
      <w:r w:rsidR="002E54A6" w:rsidRPr="00946A15">
        <w:rPr>
          <w:lang w:val="en-US"/>
        </w:rPr>
        <w:t xml:space="preserve"> board</w:t>
      </w:r>
    </w:p>
    <w:p w14:paraId="4AF80281" w14:textId="77777777" w:rsidR="002E54A6" w:rsidRPr="002E54A6" w:rsidRDefault="002E54A6" w:rsidP="002E54A6">
      <w:pPr>
        <w:pStyle w:val="Listenabsatz"/>
        <w:rPr>
          <w:lang w:val="en-US"/>
        </w:rPr>
      </w:pPr>
    </w:p>
    <w:p w14:paraId="1B644658" w14:textId="22390452" w:rsidR="008A2611" w:rsidRDefault="008A2611" w:rsidP="00454B23">
      <w:pPr>
        <w:pStyle w:val="berschrift2"/>
      </w:pPr>
      <w:bookmarkStart w:id="27" w:name="_Toc54021458"/>
      <w:bookmarkStart w:id="28" w:name="_Toc54021814"/>
      <w:r w:rsidRPr="008A2611">
        <w:t>Spare Philosophy, Spare Provision and Re-Use</w:t>
      </w:r>
      <w:bookmarkEnd w:id="27"/>
      <w:bookmarkEnd w:id="28"/>
      <w:r w:rsidRPr="008A2611">
        <w:t xml:space="preserve"> </w:t>
      </w:r>
    </w:p>
    <w:p w14:paraId="70D99F5D" w14:textId="35F49595" w:rsidR="00481677" w:rsidRPr="0014214E" w:rsidRDefault="0014214E" w:rsidP="0014214E">
      <w:pPr>
        <w:ind w:left="708"/>
        <w:rPr>
          <w:lang w:val="en-US"/>
        </w:rPr>
      </w:pPr>
      <w:r>
        <w:rPr>
          <w:lang w:val="en-US"/>
        </w:rPr>
        <w:t xml:space="preserve">The total quantity of manufactured boards includes spares if failure during production or testing occurs. </w:t>
      </w:r>
      <w:r w:rsidR="00F763CE">
        <w:rPr>
          <w:lang w:val="en-US"/>
        </w:rPr>
        <w:t>Two</w:t>
      </w:r>
      <w:r>
        <w:rPr>
          <w:lang w:val="en-US"/>
        </w:rPr>
        <w:t xml:space="preserve"> sample</w:t>
      </w:r>
      <w:r w:rsidR="003E3BD9">
        <w:rPr>
          <w:lang w:val="en-US"/>
        </w:rPr>
        <w:t>s</w:t>
      </w:r>
      <w:r>
        <w:rPr>
          <w:lang w:val="en-US"/>
        </w:rPr>
        <w:t xml:space="preserve"> will remain at </w:t>
      </w:r>
      <w:r w:rsidR="003E3BD9">
        <w:rPr>
          <w:lang w:val="en-US"/>
        </w:rPr>
        <w:t>DESY</w:t>
      </w:r>
      <w:r>
        <w:rPr>
          <w:lang w:val="en-US"/>
        </w:rPr>
        <w:t xml:space="preserve"> for a </w:t>
      </w:r>
      <w:r w:rsidR="003E3BD9">
        <w:rPr>
          <w:lang w:val="en-US"/>
        </w:rPr>
        <w:t>7 cluster test</w:t>
      </w:r>
      <w:r>
        <w:rPr>
          <w:lang w:val="en-US"/>
        </w:rPr>
        <w:t xml:space="preserve"> bench.</w:t>
      </w:r>
    </w:p>
    <w:p w14:paraId="597CE83E" w14:textId="77777777" w:rsidR="00481677" w:rsidRPr="00481677" w:rsidRDefault="00481677" w:rsidP="00481677">
      <w:pPr>
        <w:pStyle w:val="Listenabsatz"/>
        <w:rPr>
          <w:lang w:val="en-US"/>
        </w:rPr>
      </w:pPr>
    </w:p>
    <w:p w14:paraId="70EB6D17" w14:textId="337C9E94" w:rsidR="008A2611" w:rsidRDefault="008A2611" w:rsidP="00454B23">
      <w:pPr>
        <w:pStyle w:val="berschrift2"/>
      </w:pPr>
      <w:bookmarkStart w:id="29" w:name="_Toc54021459"/>
      <w:bookmarkStart w:id="30" w:name="_Toc54021815"/>
      <w:r w:rsidRPr="008A2611">
        <w:t>Ground Support Equipment and Test Equipment</w:t>
      </w:r>
      <w:bookmarkEnd w:id="29"/>
      <w:bookmarkEnd w:id="30"/>
      <w:r w:rsidRPr="008A2611">
        <w:t xml:space="preserve"> </w:t>
      </w:r>
    </w:p>
    <w:p w14:paraId="406120FB" w14:textId="77777777" w:rsidR="00234E5E" w:rsidRDefault="00234E5E" w:rsidP="00D84F8C">
      <w:pPr>
        <w:rPr>
          <w:lang w:val="en-US"/>
        </w:rPr>
      </w:pPr>
    </w:p>
    <w:p w14:paraId="209E3621" w14:textId="5964CE53" w:rsidR="001C718E" w:rsidRDefault="003E3BD9" w:rsidP="002750F7">
      <w:pPr>
        <w:ind w:left="708"/>
        <w:rPr>
          <w:lang w:val="en-US"/>
        </w:rPr>
      </w:pPr>
      <w:r>
        <w:rPr>
          <w:lang w:val="en-US"/>
        </w:rPr>
        <w:t xml:space="preserve">The </w:t>
      </w:r>
      <w:r w:rsidR="003062C0">
        <w:rPr>
          <w:lang w:val="en-US"/>
        </w:rPr>
        <w:t>L2CB</w:t>
      </w:r>
      <w:r>
        <w:rPr>
          <w:lang w:val="en-US"/>
        </w:rPr>
        <w:t xml:space="preserve"> board will be tested by the DESY</w:t>
      </w:r>
      <w:r w:rsidR="0014214E">
        <w:rPr>
          <w:lang w:val="en-US"/>
        </w:rPr>
        <w:t xml:space="preserve"> team. </w:t>
      </w:r>
      <w:r>
        <w:rPr>
          <w:lang w:val="en-US"/>
        </w:rPr>
        <w:t>The</w:t>
      </w:r>
      <w:r w:rsidR="00F763CE">
        <w:rPr>
          <w:lang w:val="en-US"/>
        </w:rPr>
        <w:t xml:space="preserve"> </w:t>
      </w:r>
      <w:r>
        <w:rPr>
          <w:lang w:val="en-US"/>
        </w:rPr>
        <w:t xml:space="preserve">manufacturer is responsible for </w:t>
      </w:r>
      <w:r w:rsidR="00F763CE">
        <w:rPr>
          <w:lang w:val="en-US"/>
        </w:rPr>
        <w:t>an</w:t>
      </w:r>
      <w:r>
        <w:rPr>
          <w:lang w:val="en-US"/>
        </w:rPr>
        <w:t xml:space="preserve"> optical inspection. Further</w:t>
      </w:r>
      <w:r w:rsidR="0014214E">
        <w:rPr>
          <w:lang w:val="en-US"/>
        </w:rPr>
        <w:t xml:space="preserve"> </w:t>
      </w:r>
      <w:r>
        <w:rPr>
          <w:lang w:val="en-US"/>
        </w:rPr>
        <w:t xml:space="preserve">comprehensive functional </w:t>
      </w:r>
      <w:r w:rsidR="0014214E">
        <w:rPr>
          <w:lang w:val="en-US"/>
        </w:rPr>
        <w:t>test</w:t>
      </w:r>
      <w:r>
        <w:rPr>
          <w:lang w:val="en-US"/>
        </w:rPr>
        <w:t>s</w:t>
      </w:r>
      <w:r w:rsidR="0014214E">
        <w:rPr>
          <w:lang w:val="en-US"/>
        </w:rPr>
        <w:t xml:space="preserve"> take place </w:t>
      </w:r>
      <w:r>
        <w:rPr>
          <w:lang w:val="en-US"/>
        </w:rPr>
        <w:t>at DESY Zeuthen</w:t>
      </w:r>
      <w:r w:rsidR="0014214E">
        <w:rPr>
          <w:lang w:val="en-US"/>
        </w:rPr>
        <w:t>.</w:t>
      </w:r>
      <w:r w:rsidR="00E279C1">
        <w:rPr>
          <w:lang w:val="en-US"/>
        </w:rPr>
        <w:t xml:space="preserve"> The test</w:t>
      </w:r>
      <w:r w:rsidR="00A254C3">
        <w:rPr>
          <w:lang w:val="en-US"/>
        </w:rPr>
        <w:t xml:space="preserve"> </w:t>
      </w:r>
      <w:r w:rsidR="00E279C1">
        <w:rPr>
          <w:lang w:val="en-US"/>
        </w:rPr>
        <w:t xml:space="preserve">setup consists out of a lab power </w:t>
      </w:r>
      <w:proofErr w:type="gramStart"/>
      <w:r w:rsidR="00E279C1">
        <w:rPr>
          <w:lang w:val="en-US"/>
        </w:rPr>
        <w:t>supply,</w:t>
      </w:r>
      <w:proofErr w:type="gramEnd"/>
      <w:r w:rsidR="00E279C1">
        <w:rPr>
          <w:lang w:val="en-US"/>
        </w:rPr>
        <w:t xml:space="preserve"> a </w:t>
      </w:r>
      <w:r w:rsidR="00F763CE">
        <w:rPr>
          <w:lang w:val="en-US"/>
        </w:rPr>
        <w:t>L2-crate</w:t>
      </w:r>
      <w:r w:rsidR="00E279C1">
        <w:rPr>
          <w:lang w:val="en-US"/>
        </w:rPr>
        <w:t>,</w:t>
      </w:r>
      <w:r w:rsidR="00F763CE">
        <w:rPr>
          <w:lang w:val="en-US"/>
        </w:rPr>
        <w:t xml:space="preserve"> a DTB + </w:t>
      </w:r>
      <w:r w:rsidR="00E279C1">
        <w:rPr>
          <w:lang w:val="en-US"/>
        </w:rPr>
        <w:t>L0 test</w:t>
      </w:r>
      <w:r w:rsidR="00A254C3">
        <w:rPr>
          <w:lang w:val="en-US"/>
        </w:rPr>
        <w:t xml:space="preserve"> </w:t>
      </w:r>
      <w:r w:rsidR="00E279C1">
        <w:rPr>
          <w:lang w:val="en-US"/>
        </w:rPr>
        <w:t xml:space="preserve">board and a PC. </w:t>
      </w:r>
    </w:p>
    <w:p w14:paraId="708F427D" w14:textId="77777777" w:rsidR="001C718E" w:rsidRPr="00D84F8C" w:rsidRDefault="001C718E" w:rsidP="00D84F8C">
      <w:pPr>
        <w:rPr>
          <w:lang w:val="en-US"/>
        </w:rPr>
      </w:pPr>
    </w:p>
    <w:p w14:paraId="5F869F04" w14:textId="08C6B028" w:rsidR="001A7469" w:rsidRDefault="001A7469" w:rsidP="00D84F8C">
      <w:pPr>
        <w:rPr>
          <w:lang w:val="en-US"/>
        </w:rPr>
      </w:pPr>
    </w:p>
    <w:p w14:paraId="69780B21" w14:textId="77777777" w:rsidR="00096A25" w:rsidRPr="00D84F8C" w:rsidRDefault="00096A25" w:rsidP="00D84F8C">
      <w:pPr>
        <w:rPr>
          <w:lang w:val="en-US"/>
        </w:rPr>
      </w:pPr>
    </w:p>
    <w:p w14:paraId="30EE10B3" w14:textId="2704E88E" w:rsidR="008027EC" w:rsidRDefault="008027EC" w:rsidP="006F0C06">
      <w:pPr>
        <w:rPr>
          <w:lang w:val="en-GB"/>
        </w:rPr>
      </w:pPr>
    </w:p>
    <w:p w14:paraId="025A4A8F" w14:textId="5CEB018D" w:rsidR="001A3E4C" w:rsidRDefault="001A3E4C" w:rsidP="006F0C06">
      <w:pPr>
        <w:rPr>
          <w:lang w:val="en-GB"/>
        </w:rPr>
      </w:pPr>
    </w:p>
    <w:p w14:paraId="3EA76181" w14:textId="36547631" w:rsidR="001A3E4C" w:rsidRDefault="001A3E4C" w:rsidP="006F0C06">
      <w:pPr>
        <w:rPr>
          <w:lang w:val="en-GB"/>
        </w:rPr>
      </w:pPr>
    </w:p>
    <w:p w14:paraId="614717F5" w14:textId="7F6EE9E4" w:rsidR="001A3E4C" w:rsidRDefault="001A3E4C" w:rsidP="006F0C06">
      <w:pPr>
        <w:rPr>
          <w:lang w:val="en-GB"/>
        </w:rPr>
      </w:pPr>
    </w:p>
    <w:p w14:paraId="5D0FD280" w14:textId="430B704F" w:rsidR="001A3E4C" w:rsidRDefault="001A3E4C" w:rsidP="006F0C06">
      <w:pPr>
        <w:rPr>
          <w:lang w:val="en-GB"/>
        </w:rPr>
      </w:pPr>
    </w:p>
    <w:p w14:paraId="28E0718C" w14:textId="4570E273" w:rsidR="001A3E4C" w:rsidRDefault="001A3E4C" w:rsidP="006F0C06">
      <w:pPr>
        <w:rPr>
          <w:lang w:val="en-GB"/>
        </w:rPr>
      </w:pPr>
    </w:p>
    <w:p w14:paraId="16AC2069" w14:textId="64640C52" w:rsidR="001A3E4C" w:rsidRDefault="001A3E4C" w:rsidP="006F0C06">
      <w:pPr>
        <w:rPr>
          <w:lang w:val="en-GB"/>
        </w:rPr>
      </w:pPr>
    </w:p>
    <w:p w14:paraId="6D399E1F" w14:textId="56740086" w:rsidR="001A3E4C" w:rsidRDefault="001A3E4C" w:rsidP="006F0C06">
      <w:pPr>
        <w:rPr>
          <w:lang w:val="en-GB"/>
        </w:rPr>
      </w:pPr>
    </w:p>
    <w:p w14:paraId="3B44F8DC" w14:textId="600BE424" w:rsidR="001A3E4C" w:rsidRDefault="001A3E4C" w:rsidP="006F0C06">
      <w:pPr>
        <w:rPr>
          <w:lang w:val="en-GB"/>
        </w:rPr>
      </w:pPr>
    </w:p>
    <w:p w14:paraId="433C1936" w14:textId="73A0082D" w:rsidR="001A3E4C" w:rsidRDefault="001A3E4C" w:rsidP="006F0C06">
      <w:pPr>
        <w:rPr>
          <w:lang w:val="en-GB"/>
        </w:rPr>
      </w:pPr>
    </w:p>
    <w:p w14:paraId="5D66A533" w14:textId="45DC834C" w:rsidR="001A3E4C" w:rsidRDefault="001A3E4C" w:rsidP="006F0C06">
      <w:pPr>
        <w:rPr>
          <w:lang w:val="en-GB"/>
        </w:rPr>
      </w:pPr>
    </w:p>
    <w:p w14:paraId="37A5D86C" w14:textId="706C6A98" w:rsidR="001A3E4C" w:rsidRDefault="001A3E4C" w:rsidP="006F0C06">
      <w:pPr>
        <w:rPr>
          <w:lang w:val="en-GB"/>
        </w:rPr>
      </w:pPr>
    </w:p>
    <w:p w14:paraId="0A422E60" w14:textId="27F9D4BF" w:rsidR="001A3E4C" w:rsidRDefault="001A3E4C" w:rsidP="006F0C06">
      <w:pPr>
        <w:rPr>
          <w:lang w:val="en-GB"/>
        </w:rPr>
      </w:pPr>
    </w:p>
    <w:p w14:paraId="5D45A011" w14:textId="77777777" w:rsidR="001A3E4C" w:rsidRDefault="001A3E4C" w:rsidP="006F0C06">
      <w:pPr>
        <w:rPr>
          <w:lang w:val="en-GB"/>
        </w:rPr>
      </w:pPr>
    </w:p>
    <w:p w14:paraId="38037A9F" w14:textId="77777777" w:rsidR="008027EC" w:rsidRPr="006F0C06" w:rsidRDefault="008027EC" w:rsidP="006F0C06">
      <w:pPr>
        <w:rPr>
          <w:lang w:val="en-GB"/>
        </w:rPr>
      </w:pPr>
    </w:p>
    <w:p w14:paraId="365F28D3" w14:textId="4846DD99" w:rsidR="008A2611" w:rsidRDefault="008A2611" w:rsidP="00454B23">
      <w:pPr>
        <w:pStyle w:val="berschrift1"/>
        <w:keepNext/>
        <w:widowControl/>
        <w:tabs>
          <w:tab w:val="clear" w:pos="432"/>
          <w:tab w:val="num" w:pos="574"/>
        </w:tabs>
        <w:spacing w:before="240" w:after="120"/>
        <w:ind w:left="573"/>
        <w:rPr>
          <w:lang w:val="en-GB"/>
        </w:rPr>
      </w:pPr>
      <w:bookmarkStart w:id="31" w:name="_Toc52568615"/>
      <w:bookmarkStart w:id="32" w:name="_Toc54021816"/>
      <w:r w:rsidRPr="00454B23">
        <w:rPr>
          <w:lang w:val="en-GB"/>
        </w:rPr>
        <w:lastRenderedPageBreak/>
        <w:t>SPECIFIC WORK TO BE PERFORMED</w:t>
      </w:r>
      <w:bookmarkEnd w:id="31"/>
      <w:bookmarkEnd w:id="32"/>
      <w:r w:rsidRPr="00454B23">
        <w:rPr>
          <w:lang w:val="en-GB"/>
        </w:rPr>
        <w:t xml:space="preserve"> </w:t>
      </w:r>
    </w:p>
    <w:p w14:paraId="2474B9AA" w14:textId="265F3A35" w:rsidR="008A2611" w:rsidRDefault="008A2611" w:rsidP="00454B23">
      <w:pPr>
        <w:pStyle w:val="berschrift2"/>
      </w:pPr>
      <w:bookmarkStart w:id="33" w:name="_Toc52568616"/>
      <w:bookmarkStart w:id="34" w:name="_Toc54021460"/>
      <w:bookmarkStart w:id="35" w:name="_Toc54021817"/>
      <w:r w:rsidRPr="008A2611">
        <w:t>Manufacturing Activities</w:t>
      </w:r>
      <w:bookmarkEnd w:id="33"/>
      <w:bookmarkEnd w:id="34"/>
      <w:bookmarkEnd w:id="35"/>
      <w:r w:rsidRPr="008A2611">
        <w:t xml:space="preserve"> </w:t>
      </w:r>
    </w:p>
    <w:p w14:paraId="6F14FD7E" w14:textId="77777777" w:rsidR="00666EE8" w:rsidRPr="00883B08" w:rsidRDefault="00666EE8" w:rsidP="00883B08">
      <w:pPr>
        <w:pStyle w:val="berschrift3"/>
        <w:numPr>
          <w:ilvl w:val="0"/>
          <w:numId w:val="0"/>
        </w:numPr>
        <w:rPr>
          <w:lang w:val="en-AU"/>
        </w:rPr>
      </w:pPr>
      <w:bookmarkStart w:id="36" w:name="_Toc52568617"/>
      <w:bookmarkStart w:id="37" w:name="_Toc54021461"/>
      <w:bookmarkStart w:id="38" w:name="_Toc54021818"/>
      <w:r w:rsidRPr="00883B08">
        <w:rPr>
          <w:lang w:val="en-AU"/>
        </w:rPr>
        <w:t>Process description</w:t>
      </w:r>
      <w:bookmarkEnd w:id="36"/>
      <w:bookmarkEnd w:id="37"/>
      <w:bookmarkEnd w:id="38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8"/>
        <w:gridCol w:w="1665"/>
        <w:gridCol w:w="1341"/>
        <w:gridCol w:w="3915"/>
        <w:gridCol w:w="1883"/>
      </w:tblGrid>
      <w:tr w:rsidR="00634BAA" w14:paraId="2C68240F" w14:textId="77777777" w:rsidTr="001F6F84">
        <w:tc>
          <w:tcPr>
            <w:tcW w:w="818" w:type="dxa"/>
          </w:tcPr>
          <w:p w14:paraId="380A4419" w14:textId="07446828" w:rsidR="001C718E" w:rsidRPr="00385008" w:rsidRDefault="00385008" w:rsidP="00666EE8">
            <w:pPr>
              <w:rPr>
                <w:b/>
                <w:bCs/>
                <w:lang w:val="en-US"/>
              </w:rPr>
            </w:pPr>
            <w:r w:rsidRPr="00385008">
              <w:rPr>
                <w:b/>
                <w:bCs/>
                <w:lang w:val="en-US"/>
              </w:rPr>
              <w:t>Step</w:t>
            </w:r>
          </w:p>
        </w:tc>
        <w:tc>
          <w:tcPr>
            <w:tcW w:w="1665" w:type="dxa"/>
          </w:tcPr>
          <w:p w14:paraId="7CE353F6" w14:textId="665C829F" w:rsidR="001C718E" w:rsidRPr="00385008" w:rsidRDefault="00385008" w:rsidP="00666EE8">
            <w:pPr>
              <w:rPr>
                <w:b/>
                <w:bCs/>
                <w:lang w:val="en-US"/>
              </w:rPr>
            </w:pPr>
            <w:r w:rsidRPr="00385008">
              <w:rPr>
                <w:b/>
                <w:bCs/>
                <w:lang w:val="en-US"/>
              </w:rPr>
              <w:t>Activity</w:t>
            </w:r>
          </w:p>
        </w:tc>
        <w:tc>
          <w:tcPr>
            <w:tcW w:w="1341" w:type="dxa"/>
          </w:tcPr>
          <w:p w14:paraId="3818FF40" w14:textId="060C0188" w:rsidR="001C718E" w:rsidRPr="00385008" w:rsidRDefault="00385008" w:rsidP="00666EE8">
            <w:pPr>
              <w:rPr>
                <w:b/>
                <w:bCs/>
                <w:lang w:val="en-US"/>
              </w:rPr>
            </w:pPr>
            <w:r w:rsidRPr="00385008">
              <w:rPr>
                <w:b/>
                <w:bCs/>
                <w:lang w:val="en-US"/>
              </w:rPr>
              <w:t>Responsible</w:t>
            </w:r>
          </w:p>
        </w:tc>
        <w:tc>
          <w:tcPr>
            <w:tcW w:w="3915" w:type="dxa"/>
          </w:tcPr>
          <w:p w14:paraId="32050FE5" w14:textId="15A363E0" w:rsidR="001C718E" w:rsidRPr="00385008" w:rsidRDefault="00385008" w:rsidP="00666EE8">
            <w:pPr>
              <w:rPr>
                <w:b/>
                <w:bCs/>
                <w:lang w:val="en-US"/>
              </w:rPr>
            </w:pPr>
            <w:r w:rsidRPr="00385008">
              <w:rPr>
                <w:b/>
                <w:bCs/>
                <w:lang w:val="en-US"/>
              </w:rPr>
              <w:t>Description</w:t>
            </w:r>
          </w:p>
        </w:tc>
        <w:tc>
          <w:tcPr>
            <w:tcW w:w="1883" w:type="dxa"/>
          </w:tcPr>
          <w:p w14:paraId="073F8F46" w14:textId="497E0545" w:rsidR="007830B5" w:rsidRPr="00385008" w:rsidRDefault="00385008" w:rsidP="00666EE8">
            <w:pPr>
              <w:rPr>
                <w:b/>
                <w:bCs/>
                <w:lang w:val="en-US"/>
              </w:rPr>
            </w:pPr>
            <w:r w:rsidRPr="00385008">
              <w:rPr>
                <w:b/>
                <w:bCs/>
                <w:lang w:val="en-US"/>
              </w:rPr>
              <w:t>Document/record</w:t>
            </w:r>
          </w:p>
        </w:tc>
      </w:tr>
      <w:tr w:rsidR="007830B5" w14:paraId="5C28D86D" w14:textId="77777777" w:rsidTr="001F6F84">
        <w:tc>
          <w:tcPr>
            <w:tcW w:w="818" w:type="dxa"/>
          </w:tcPr>
          <w:p w14:paraId="4C4C8F3A" w14:textId="77692DB3" w:rsidR="007830B5" w:rsidRDefault="007830B5" w:rsidP="00666EE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665" w:type="dxa"/>
          </w:tcPr>
          <w:p w14:paraId="301F7478" w14:textId="7B6A9716" w:rsidR="007830B5" w:rsidRDefault="007830B5" w:rsidP="00666EE8">
            <w:pPr>
              <w:rPr>
                <w:lang w:val="en-US"/>
              </w:rPr>
            </w:pPr>
            <w:r>
              <w:rPr>
                <w:lang w:val="en-US"/>
              </w:rPr>
              <w:t>Manufacturing files delivery</w:t>
            </w:r>
          </w:p>
        </w:tc>
        <w:tc>
          <w:tcPr>
            <w:tcW w:w="1341" w:type="dxa"/>
          </w:tcPr>
          <w:p w14:paraId="41C3F59D" w14:textId="6BD4A638" w:rsidR="007830B5" w:rsidRDefault="007830B5" w:rsidP="00666EE8">
            <w:pPr>
              <w:rPr>
                <w:lang w:val="en-US"/>
              </w:rPr>
            </w:pPr>
            <w:r>
              <w:rPr>
                <w:lang w:val="en-US"/>
              </w:rPr>
              <w:t>Customer</w:t>
            </w:r>
          </w:p>
        </w:tc>
        <w:tc>
          <w:tcPr>
            <w:tcW w:w="3915" w:type="dxa"/>
          </w:tcPr>
          <w:p w14:paraId="15B24F98" w14:textId="104BC287" w:rsidR="007830B5" w:rsidRDefault="007830B5" w:rsidP="00972CE2">
            <w:pPr>
              <w:rPr>
                <w:lang w:val="en-US"/>
              </w:rPr>
            </w:pPr>
            <w:r>
              <w:rPr>
                <w:lang w:val="en-US"/>
              </w:rPr>
              <w:t>Deliver of every file for the manufacture of the PCB.</w:t>
            </w:r>
          </w:p>
        </w:tc>
        <w:tc>
          <w:tcPr>
            <w:tcW w:w="1883" w:type="dxa"/>
          </w:tcPr>
          <w:p w14:paraId="74A43F99" w14:textId="6AE28D18" w:rsidR="007830B5" w:rsidRDefault="007830B5" w:rsidP="00666EE8">
            <w:pPr>
              <w:rPr>
                <w:lang w:val="en-US"/>
              </w:rPr>
            </w:pPr>
            <w:r>
              <w:rPr>
                <w:lang w:val="en-US"/>
              </w:rPr>
              <w:t>Gerber files</w:t>
            </w:r>
          </w:p>
        </w:tc>
      </w:tr>
      <w:tr w:rsidR="007830B5" w14:paraId="3B1C4FB2" w14:textId="77777777" w:rsidTr="001F6F84">
        <w:tc>
          <w:tcPr>
            <w:tcW w:w="818" w:type="dxa"/>
          </w:tcPr>
          <w:p w14:paraId="0CDA48DB" w14:textId="482A4185" w:rsidR="007830B5" w:rsidRDefault="007830B5" w:rsidP="00666EE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65" w:type="dxa"/>
          </w:tcPr>
          <w:p w14:paraId="2D29C41D" w14:textId="0C94129D" w:rsidR="007830B5" w:rsidRDefault="007830B5" w:rsidP="00666EE8">
            <w:pPr>
              <w:rPr>
                <w:lang w:val="en-US"/>
              </w:rPr>
            </w:pPr>
            <w:r>
              <w:rPr>
                <w:lang w:val="en-US"/>
              </w:rPr>
              <w:t>File acceptance</w:t>
            </w:r>
          </w:p>
        </w:tc>
        <w:tc>
          <w:tcPr>
            <w:tcW w:w="1341" w:type="dxa"/>
          </w:tcPr>
          <w:p w14:paraId="36555C1C" w14:textId="089C6370" w:rsidR="007830B5" w:rsidRDefault="007830B5" w:rsidP="00666EE8">
            <w:pPr>
              <w:rPr>
                <w:lang w:val="en-US"/>
              </w:rPr>
            </w:pPr>
            <w:r>
              <w:rPr>
                <w:lang w:val="en-US"/>
              </w:rPr>
              <w:t>Sub-contractor</w:t>
            </w:r>
          </w:p>
        </w:tc>
        <w:tc>
          <w:tcPr>
            <w:tcW w:w="3915" w:type="dxa"/>
          </w:tcPr>
          <w:p w14:paraId="03BB7445" w14:textId="754B1736" w:rsidR="007830B5" w:rsidRDefault="007830B5" w:rsidP="00972CE2">
            <w:pPr>
              <w:rPr>
                <w:lang w:val="en-US"/>
              </w:rPr>
            </w:pPr>
            <w:r>
              <w:rPr>
                <w:lang w:val="en-US"/>
              </w:rPr>
              <w:t>Files for manufacture are revised and accepted</w:t>
            </w:r>
          </w:p>
        </w:tc>
        <w:tc>
          <w:tcPr>
            <w:tcW w:w="1883" w:type="dxa"/>
          </w:tcPr>
          <w:p w14:paraId="4968233A" w14:textId="77777777" w:rsidR="007830B5" w:rsidRDefault="007830B5" w:rsidP="00666EE8">
            <w:pPr>
              <w:rPr>
                <w:lang w:val="en-US"/>
              </w:rPr>
            </w:pPr>
          </w:p>
        </w:tc>
      </w:tr>
      <w:tr w:rsidR="00634BAA" w14:paraId="1CDC8A37" w14:textId="77777777" w:rsidTr="001F6F84">
        <w:tc>
          <w:tcPr>
            <w:tcW w:w="818" w:type="dxa"/>
          </w:tcPr>
          <w:p w14:paraId="323C0CB2" w14:textId="416C93DA" w:rsidR="001C718E" w:rsidRDefault="007830B5" w:rsidP="00666EE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665" w:type="dxa"/>
          </w:tcPr>
          <w:p w14:paraId="44BFD9D0" w14:textId="23F060A9" w:rsidR="001C718E" w:rsidRDefault="00DD0D5F" w:rsidP="00666EE8">
            <w:pPr>
              <w:rPr>
                <w:lang w:val="en-US"/>
              </w:rPr>
            </w:pPr>
            <w:r>
              <w:rPr>
                <w:lang w:val="en-US"/>
              </w:rPr>
              <w:t>Components delivery</w:t>
            </w:r>
          </w:p>
        </w:tc>
        <w:tc>
          <w:tcPr>
            <w:tcW w:w="1341" w:type="dxa"/>
          </w:tcPr>
          <w:p w14:paraId="0F13CF8A" w14:textId="282C5F07" w:rsidR="001C718E" w:rsidRDefault="00F763CE" w:rsidP="00666EE8">
            <w:pPr>
              <w:rPr>
                <w:lang w:val="en-US"/>
              </w:rPr>
            </w:pPr>
            <w:r>
              <w:rPr>
                <w:lang w:val="en-US"/>
              </w:rPr>
              <w:t>Customer</w:t>
            </w:r>
          </w:p>
        </w:tc>
        <w:tc>
          <w:tcPr>
            <w:tcW w:w="3915" w:type="dxa"/>
          </w:tcPr>
          <w:p w14:paraId="060DA5D9" w14:textId="3A82A7C2" w:rsidR="001C718E" w:rsidRDefault="00C807BC" w:rsidP="00C807BC">
            <w:pPr>
              <w:rPr>
                <w:lang w:val="en-US"/>
              </w:rPr>
            </w:pPr>
            <w:r>
              <w:rPr>
                <w:lang w:val="en-US"/>
              </w:rPr>
              <w:t xml:space="preserve">Procurement of </w:t>
            </w:r>
            <w:r w:rsidR="00DD0D5F">
              <w:rPr>
                <w:lang w:val="en-US"/>
              </w:rPr>
              <w:t xml:space="preserve">the components to be mounted on the board. </w:t>
            </w:r>
          </w:p>
        </w:tc>
        <w:tc>
          <w:tcPr>
            <w:tcW w:w="1883" w:type="dxa"/>
          </w:tcPr>
          <w:p w14:paraId="48F812FD" w14:textId="05A18991" w:rsidR="001C718E" w:rsidRDefault="007830B5" w:rsidP="00666EE8">
            <w:pPr>
              <w:rPr>
                <w:lang w:val="en-US"/>
              </w:rPr>
            </w:pPr>
            <w:r>
              <w:rPr>
                <w:lang w:val="en-US"/>
              </w:rPr>
              <w:t>Bill of materials for assembly</w:t>
            </w:r>
          </w:p>
          <w:p w14:paraId="54A01899" w14:textId="7233C8E3" w:rsidR="00DD0D5F" w:rsidRDefault="00DD0D5F" w:rsidP="00666EE8">
            <w:pPr>
              <w:rPr>
                <w:lang w:val="en-US"/>
              </w:rPr>
            </w:pPr>
          </w:p>
        </w:tc>
      </w:tr>
      <w:tr w:rsidR="00634BAA" w14:paraId="23AB5009" w14:textId="77777777" w:rsidTr="001F6F84">
        <w:trPr>
          <w:trHeight w:val="311"/>
        </w:trPr>
        <w:tc>
          <w:tcPr>
            <w:tcW w:w="818" w:type="dxa"/>
          </w:tcPr>
          <w:p w14:paraId="53AF1148" w14:textId="6DC8E1B6" w:rsidR="001C718E" w:rsidRDefault="007830B5" w:rsidP="00666EE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665" w:type="dxa"/>
          </w:tcPr>
          <w:p w14:paraId="7E36E4EC" w14:textId="61D6F29D" w:rsidR="001C718E" w:rsidRDefault="00DD0D5F" w:rsidP="00666EE8">
            <w:pPr>
              <w:rPr>
                <w:lang w:val="en-US"/>
              </w:rPr>
            </w:pPr>
            <w:r>
              <w:rPr>
                <w:lang w:val="en-US"/>
              </w:rPr>
              <w:t xml:space="preserve">Control of </w:t>
            </w:r>
            <w:r w:rsidR="00537521">
              <w:rPr>
                <w:lang w:val="en-US"/>
              </w:rPr>
              <w:t>component</w:t>
            </w:r>
          </w:p>
        </w:tc>
        <w:tc>
          <w:tcPr>
            <w:tcW w:w="1341" w:type="dxa"/>
          </w:tcPr>
          <w:p w14:paraId="1AF935E9" w14:textId="2A22E458" w:rsidR="001C718E" w:rsidRDefault="00F763CE" w:rsidP="00666EE8">
            <w:pPr>
              <w:rPr>
                <w:lang w:val="en-US"/>
              </w:rPr>
            </w:pPr>
            <w:r>
              <w:rPr>
                <w:lang w:val="en-US"/>
              </w:rPr>
              <w:t>Sub-contractor</w:t>
            </w:r>
          </w:p>
        </w:tc>
        <w:tc>
          <w:tcPr>
            <w:tcW w:w="3915" w:type="dxa"/>
          </w:tcPr>
          <w:p w14:paraId="6595EF01" w14:textId="208A18CA" w:rsidR="001C718E" w:rsidRDefault="00DD0D5F" w:rsidP="00666EE8">
            <w:pPr>
              <w:rPr>
                <w:lang w:val="en-US"/>
              </w:rPr>
            </w:pPr>
            <w:r>
              <w:rPr>
                <w:lang w:val="en-US"/>
              </w:rPr>
              <w:t>Control the delivered component</w:t>
            </w:r>
            <w:r w:rsidR="00F763CE">
              <w:rPr>
                <w:lang w:val="en-US"/>
              </w:rPr>
              <w:t>s.</w:t>
            </w:r>
          </w:p>
        </w:tc>
        <w:tc>
          <w:tcPr>
            <w:tcW w:w="1883" w:type="dxa"/>
          </w:tcPr>
          <w:p w14:paraId="43FEDE84" w14:textId="21272CC9" w:rsidR="001C718E" w:rsidRDefault="001C718E" w:rsidP="00634BAA">
            <w:pPr>
              <w:rPr>
                <w:lang w:val="en-US"/>
              </w:rPr>
            </w:pPr>
          </w:p>
        </w:tc>
      </w:tr>
      <w:tr w:rsidR="00634BAA" w:rsidRPr="00541BCE" w14:paraId="48959C01" w14:textId="77777777" w:rsidTr="001F6F84">
        <w:trPr>
          <w:trHeight w:val="814"/>
        </w:trPr>
        <w:tc>
          <w:tcPr>
            <w:tcW w:w="818" w:type="dxa"/>
          </w:tcPr>
          <w:p w14:paraId="7E2A3A30" w14:textId="4E81E5C0" w:rsidR="001C718E" w:rsidRDefault="007830B5" w:rsidP="00666EE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665" w:type="dxa"/>
          </w:tcPr>
          <w:p w14:paraId="35074A3C" w14:textId="6ADF22A9" w:rsidR="001C718E" w:rsidRDefault="00634BAA" w:rsidP="00666EE8">
            <w:pPr>
              <w:rPr>
                <w:lang w:val="en-US"/>
              </w:rPr>
            </w:pPr>
            <w:r>
              <w:rPr>
                <w:lang w:val="en-US"/>
              </w:rPr>
              <w:t>Component storage</w:t>
            </w:r>
          </w:p>
        </w:tc>
        <w:tc>
          <w:tcPr>
            <w:tcW w:w="1341" w:type="dxa"/>
          </w:tcPr>
          <w:p w14:paraId="73B7B0F1" w14:textId="423A9C32" w:rsidR="001C718E" w:rsidRDefault="00F763CE" w:rsidP="00666EE8">
            <w:pPr>
              <w:rPr>
                <w:lang w:val="en-US"/>
              </w:rPr>
            </w:pPr>
            <w:r>
              <w:rPr>
                <w:lang w:val="en-US"/>
              </w:rPr>
              <w:t>Sub-contractor</w:t>
            </w:r>
          </w:p>
        </w:tc>
        <w:tc>
          <w:tcPr>
            <w:tcW w:w="3915" w:type="dxa"/>
          </w:tcPr>
          <w:p w14:paraId="690C02E3" w14:textId="26F64EA6" w:rsidR="001C718E" w:rsidRDefault="00634BAA" w:rsidP="00666EE8">
            <w:pPr>
              <w:rPr>
                <w:lang w:val="en-US"/>
              </w:rPr>
            </w:pPr>
            <w:r>
              <w:rPr>
                <w:lang w:val="en-US"/>
              </w:rPr>
              <w:t xml:space="preserve">Component will be stored in a controlled humidity and temperature room when unpacked/unsealed </w:t>
            </w:r>
          </w:p>
        </w:tc>
        <w:tc>
          <w:tcPr>
            <w:tcW w:w="1883" w:type="dxa"/>
          </w:tcPr>
          <w:p w14:paraId="0CD7A9B1" w14:textId="77777777" w:rsidR="001C718E" w:rsidRDefault="001C718E" w:rsidP="00666EE8">
            <w:pPr>
              <w:rPr>
                <w:lang w:val="en-US"/>
              </w:rPr>
            </w:pPr>
          </w:p>
        </w:tc>
      </w:tr>
      <w:tr w:rsidR="00634BAA" w14:paraId="1AD473F8" w14:textId="77777777" w:rsidTr="001F6F84">
        <w:tc>
          <w:tcPr>
            <w:tcW w:w="818" w:type="dxa"/>
          </w:tcPr>
          <w:p w14:paraId="2E8EAEC0" w14:textId="0A3DB5CD" w:rsidR="001C718E" w:rsidRDefault="007830B5" w:rsidP="00666EE8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665" w:type="dxa"/>
          </w:tcPr>
          <w:p w14:paraId="32D2D42B" w14:textId="4E330BA0" w:rsidR="001C718E" w:rsidRDefault="001F6F84" w:rsidP="00666EE8">
            <w:pPr>
              <w:rPr>
                <w:lang w:val="en-US"/>
              </w:rPr>
            </w:pPr>
            <w:r>
              <w:rPr>
                <w:lang w:val="en-US"/>
              </w:rPr>
              <w:t>PCB manufacturing</w:t>
            </w:r>
          </w:p>
        </w:tc>
        <w:tc>
          <w:tcPr>
            <w:tcW w:w="1341" w:type="dxa"/>
          </w:tcPr>
          <w:p w14:paraId="5D2235FC" w14:textId="7981AAE3" w:rsidR="001C718E" w:rsidRDefault="001F6F84" w:rsidP="00666EE8">
            <w:pPr>
              <w:rPr>
                <w:lang w:val="en-US"/>
              </w:rPr>
            </w:pPr>
            <w:r>
              <w:rPr>
                <w:lang w:val="en-US"/>
              </w:rPr>
              <w:t>Sub-contractor</w:t>
            </w:r>
          </w:p>
        </w:tc>
        <w:tc>
          <w:tcPr>
            <w:tcW w:w="3915" w:type="dxa"/>
          </w:tcPr>
          <w:p w14:paraId="047DDF84" w14:textId="116F4DB9" w:rsidR="001C718E" w:rsidRDefault="00972CE2" w:rsidP="00666EE8">
            <w:pPr>
              <w:rPr>
                <w:lang w:val="en-US"/>
              </w:rPr>
            </w:pPr>
            <w:r>
              <w:rPr>
                <w:lang w:val="en-US"/>
              </w:rPr>
              <w:t xml:space="preserve">The PCB is delivered by the subcontractor </w:t>
            </w:r>
          </w:p>
        </w:tc>
        <w:tc>
          <w:tcPr>
            <w:tcW w:w="1883" w:type="dxa"/>
          </w:tcPr>
          <w:p w14:paraId="6BF46BB2" w14:textId="02FD0255" w:rsidR="001C718E" w:rsidRDefault="00F32112" w:rsidP="00666EE8">
            <w:pPr>
              <w:rPr>
                <w:lang w:val="en-US"/>
              </w:rPr>
            </w:pPr>
            <w:r>
              <w:rPr>
                <w:lang w:val="en-US"/>
              </w:rPr>
              <w:t>Impedance test protocol</w:t>
            </w:r>
          </w:p>
        </w:tc>
      </w:tr>
      <w:tr w:rsidR="00ED3220" w14:paraId="2C5344B8" w14:textId="77777777" w:rsidTr="001F6F84">
        <w:tc>
          <w:tcPr>
            <w:tcW w:w="818" w:type="dxa"/>
          </w:tcPr>
          <w:p w14:paraId="01BA8D43" w14:textId="0FE49857" w:rsidR="00ED3220" w:rsidRDefault="007830B5" w:rsidP="00666EE8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665" w:type="dxa"/>
          </w:tcPr>
          <w:p w14:paraId="6CC9FF21" w14:textId="1664EB0C" w:rsidR="00ED3220" w:rsidRDefault="00ED3220" w:rsidP="00666EE8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7830B5">
              <w:rPr>
                <w:lang w:val="en-US"/>
              </w:rPr>
              <w:t>anufacturing revision</w:t>
            </w:r>
          </w:p>
        </w:tc>
        <w:tc>
          <w:tcPr>
            <w:tcW w:w="1341" w:type="dxa"/>
          </w:tcPr>
          <w:p w14:paraId="1C4D933F" w14:textId="08CC5914" w:rsidR="00ED3220" w:rsidRDefault="00ED3220" w:rsidP="00666EE8">
            <w:pPr>
              <w:rPr>
                <w:lang w:val="en-US"/>
              </w:rPr>
            </w:pPr>
            <w:r>
              <w:rPr>
                <w:lang w:val="en-US"/>
              </w:rPr>
              <w:t>Sub-contractor</w:t>
            </w:r>
          </w:p>
        </w:tc>
        <w:tc>
          <w:tcPr>
            <w:tcW w:w="3915" w:type="dxa"/>
          </w:tcPr>
          <w:p w14:paraId="6716A4D6" w14:textId="44E078AC" w:rsidR="00ED3220" w:rsidRDefault="005F4478" w:rsidP="00666EE8">
            <w:pPr>
              <w:rPr>
                <w:lang w:val="en-US"/>
              </w:rPr>
            </w:pPr>
            <w:r>
              <w:rPr>
                <w:lang w:val="en-US"/>
              </w:rPr>
              <w:t>Manufacturing procedure validation by the customer (written by the manufacturer and validated by the customer)</w:t>
            </w:r>
          </w:p>
        </w:tc>
        <w:tc>
          <w:tcPr>
            <w:tcW w:w="1883" w:type="dxa"/>
          </w:tcPr>
          <w:p w14:paraId="6ABE947C" w14:textId="1595E6B1" w:rsidR="00ED3220" w:rsidRDefault="005F4478" w:rsidP="00666EE8">
            <w:pPr>
              <w:rPr>
                <w:lang w:val="en-US"/>
              </w:rPr>
            </w:pPr>
            <w:r>
              <w:rPr>
                <w:lang w:val="en-US"/>
              </w:rPr>
              <w:t>Manufacturing procedure</w:t>
            </w:r>
          </w:p>
        </w:tc>
      </w:tr>
      <w:tr w:rsidR="001F6F84" w14:paraId="2FB39FA8" w14:textId="77777777" w:rsidTr="001F6F84">
        <w:tc>
          <w:tcPr>
            <w:tcW w:w="818" w:type="dxa"/>
          </w:tcPr>
          <w:p w14:paraId="63719E93" w14:textId="6DF6E39B" w:rsidR="001F6F84" w:rsidRDefault="007830B5" w:rsidP="00666EE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665" w:type="dxa"/>
          </w:tcPr>
          <w:p w14:paraId="18DD510F" w14:textId="204A2459" w:rsidR="001F6F84" w:rsidRDefault="001F6F84" w:rsidP="00666EE8">
            <w:pPr>
              <w:rPr>
                <w:lang w:val="en-US"/>
              </w:rPr>
            </w:pPr>
            <w:r>
              <w:rPr>
                <w:lang w:val="en-US"/>
              </w:rPr>
              <w:t>Manufacturing</w:t>
            </w:r>
          </w:p>
        </w:tc>
        <w:tc>
          <w:tcPr>
            <w:tcW w:w="1341" w:type="dxa"/>
          </w:tcPr>
          <w:p w14:paraId="7D7B7640" w14:textId="1CE5AC3D" w:rsidR="001F6F84" w:rsidRDefault="00F763CE" w:rsidP="00666EE8">
            <w:pPr>
              <w:rPr>
                <w:lang w:val="en-US"/>
              </w:rPr>
            </w:pPr>
            <w:r>
              <w:rPr>
                <w:lang w:val="en-US"/>
              </w:rPr>
              <w:t>Sub-contractor</w:t>
            </w:r>
          </w:p>
        </w:tc>
        <w:tc>
          <w:tcPr>
            <w:tcW w:w="3915" w:type="dxa"/>
          </w:tcPr>
          <w:p w14:paraId="0474723C" w14:textId="27C3FDF4" w:rsidR="001F6F84" w:rsidRDefault="005F4478" w:rsidP="005F4478">
            <w:pPr>
              <w:rPr>
                <w:lang w:val="en-US"/>
              </w:rPr>
            </w:pPr>
            <w:r>
              <w:rPr>
                <w:lang w:val="en-US"/>
              </w:rPr>
              <w:t>In compliance with the m</w:t>
            </w:r>
            <w:r w:rsidR="001F6F84">
              <w:rPr>
                <w:lang w:val="en-US"/>
              </w:rPr>
              <w:t xml:space="preserve">anufacturing procedure </w:t>
            </w:r>
          </w:p>
        </w:tc>
        <w:tc>
          <w:tcPr>
            <w:tcW w:w="1883" w:type="dxa"/>
          </w:tcPr>
          <w:p w14:paraId="024F1A61" w14:textId="5D86F158" w:rsidR="001F6F84" w:rsidRDefault="001F6F84" w:rsidP="00666EE8">
            <w:pPr>
              <w:rPr>
                <w:lang w:val="en-US"/>
              </w:rPr>
            </w:pPr>
          </w:p>
        </w:tc>
      </w:tr>
      <w:tr w:rsidR="001F6F84" w:rsidRPr="00541BCE" w14:paraId="205B533B" w14:textId="77777777" w:rsidTr="001F6F84">
        <w:trPr>
          <w:trHeight w:val="283"/>
        </w:trPr>
        <w:tc>
          <w:tcPr>
            <w:tcW w:w="818" w:type="dxa"/>
          </w:tcPr>
          <w:p w14:paraId="446B7227" w14:textId="70CEDA65" w:rsidR="001F6F84" w:rsidRDefault="007830B5" w:rsidP="00666EE8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665" w:type="dxa"/>
          </w:tcPr>
          <w:p w14:paraId="69070F91" w14:textId="5F50DABE" w:rsidR="001F6F84" w:rsidRDefault="003062C0" w:rsidP="00666EE8">
            <w:pPr>
              <w:rPr>
                <w:lang w:val="en-US"/>
              </w:rPr>
            </w:pPr>
            <w:r>
              <w:rPr>
                <w:lang w:val="en-US"/>
              </w:rPr>
              <w:t>L2CB</w:t>
            </w:r>
            <w:r w:rsidR="00C910F3">
              <w:rPr>
                <w:lang w:val="en-US"/>
              </w:rPr>
              <w:t xml:space="preserve"> delivery</w:t>
            </w:r>
          </w:p>
        </w:tc>
        <w:tc>
          <w:tcPr>
            <w:tcW w:w="1341" w:type="dxa"/>
          </w:tcPr>
          <w:p w14:paraId="4EED1FDE" w14:textId="0FED560B" w:rsidR="001F6F84" w:rsidRDefault="00C910F3" w:rsidP="00666EE8">
            <w:pPr>
              <w:rPr>
                <w:lang w:val="en-US"/>
              </w:rPr>
            </w:pPr>
            <w:r>
              <w:rPr>
                <w:lang w:val="en-US"/>
              </w:rPr>
              <w:t>Sub-contractor</w:t>
            </w:r>
          </w:p>
        </w:tc>
        <w:tc>
          <w:tcPr>
            <w:tcW w:w="3915" w:type="dxa"/>
          </w:tcPr>
          <w:p w14:paraId="79EC5A97" w14:textId="52CA1B0B" w:rsidR="001F6F84" w:rsidRDefault="007830B5" w:rsidP="00666EE8">
            <w:pPr>
              <w:rPr>
                <w:lang w:val="en-US"/>
              </w:rPr>
            </w:pPr>
            <w:r>
              <w:rPr>
                <w:lang w:val="en-US"/>
              </w:rPr>
              <w:t>Arrival of the product.</w:t>
            </w:r>
          </w:p>
        </w:tc>
        <w:tc>
          <w:tcPr>
            <w:tcW w:w="1883" w:type="dxa"/>
          </w:tcPr>
          <w:p w14:paraId="7B5C55FA" w14:textId="770F7B52" w:rsidR="001F6F84" w:rsidRDefault="00C910F3" w:rsidP="00666EE8">
            <w:pPr>
              <w:rPr>
                <w:lang w:val="en-US"/>
              </w:rPr>
            </w:pPr>
            <w:r>
              <w:rPr>
                <w:lang w:val="en-US"/>
              </w:rPr>
              <w:t xml:space="preserve">Incoming Inspection sheet. </w:t>
            </w:r>
          </w:p>
        </w:tc>
      </w:tr>
      <w:tr w:rsidR="001F6F84" w:rsidRPr="00D65018" w14:paraId="1297B9DB" w14:textId="77777777" w:rsidTr="001F6F84">
        <w:tc>
          <w:tcPr>
            <w:tcW w:w="818" w:type="dxa"/>
          </w:tcPr>
          <w:p w14:paraId="6A94B833" w14:textId="0C9BA2D9" w:rsidR="001F6F84" w:rsidRDefault="007830B5" w:rsidP="00666EE8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665" w:type="dxa"/>
          </w:tcPr>
          <w:p w14:paraId="666B7E73" w14:textId="7D7CD30B" w:rsidR="001F6F84" w:rsidRDefault="00C910F3" w:rsidP="00666EE8">
            <w:pPr>
              <w:rPr>
                <w:lang w:val="en-US"/>
              </w:rPr>
            </w:pPr>
            <w:r>
              <w:rPr>
                <w:lang w:val="en-US"/>
              </w:rPr>
              <w:t>Functional tests</w:t>
            </w:r>
          </w:p>
        </w:tc>
        <w:tc>
          <w:tcPr>
            <w:tcW w:w="1341" w:type="dxa"/>
          </w:tcPr>
          <w:p w14:paraId="44DF00A2" w14:textId="38B95418" w:rsidR="001F6F84" w:rsidRDefault="00C910F3" w:rsidP="00666EE8">
            <w:pPr>
              <w:rPr>
                <w:lang w:val="en-US"/>
              </w:rPr>
            </w:pPr>
            <w:r>
              <w:rPr>
                <w:lang w:val="en-US"/>
              </w:rPr>
              <w:t>Customer</w:t>
            </w:r>
          </w:p>
        </w:tc>
        <w:tc>
          <w:tcPr>
            <w:tcW w:w="3915" w:type="dxa"/>
          </w:tcPr>
          <w:p w14:paraId="3A280E2F" w14:textId="4E91665B" w:rsidR="001F6F84" w:rsidRDefault="00C910F3" w:rsidP="00C807BC">
            <w:pPr>
              <w:rPr>
                <w:lang w:val="en-US"/>
              </w:rPr>
            </w:pPr>
            <w:r>
              <w:rPr>
                <w:lang w:val="en-US"/>
              </w:rPr>
              <w:t xml:space="preserve">Performed </w:t>
            </w:r>
            <w:r w:rsidR="00C807BC">
              <w:rPr>
                <w:lang w:val="en-US"/>
              </w:rPr>
              <w:t>at DESY</w:t>
            </w:r>
          </w:p>
        </w:tc>
        <w:tc>
          <w:tcPr>
            <w:tcW w:w="1883" w:type="dxa"/>
          </w:tcPr>
          <w:p w14:paraId="2DB4F7EB" w14:textId="6AA5907C" w:rsidR="001F6F84" w:rsidRDefault="00C910F3" w:rsidP="00666EE8">
            <w:pPr>
              <w:rPr>
                <w:lang w:val="en-US"/>
              </w:rPr>
            </w:pPr>
            <w:r>
              <w:rPr>
                <w:lang w:val="en-US"/>
              </w:rPr>
              <w:t>Validation report</w:t>
            </w:r>
          </w:p>
        </w:tc>
      </w:tr>
    </w:tbl>
    <w:p w14:paraId="414A886A" w14:textId="77777777" w:rsidR="00666EE8" w:rsidRDefault="00666EE8" w:rsidP="00666EE8">
      <w:pPr>
        <w:rPr>
          <w:lang w:val="en-US"/>
        </w:rPr>
      </w:pPr>
    </w:p>
    <w:p w14:paraId="6D2BB785" w14:textId="77777777" w:rsidR="00D24017" w:rsidRPr="00D24017" w:rsidRDefault="00D24017" w:rsidP="00D24017">
      <w:pPr>
        <w:rPr>
          <w:lang w:val="en-US"/>
        </w:rPr>
      </w:pPr>
    </w:p>
    <w:p w14:paraId="777A56D8" w14:textId="11CB14A4" w:rsidR="008A2611" w:rsidRDefault="00E77455" w:rsidP="00454B23">
      <w:pPr>
        <w:pStyle w:val="berschrift2"/>
      </w:pPr>
      <w:bookmarkStart w:id="39" w:name="_Toc52568618"/>
      <w:bookmarkStart w:id="40" w:name="_Toc54021462"/>
      <w:bookmarkStart w:id="41" w:name="_Toc54021819"/>
      <w:r>
        <w:t>Delivery, Final Acceptance, Preservation and</w:t>
      </w:r>
      <w:r w:rsidR="008A2611" w:rsidRPr="008A2611">
        <w:t xml:space="preserve"> Storage Activities</w:t>
      </w:r>
      <w:bookmarkEnd w:id="39"/>
      <w:bookmarkEnd w:id="40"/>
      <w:bookmarkEnd w:id="41"/>
      <w:r w:rsidR="008A2611" w:rsidRPr="008A2611">
        <w:t xml:space="preserve"> </w:t>
      </w:r>
    </w:p>
    <w:p w14:paraId="59DAF4E7" w14:textId="77777777" w:rsidR="00D24017" w:rsidRPr="00D24017" w:rsidRDefault="00D24017" w:rsidP="00D24017">
      <w:pPr>
        <w:rPr>
          <w:b/>
          <w:bCs/>
          <w:lang w:val="en-US"/>
        </w:rPr>
      </w:pPr>
    </w:p>
    <w:p w14:paraId="604894BD" w14:textId="45228F40" w:rsidR="005D1253" w:rsidRPr="00C910F3" w:rsidRDefault="005D1253" w:rsidP="005D1253">
      <w:pPr>
        <w:pStyle w:val="berschrift3"/>
        <w:rPr>
          <w:lang w:val="en-US"/>
        </w:rPr>
      </w:pPr>
      <w:bookmarkStart w:id="42" w:name="_Toc52568619"/>
      <w:bookmarkStart w:id="43" w:name="_Toc54021463"/>
      <w:bookmarkStart w:id="44" w:name="_Toc54021820"/>
      <w:r w:rsidRPr="00C910F3">
        <w:rPr>
          <w:lang w:val="en-US"/>
        </w:rPr>
        <w:t>Delivery</w:t>
      </w:r>
      <w:bookmarkEnd w:id="42"/>
      <w:bookmarkEnd w:id="43"/>
      <w:bookmarkEnd w:id="44"/>
    </w:p>
    <w:p w14:paraId="4B5D95CC" w14:textId="77777777" w:rsidR="005D1253" w:rsidRDefault="005D1253" w:rsidP="00D24017">
      <w:pPr>
        <w:rPr>
          <w:b/>
          <w:bCs/>
          <w:lang w:val="en-US"/>
        </w:rPr>
      </w:pPr>
    </w:p>
    <w:p w14:paraId="677740F4" w14:textId="58D61CCA" w:rsidR="00D24017" w:rsidRDefault="00F763CE" w:rsidP="003A136F">
      <w:pPr>
        <w:ind w:left="567"/>
        <w:rPr>
          <w:lang w:val="en-US"/>
        </w:rPr>
      </w:pPr>
      <w:r>
        <w:rPr>
          <w:lang w:val="en-US"/>
        </w:rPr>
        <w:t>The</w:t>
      </w:r>
      <w:r w:rsidR="00D24017">
        <w:rPr>
          <w:lang w:val="en-US"/>
        </w:rPr>
        <w:t xml:space="preserve"> </w:t>
      </w:r>
      <w:r w:rsidR="00C807BC">
        <w:rPr>
          <w:lang w:val="en-US"/>
        </w:rPr>
        <w:t>DESY</w:t>
      </w:r>
      <w:r>
        <w:rPr>
          <w:lang w:val="en-US"/>
        </w:rPr>
        <w:t xml:space="preserve">-Zeuthen workshop delivers the boards </w:t>
      </w:r>
      <w:r w:rsidR="00D24017">
        <w:rPr>
          <w:lang w:val="en-US"/>
        </w:rPr>
        <w:t>after the visual inspection. In case of non-</w:t>
      </w:r>
      <w:r w:rsidR="005D1253">
        <w:rPr>
          <w:lang w:val="en-US"/>
        </w:rPr>
        <w:t>conformities, the</w:t>
      </w:r>
      <w:r w:rsidR="00D24017">
        <w:rPr>
          <w:lang w:val="en-US"/>
        </w:rPr>
        <w:t xml:space="preserve"> non-conformity should be documented and reported to the customer.</w:t>
      </w:r>
    </w:p>
    <w:p w14:paraId="524E2EE6" w14:textId="77777777" w:rsidR="00AE505A" w:rsidRDefault="00AE505A" w:rsidP="003A136F">
      <w:pPr>
        <w:ind w:left="567"/>
        <w:rPr>
          <w:lang w:val="en-US"/>
        </w:rPr>
      </w:pPr>
    </w:p>
    <w:p w14:paraId="4FAABFCD" w14:textId="23FF7F03" w:rsidR="00AE505A" w:rsidRPr="00AE505A" w:rsidRDefault="008644D1" w:rsidP="003A136F">
      <w:pPr>
        <w:ind w:left="567"/>
        <w:rPr>
          <w:lang w:val="en-US"/>
        </w:rPr>
      </w:pPr>
      <w:r>
        <w:rPr>
          <w:lang w:val="en-US"/>
        </w:rPr>
        <w:t>The list of materials will be stored. The spare components of the manufacture will be stored in the case of another production needed or for future versions.</w:t>
      </w:r>
    </w:p>
    <w:p w14:paraId="11AE2D14" w14:textId="77777777" w:rsidR="00AE505A" w:rsidRDefault="00AE505A" w:rsidP="00AE505A">
      <w:pPr>
        <w:rPr>
          <w:lang w:val="en-US"/>
        </w:rPr>
      </w:pPr>
    </w:p>
    <w:p w14:paraId="6242503F" w14:textId="4C4E1517" w:rsidR="005D1253" w:rsidRPr="005D1253" w:rsidRDefault="005D1253" w:rsidP="005D1253">
      <w:pPr>
        <w:pStyle w:val="berschrift3"/>
        <w:numPr>
          <w:ilvl w:val="2"/>
          <w:numId w:val="8"/>
        </w:numPr>
        <w:rPr>
          <w:lang w:val="en-AU"/>
        </w:rPr>
      </w:pPr>
      <w:bookmarkStart w:id="45" w:name="_Toc52568620"/>
      <w:bookmarkStart w:id="46" w:name="_Toc54021464"/>
      <w:bookmarkStart w:id="47" w:name="_Toc54021821"/>
      <w:r w:rsidRPr="005D1253">
        <w:rPr>
          <w:lang w:val="en-AU"/>
        </w:rPr>
        <w:t>Final acceptance</w:t>
      </w:r>
      <w:bookmarkEnd w:id="45"/>
      <w:bookmarkEnd w:id="46"/>
      <w:bookmarkEnd w:id="47"/>
    </w:p>
    <w:p w14:paraId="06482B45" w14:textId="77777777" w:rsidR="00D24017" w:rsidRDefault="00D24017" w:rsidP="00D24017">
      <w:pPr>
        <w:rPr>
          <w:lang w:val="en-US"/>
        </w:rPr>
      </w:pPr>
    </w:p>
    <w:p w14:paraId="2BE69117" w14:textId="0BF8844C" w:rsidR="00D24017" w:rsidRDefault="00D24017" w:rsidP="003A136F">
      <w:pPr>
        <w:ind w:left="567"/>
        <w:rPr>
          <w:lang w:val="en-US"/>
        </w:rPr>
      </w:pPr>
      <w:r>
        <w:rPr>
          <w:lang w:val="en-US"/>
        </w:rPr>
        <w:t xml:space="preserve">Boards must fulfill </w:t>
      </w:r>
      <w:r w:rsidR="00627670">
        <w:rPr>
          <w:lang w:val="en-US"/>
        </w:rPr>
        <w:t xml:space="preserve">at least </w:t>
      </w:r>
      <w:r>
        <w:rPr>
          <w:lang w:val="en-US"/>
        </w:rPr>
        <w:t xml:space="preserve">IPC </w:t>
      </w:r>
      <w:r w:rsidR="00627670">
        <w:rPr>
          <w:lang w:val="en-US"/>
        </w:rPr>
        <w:t>class 2</w:t>
      </w:r>
      <w:r>
        <w:rPr>
          <w:lang w:val="en-US"/>
        </w:rPr>
        <w:t>. Non-conformities should be documented and reported.</w:t>
      </w:r>
    </w:p>
    <w:p w14:paraId="60F795A5" w14:textId="77777777" w:rsidR="00D24017" w:rsidRDefault="00D24017" w:rsidP="003A136F">
      <w:pPr>
        <w:ind w:left="567"/>
        <w:rPr>
          <w:lang w:val="en-US"/>
        </w:rPr>
      </w:pPr>
    </w:p>
    <w:p w14:paraId="01BDB541" w14:textId="1D60D698" w:rsidR="00560610" w:rsidRDefault="00560610" w:rsidP="003A136F">
      <w:pPr>
        <w:ind w:left="567"/>
        <w:rPr>
          <w:lang w:val="en-US"/>
        </w:rPr>
      </w:pPr>
      <w:r>
        <w:rPr>
          <w:lang w:val="en-US"/>
        </w:rPr>
        <w:t>Functional</w:t>
      </w:r>
      <w:r w:rsidR="00D24017">
        <w:rPr>
          <w:lang w:val="en-US"/>
        </w:rPr>
        <w:t xml:space="preserve"> test</w:t>
      </w:r>
      <w:r w:rsidR="00883B08">
        <w:rPr>
          <w:lang w:val="en-US"/>
        </w:rPr>
        <w:t>s</w:t>
      </w:r>
      <w:r w:rsidR="00D24017">
        <w:rPr>
          <w:lang w:val="en-US"/>
        </w:rPr>
        <w:t xml:space="preserve"> </w:t>
      </w:r>
      <w:r w:rsidR="00883B08">
        <w:rPr>
          <w:lang w:val="en-US"/>
        </w:rPr>
        <w:t>are</w:t>
      </w:r>
      <w:r w:rsidR="00D24017">
        <w:rPr>
          <w:lang w:val="en-US"/>
        </w:rPr>
        <w:t xml:space="preserve"> performed </w:t>
      </w:r>
      <w:r w:rsidR="00C807BC">
        <w:rPr>
          <w:lang w:val="en-US"/>
        </w:rPr>
        <w:t>at DESY</w:t>
      </w:r>
      <w:r w:rsidR="00D24017">
        <w:rPr>
          <w:lang w:val="en-US"/>
        </w:rPr>
        <w:t xml:space="preserve">. A board to be accepted should </w:t>
      </w:r>
      <w:r w:rsidR="001A3E4C">
        <w:rPr>
          <w:lang w:val="en-US"/>
        </w:rPr>
        <w:t>pass</w:t>
      </w:r>
      <w:r w:rsidR="00D24017">
        <w:rPr>
          <w:lang w:val="en-US"/>
        </w:rPr>
        <w:t xml:space="preserve"> the test</w:t>
      </w:r>
      <w:r>
        <w:rPr>
          <w:lang w:val="en-US"/>
        </w:rPr>
        <w:t>.</w:t>
      </w:r>
      <w:r w:rsidR="005D1253">
        <w:rPr>
          <w:lang w:val="en-US"/>
        </w:rPr>
        <w:t xml:space="preserve"> Rejected board will be returned to the manufacturer for repairing action.</w:t>
      </w:r>
    </w:p>
    <w:p w14:paraId="76FBF445" w14:textId="77777777" w:rsidR="005B6B7D" w:rsidRDefault="005B6B7D" w:rsidP="005B6B7D">
      <w:pPr>
        <w:rPr>
          <w:lang w:val="en-US"/>
        </w:rPr>
      </w:pPr>
    </w:p>
    <w:p w14:paraId="251E7B64" w14:textId="77777777" w:rsidR="00883B08" w:rsidRPr="005B6B7D" w:rsidRDefault="00883B08" w:rsidP="005B6B7D">
      <w:pPr>
        <w:rPr>
          <w:lang w:val="en-US"/>
        </w:rPr>
      </w:pPr>
    </w:p>
    <w:p w14:paraId="2B628A3E" w14:textId="766C97A8" w:rsidR="008A2611" w:rsidRDefault="008A2611" w:rsidP="00454B23">
      <w:pPr>
        <w:pStyle w:val="berschrift2"/>
      </w:pPr>
      <w:bookmarkStart w:id="48" w:name="_Toc52568621"/>
      <w:bookmarkStart w:id="49" w:name="_Toc54021465"/>
      <w:bookmarkStart w:id="50" w:name="_Toc54021822"/>
      <w:r w:rsidRPr="008A2611">
        <w:lastRenderedPageBreak/>
        <w:t>Export Control</w:t>
      </w:r>
      <w:bookmarkEnd w:id="48"/>
      <w:bookmarkEnd w:id="49"/>
      <w:bookmarkEnd w:id="50"/>
      <w:r w:rsidRPr="008A2611">
        <w:t xml:space="preserve"> </w:t>
      </w:r>
    </w:p>
    <w:p w14:paraId="5B41996C" w14:textId="77777777" w:rsidR="005B6B7D" w:rsidRDefault="005B6B7D" w:rsidP="005B6B7D">
      <w:pPr>
        <w:rPr>
          <w:lang w:val="en-US"/>
        </w:rPr>
      </w:pPr>
    </w:p>
    <w:p w14:paraId="65DF3DDA" w14:textId="0BFA4829" w:rsidR="00560610" w:rsidRDefault="00560610" w:rsidP="003A136F">
      <w:pPr>
        <w:ind w:left="284"/>
        <w:rPr>
          <w:lang w:val="en-US"/>
        </w:rPr>
      </w:pPr>
      <w:r>
        <w:rPr>
          <w:lang w:val="en-US"/>
        </w:rPr>
        <w:t>Not applicable</w:t>
      </w:r>
      <w:proofErr w:type="gramStart"/>
      <w:r w:rsidR="00C807BC">
        <w:rPr>
          <w:lang w:val="en-US"/>
        </w:rPr>
        <w:t xml:space="preserve">, </w:t>
      </w:r>
      <w:r>
        <w:rPr>
          <w:lang w:val="en-US"/>
        </w:rPr>
        <w:t xml:space="preserve"> </w:t>
      </w:r>
      <w:r w:rsidR="00C807BC">
        <w:rPr>
          <w:lang w:val="en-US"/>
        </w:rPr>
        <w:t>the</w:t>
      </w:r>
      <w:proofErr w:type="gramEnd"/>
      <w:r w:rsidR="00C807BC">
        <w:rPr>
          <w:lang w:val="en-US"/>
        </w:rPr>
        <w:t xml:space="preserve"> </w:t>
      </w:r>
      <w:r>
        <w:rPr>
          <w:lang w:val="en-US"/>
        </w:rPr>
        <w:t>sub-contractor is hosted inside the European Union</w:t>
      </w:r>
    </w:p>
    <w:p w14:paraId="246F27BC" w14:textId="77777777" w:rsidR="005B6B7D" w:rsidRPr="005B6B7D" w:rsidRDefault="005B6B7D" w:rsidP="005B6B7D">
      <w:pPr>
        <w:rPr>
          <w:lang w:val="en-US"/>
        </w:rPr>
      </w:pPr>
    </w:p>
    <w:p w14:paraId="0D958CB5" w14:textId="5B648B6A" w:rsidR="008A2611" w:rsidRDefault="008A2611" w:rsidP="00454B23">
      <w:pPr>
        <w:pStyle w:val="berschrift1"/>
      </w:pPr>
      <w:bookmarkStart w:id="51" w:name="_Toc52568623"/>
      <w:bookmarkStart w:id="52" w:name="_Toc54021823"/>
      <w:r w:rsidRPr="00454B23">
        <w:t>CUSTOMER FURNISHED ITEMS</w:t>
      </w:r>
      <w:bookmarkEnd w:id="51"/>
      <w:bookmarkEnd w:id="52"/>
      <w:r w:rsidRPr="00454B23">
        <w:t xml:space="preserve"> </w:t>
      </w:r>
    </w:p>
    <w:p w14:paraId="36B5B72F" w14:textId="77777777" w:rsidR="00883B08" w:rsidRPr="008A4552" w:rsidRDefault="00883B08" w:rsidP="00B726AC">
      <w:pPr>
        <w:pStyle w:val="berschrift2"/>
      </w:pPr>
      <w:bookmarkStart w:id="53" w:name="_Toc52568624"/>
      <w:bookmarkStart w:id="54" w:name="_Toc54021466"/>
      <w:bookmarkStart w:id="55" w:name="_Toc54021824"/>
      <w:r w:rsidRPr="008A4552">
        <w:t>Manufacturing files and documents</w:t>
      </w:r>
      <w:bookmarkEnd w:id="53"/>
      <w:bookmarkEnd w:id="54"/>
      <w:bookmarkEnd w:id="55"/>
    </w:p>
    <w:p w14:paraId="74415066" w14:textId="77777777" w:rsidR="00883B08" w:rsidRDefault="00883B08" w:rsidP="00883B08"/>
    <w:tbl>
      <w:tblPr>
        <w:tblW w:w="9633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881"/>
        <w:gridCol w:w="3502"/>
        <w:gridCol w:w="2268"/>
        <w:gridCol w:w="982"/>
      </w:tblGrid>
      <w:tr w:rsidR="004A1971" w:rsidRPr="00252113" w14:paraId="6E02C49E" w14:textId="77777777" w:rsidTr="004A1971">
        <w:trPr>
          <w:cantSplit/>
          <w:jc w:val="center"/>
        </w:trPr>
        <w:tc>
          <w:tcPr>
            <w:tcW w:w="9633" w:type="dxa"/>
            <w:gridSpan w:val="4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pct15" w:color="auto" w:fill="auto"/>
          </w:tcPr>
          <w:p w14:paraId="7ADC3C50" w14:textId="514086BF" w:rsidR="004A1971" w:rsidRPr="00252113" w:rsidRDefault="004A1971" w:rsidP="004A1971">
            <w:pPr>
              <w:spacing w:before="60" w:after="60"/>
              <w:ind w:left="8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Manufacturing files and documents</w:t>
            </w:r>
          </w:p>
        </w:tc>
      </w:tr>
      <w:tr w:rsidR="004A1971" w:rsidRPr="00252113" w14:paraId="41659639" w14:textId="77777777" w:rsidTr="004A19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2881" w:type="dxa"/>
          </w:tcPr>
          <w:p w14:paraId="7B3DCF77" w14:textId="620113A0" w:rsidR="004A1971" w:rsidRPr="00252113" w:rsidRDefault="004A1971" w:rsidP="004A1971">
            <w:pPr>
              <w:spacing w:before="60" w:after="60"/>
              <w:jc w:val="center"/>
              <w:rPr>
                <w:b/>
                <w:bCs/>
                <w:lang w:val="en-US"/>
              </w:rPr>
            </w:pPr>
            <w:r w:rsidRPr="00252113">
              <w:rPr>
                <w:b/>
                <w:bCs/>
                <w:lang w:val="en-US"/>
              </w:rPr>
              <w:t>Title</w:t>
            </w:r>
          </w:p>
        </w:tc>
        <w:tc>
          <w:tcPr>
            <w:tcW w:w="3502" w:type="dxa"/>
          </w:tcPr>
          <w:p w14:paraId="0D4D01FE" w14:textId="160517FE" w:rsidR="004A1971" w:rsidRPr="00252113" w:rsidRDefault="004A1971" w:rsidP="004A1971">
            <w:pPr>
              <w:spacing w:before="60" w:after="6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Description</w:t>
            </w:r>
          </w:p>
        </w:tc>
        <w:tc>
          <w:tcPr>
            <w:tcW w:w="2268" w:type="dxa"/>
          </w:tcPr>
          <w:p w14:paraId="5E522731" w14:textId="77777777" w:rsidR="004A1971" w:rsidRPr="00252113" w:rsidRDefault="004A1971" w:rsidP="004A1971">
            <w:pPr>
              <w:spacing w:before="60" w:after="60"/>
              <w:jc w:val="center"/>
              <w:rPr>
                <w:b/>
                <w:bCs/>
                <w:lang w:val="en-US"/>
              </w:rPr>
            </w:pPr>
            <w:r w:rsidRPr="00252113">
              <w:rPr>
                <w:b/>
                <w:bCs/>
                <w:lang w:val="en-US"/>
              </w:rPr>
              <w:t>Reference</w:t>
            </w:r>
          </w:p>
        </w:tc>
        <w:tc>
          <w:tcPr>
            <w:tcW w:w="982" w:type="dxa"/>
          </w:tcPr>
          <w:p w14:paraId="10B66C4E" w14:textId="77777777" w:rsidR="004A1971" w:rsidRPr="00252113" w:rsidRDefault="004A1971" w:rsidP="004A1971">
            <w:pPr>
              <w:spacing w:before="60" w:after="60"/>
              <w:jc w:val="center"/>
              <w:rPr>
                <w:b/>
                <w:bCs/>
                <w:lang w:val="en-US"/>
              </w:rPr>
            </w:pPr>
            <w:r w:rsidRPr="00252113">
              <w:rPr>
                <w:b/>
                <w:bCs/>
                <w:lang w:val="en-US"/>
              </w:rPr>
              <w:t>Version</w:t>
            </w:r>
          </w:p>
        </w:tc>
      </w:tr>
      <w:tr w:rsidR="004A1971" w:rsidRPr="00252113" w14:paraId="6094E010" w14:textId="77777777" w:rsidTr="004A19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37"/>
          <w:jc w:val="center"/>
        </w:trPr>
        <w:tc>
          <w:tcPr>
            <w:tcW w:w="2881" w:type="dxa"/>
          </w:tcPr>
          <w:p w14:paraId="7140D0C9" w14:textId="59A0E8F4" w:rsidR="004A1971" w:rsidRPr="00481677" w:rsidRDefault="004A1971" w:rsidP="00384027">
            <w:pPr>
              <w:pStyle w:val="tablenormal"/>
              <w:keepNext w:val="0"/>
              <w:widowControl w:val="0"/>
              <w:spacing w:before="40" w:after="40"/>
              <w:jc w:val="both"/>
              <w:rPr>
                <w:rFonts w:ascii="Times New Roman" w:hAnsi="Times New Roman"/>
                <w:sz w:val="22"/>
                <w:szCs w:val="22"/>
                <w:lang w:val="en-US" w:eastAsia="fr-FR"/>
              </w:rPr>
            </w:pPr>
            <w:r>
              <w:rPr>
                <w:szCs w:val="22"/>
                <w:lang w:val="en-US"/>
              </w:rPr>
              <w:t>Statement of work</w:t>
            </w:r>
          </w:p>
        </w:tc>
        <w:tc>
          <w:tcPr>
            <w:tcW w:w="3502" w:type="dxa"/>
          </w:tcPr>
          <w:p w14:paraId="5E96A52E" w14:textId="3EBF4CCC" w:rsidR="004A1971" w:rsidRPr="00481677" w:rsidRDefault="004A1971" w:rsidP="004A1971">
            <w:pPr>
              <w:spacing w:before="40" w:after="40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This document</w:t>
            </w:r>
          </w:p>
        </w:tc>
        <w:tc>
          <w:tcPr>
            <w:tcW w:w="2268" w:type="dxa"/>
          </w:tcPr>
          <w:p w14:paraId="544BC0C8" w14:textId="2110AF22" w:rsidR="004A1971" w:rsidRPr="00481677" w:rsidRDefault="004A1971" w:rsidP="004A1971">
            <w:pPr>
              <w:pStyle w:val="p1"/>
              <w:jc w:val="center"/>
              <w:rPr>
                <w:sz w:val="22"/>
                <w:szCs w:val="22"/>
              </w:rPr>
            </w:pPr>
          </w:p>
          <w:p w14:paraId="792FA825" w14:textId="77777777" w:rsidR="004A1971" w:rsidRPr="00481677" w:rsidRDefault="004A1971" w:rsidP="004A1971">
            <w:pPr>
              <w:spacing w:before="40" w:after="40"/>
              <w:jc w:val="center"/>
              <w:rPr>
                <w:szCs w:val="22"/>
                <w:lang w:val="en-US"/>
              </w:rPr>
            </w:pPr>
          </w:p>
        </w:tc>
        <w:tc>
          <w:tcPr>
            <w:tcW w:w="982" w:type="dxa"/>
            <w:vAlign w:val="center"/>
          </w:tcPr>
          <w:p w14:paraId="34529E6F" w14:textId="590D8E45" w:rsidR="004A1971" w:rsidRPr="00481677" w:rsidRDefault="00F32112" w:rsidP="004A1971">
            <w:pPr>
              <w:pStyle w:val="tablenormal"/>
              <w:keepNext w:val="0"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  <w:lang w:val="en-US" w:eastAsia="fr-FR"/>
              </w:rPr>
            </w:pPr>
            <w:r>
              <w:rPr>
                <w:rFonts w:ascii="Times New Roman" w:hAnsi="Times New Roman"/>
                <w:sz w:val="22"/>
                <w:szCs w:val="22"/>
                <w:lang w:val="en-US" w:eastAsia="fr-FR"/>
              </w:rPr>
              <w:t>1</w:t>
            </w:r>
          </w:p>
        </w:tc>
      </w:tr>
      <w:tr w:rsidR="004A1971" w:rsidRPr="00F376BD" w14:paraId="14A4DC83" w14:textId="77777777" w:rsidTr="00F376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2881" w:type="dxa"/>
          </w:tcPr>
          <w:p w14:paraId="4A64BA8D" w14:textId="36816649" w:rsidR="004A1971" w:rsidRPr="00252113" w:rsidRDefault="003A4A27" w:rsidP="00384027">
            <w:pPr>
              <w:spacing w:before="40" w:after="4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Images for reference</w:t>
            </w:r>
          </w:p>
        </w:tc>
        <w:tc>
          <w:tcPr>
            <w:tcW w:w="3502" w:type="dxa"/>
          </w:tcPr>
          <w:p w14:paraId="15558CEA" w14:textId="3C5FD4D7" w:rsidR="004A1971" w:rsidRPr="00252113" w:rsidRDefault="003A4A27" w:rsidP="004A1971">
            <w:pPr>
              <w:spacing w:before="40" w:after="4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CAD screenshots and layer stack </w:t>
            </w:r>
          </w:p>
        </w:tc>
        <w:tc>
          <w:tcPr>
            <w:tcW w:w="2268" w:type="dxa"/>
          </w:tcPr>
          <w:p w14:paraId="0E0BB0BF" w14:textId="4F1FB07A" w:rsidR="004A1971" w:rsidRPr="00252113" w:rsidRDefault="003A4A27" w:rsidP="004A1971">
            <w:pPr>
              <w:spacing w:before="40" w:after="40"/>
              <w:jc w:val="left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Board_Images</w:t>
            </w:r>
            <w:proofErr w:type="spellEnd"/>
          </w:p>
        </w:tc>
        <w:tc>
          <w:tcPr>
            <w:tcW w:w="982" w:type="dxa"/>
            <w:vAlign w:val="center"/>
          </w:tcPr>
          <w:p w14:paraId="71884AA7" w14:textId="5C6C2207" w:rsidR="004A1971" w:rsidRPr="00252113" w:rsidRDefault="00B503B6" w:rsidP="004A1971">
            <w:pPr>
              <w:spacing w:before="40" w:after="4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</w:tr>
      <w:tr w:rsidR="00F376BD" w:rsidRPr="00F376BD" w14:paraId="15C5EC0E" w14:textId="77777777" w:rsidTr="00F376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97"/>
          <w:jc w:val="center"/>
        </w:trPr>
        <w:tc>
          <w:tcPr>
            <w:tcW w:w="2881" w:type="dxa"/>
          </w:tcPr>
          <w:p w14:paraId="23EE9533" w14:textId="48F50204" w:rsidR="00F376BD" w:rsidRDefault="003062C0" w:rsidP="00F376BD">
            <w:pPr>
              <w:tabs>
                <w:tab w:val="left" w:pos="640"/>
                <w:tab w:val="center" w:pos="1370"/>
              </w:tabs>
              <w:spacing w:before="40" w:after="40"/>
              <w:jc w:val="left"/>
              <w:rPr>
                <w:lang w:val="en-US"/>
              </w:rPr>
            </w:pPr>
            <w:r>
              <w:rPr>
                <w:sz w:val="20"/>
                <w:lang w:val="en-US"/>
              </w:rPr>
              <w:t>L2CB</w:t>
            </w:r>
            <w:r w:rsidR="003A4A27">
              <w:rPr>
                <w:sz w:val="20"/>
                <w:lang w:val="en-US"/>
              </w:rPr>
              <w:t xml:space="preserve"> </w:t>
            </w:r>
            <w:r w:rsidR="00F376BD">
              <w:rPr>
                <w:sz w:val="20"/>
                <w:lang w:val="en-US"/>
              </w:rPr>
              <w:t>Bill Of Material</w:t>
            </w:r>
          </w:p>
        </w:tc>
        <w:tc>
          <w:tcPr>
            <w:tcW w:w="3502" w:type="dxa"/>
          </w:tcPr>
          <w:p w14:paraId="12DE94E1" w14:textId="19102EF6" w:rsidR="00F376BD" w:rsidRPr="00252113" w:rsidRDefault="00F376BD" w:rsidP="00F32112">
            <w:pPr>
              <w:spacing w:before="40" w:after="4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Components list for </w:t>
            </w:r>
            <w:r w:rsidR="003062C0">
              <w:rPr>
                <w:sz w:val="20"/>
                <w:lang w:val="en-US"/>
              </w:rPr>
              <w:t>L2CB</w:t>
            </w:r>
            <w:r w:rsidR="003A4A2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board assembly</w:t>
            </w:r>
          </w:p>
        </w:tc>
        <w:tc>
          <w:tcPr>
            <w:tcW w:w="2268" w:type="dxa"/>
          </w:tcPr>
          <w:p w14:paraId="00023CEE" w14:textId="17AEF71C" w:rsidR="00F376BD" w:rsidRPr="00F376BD" w:rsidRDefault="00F376BD" w:rsidP="004A1971">
            <w:pPr>
              <w:spacing w:before="40" w:after="40"/>
              <w:jc w:val="left"/>
              <w:rPr>
                <w:sz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14:paraId="70E82AFC" w14:textId="435E007F" w:rsidR="00F376BD" w:rsidRDefault="00B503B6" w:rsidP="004A1971">
            <w:pPr>
              <w:spacing w:before="40" w:after="4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</w:tr>
      <w:tr w:rsidR="00F376BD" w:rsidRPr="00F376BD" w14:paraId="5D04242B" w14:textId="77777777" w:rsidTr="00F376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97"/>
          <w:jc w:val="center"/>
        </w:trPr>
        <w:tc>
          <w:tcPr>
            <w:tcW w:w="2881" w:type="dxa"/>
          </w:tcPr>
          <w:p w14:paraId="7E1A5720" w14:textId="4A3B45E3" w:rsidR="00F376BD" w:rsidRDefault="000B0B2F" w:rsidP="00F376BD">
            <w:pPr>
              <w:tabs>
                <w:tab w:val="left" w:pos="640"/>
                <w:tab w:val="center" w:pos="1370"/>
              </w:tabs>
              <w:spacing w:before="40" w:after="40"/>
              <w:jc w:val="left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Gerbers</w:t>
            </w:r>
            <w:proofErr w:type="spellEnd"/>
            <w:r>
              <w:rPr>
                <w:sz w:val="20"/>
                <w:lang w:val="en-US"/>
              </w:rPr>
              <w:t xml:space="preserve"> files</w:t>
            </w:r>
          </w:p>
        </w:tc>
        <w:tc>
          <w:tcPr>
            <w:tcW w:w="3502" w:type="dxa"/>
          </w:tcPr>
          <w:p w14:paraId="538D7151" w14:textId="208B1172" w:rsidR="00F376BD" w:rsidRDefault="00F32112" w:rsidP="004A1971">
            <w:pPr>
              <w:spacing w:before="40" w:after="4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Mentor output, </w:t>
            </w:r>
            <w:r w:rsidR="000B0B2F">
              <w:rPr>
                <w:sz w:val="20"/>
                <w:lang w:val="en-US"/>
              </w:rPr>
              <w:t>Manufacturing files for PCB, and components placement</w:t>
            </w:r>
          </w:p>
        </w:tc>
        <w:tc>
          <w:tcPr>
            <w:tcW w:w="2268" w:type="dxa"/>
          </w:tcPr>
          <w:p w14:paraId="744112A7" w14:textId="2E4AB8C7" w:rsidR="00F376BD" w:rsidRPr="00F376BD" w:rsidRDefault="00F376BD" w:rsidP="000B0B2F">
            <w:pPr>
              <w:spacing w:before="40" w:after="40"/>
              <w:jc w:val="left"/>
              <w:rPr>
                <w:sz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14:paraId="7F7595E3" w14:textId="7DF4EEBA" w:rsidR="00F376BD" w:rsidRDefault="00B503B6" w:rsidP="004A1971">
            <w:pPr>
              <w:spacing w:before="40" w:after="4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</w:tr>
      <w:tr w:rsidR="00F376BD" w:rsidRPr="00F376BD" w14:paraId="0D34D3A2" w14:textId="77777777" w:rsidTr="00083E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83"/>
          <w:jc w:val="center"/>
        </w:trPr>
        <w:tc>
          <w:tcPr>
            <w:tcW w:w="2881" w:type="dxa"/>
          </w:tcPr>
          <w:p w14:paraId="6D2C7DD9" w14:textId="18C110DB" w:rsidR="00F376BD" w:rsidRDefault="003A4A27" w:rsidP="00F376BD">
            <w:pPr>
              <w:tabs>
                <w:tab w:val="left" w:pos="640"/>
                <w:tab w:val="center" w:pos="1370"/>
              </w:tabs>
              <w:spacing w:before="40" w:after="4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Pick and place file</w:t>
            </w:r>
          </w:p>
        </w:tc>
        <w:tc>
          <w:tcPr>
            <w:tcW w:w="3502" w:type="dxa"/>
          </w:tcPr>
          <w:p w14:paraId="5EE4E232" w14:textId="005A1657" w:rsidR="00083E2C" w:rsidRDefault="00F32112" w:rsidP="003A4A27">
            <w:pPr>
              <w:spacing w:before="40" w:after="4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Mentor output</w:t>
            </w:r>
          </w:p>
        </w:tc>
        <w:tc>
          <w:tcPr>
            <w:tcW w:w="2268" w:type="dxa"/>
          </w:tcPr>
          <w:p w14:paraId="0DC67574" w14:textId="15726E02" w:rsidR="00F376BD" w:rsidRPr="00F376BD" w:rsidRDefault="00F376BD" w:rsidP="004A1971">
            <w:pPr>
              <w:spacing w:before="40" w:after="40"/>
              <w:jc w:val="left"/>
              <w:rPr>
                <w:sz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14:paraId="11949C17" w14:textId="559B193E" w:rsidR="003A4A27" w:rsidRDefault="00B503B6" w:rsidP="003A4A27">
            <w:pPr>
              <w:spacing w:before="40" w:after="4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</w:tr>
      <w:tr w:rsidR="003A4A27" w:rsidRPr="00F376BD" w14:paraId="1C0944E4" w14:textId="77777777" w:rsidTr="00083E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83"/>
          <w:jc w:val="center"/>
        </w:trPr>
        <w:tc>
          <w:tcPr>
            <w:tcW w:w="2881" w:type="dxa"/>
          </w:tcPr>
          <w:p w14:paraId="2EA61F97" w14:textId="7B34B5A3" w:rsidR="003A4A27" w:rsidRDefault="003A4A27" w:rsidP="00F376BD">
            <w:pPr>
              <w:tabs>
                <w:tab w:val="left" w:pos="640"/>
                <w:tab w:val="center" w:pos="1370"/>
              </w:tabs>
              <w:spacing w:before="40" w:after="4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NC drills</w:t>
            </w:r>
          </w:p>
        </w:tc>
        <w:tc>
          <w:tcPr>
            <w:tcW w:w="3502" w:type="dxa"/>
          </w:tcPr>
          <w:p w14:paraId="3616ADBC" w14:textId="6F975EA8" w:rsidR="003A4A27" w:rsidRDefault="00F32112" w:rsidP="003A4A27">
            <w:pPr>
              <w:spacing w:before="40" w:after="4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Mentor output</w:t>
            </w:r>
          </w:p>
        </w:tc>
        <w:tc>
          <w:tcPr>
            <w:tcW w:w="2268" w:type="dxa"/>
          </w:tcPr>
          <w:p w14:paraId="1F13E2E2" w14:textId="039F6856" w:rsidR="003A4A27" w:rsidRDefault="003A4A27" w:rsidP="004A1971">
            <w:pPr>
              <w:spacing w:before="40" w:after="40"/>
              <w:jc w:val="left"/>
              <w:rPr>
                <w:sz w:val="20"/>
                <w:lang w:val="en-US"/>
              </w:rPr>
            </w:pPr>
          </w:p>
        </w:tc>
        <w:tc>
          <w:tcPr>
            <w:tcW w:w="982" w:type="dxa"/>
            <w:vAlign w:val="center"/>
          </w:tcPr>
          <w:p w14:paraId="58F3CCEB" w14:textId="1E822AE0" w:rsidR="003A4A27" w:rsidRDefault="00B503B6" w:rsidP="003A4A27">
            <w:pPr>
              <w:spacing w:before="40" w:after="4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bookmarkStart w:id="56" w:name="_GoBack"/>
            <w:bookmarkEnd w:id="56"/>
          </w:p>
        </w:tc>
      </w:tr>
    </w:tbl>
    <w:p w14:paraId="580E6762" w14:textId="77777777" w:rsidR="004A1971" w:rsidRPr="00F376BD" w:rsidRDefault="004A1971" w:rsidP="00883B08">
      <w:pPr>
        <w:rPr>
          <w:lang w:val="en-US"/>
        </w:rPr>
      </w:pPr>
    </w:p>
    <w:p w14:paraId="098EF112" w14:textId="718EFD7E" w:rsidR="00883B08" w:rsidRDefault="00883B08" w:rsidP="00B726AC">
      <w:pPr>
        <w:pStyle w:val="berschrift2"/>
      </w:pPr>
      <w:bookmarkStart w:id="57" w:name="_Ref52372451"/>
      <w:bookmarkStart w:id="58" w:name="_Toc52568625"/>
      <w:bookmarkStart w:id="59" w:name="_Toc54021467"/>
      <w:bookmarkStart w:id="60" w:name="_Toc54021825"/>
      <w:r>
        <w:t xml:space="preserve">Components and </w:t>
      </w:r>
      <w:proofErr w:type="spellStart"/>
      <w:r>
        <w:t>materials</w:t>
      </w:r>
      <w:bookmarkEnd w:id="57"/>
      <w:bookmarkEnd w:id="58"/>
      <w:bookmarkEnd w:id="59"/>
      <w:bookmarkEnd w:id="60"/>
      <w:proofErr w:type="spellEnd"/>
    </w:p>
    <w:p w14:paraId="2A6676BE" w14:textId="77777777" w:rsidR="00883B08" w:rsidRDefault="00883B08" w:rsidP="00883B08"/>
    <w:p w14:paraId="323F418A" w14:textId="5943DEA5" w:rsidR="00866B0A" w:rsidRPr="000C5DC2" w:rsidRDefault="00355F2E" w:rsidP="00F32112">
      <w:pPr>
        <w:ind w:left="567"/>
        <w:rPr>
          <w:lang w:val="en-US"/>
        </w:rPr>
      </w:pPr>
      <w:r>
        <w:rPr>
          <w:lang w:val="en-US"/>
        </w:rPr>
        <w:t xml:space="preserve">All </w:t>
      </w:r>
      <w:r w:rsidR="00F32112">
        <w:rPr>
          <w:lang w:val="en-US"/>
        </w:rPr>
        <w:t>components are delivered by DESY</w:t>
      </w:r>
      <w:r>
        <w:rPr>
          <w:lang w:val="en-US"/>
        </w:rPr>
        <w:t>.</w:t>
      </w:r>
    </w:p>
    <w:p w14:paraId="110D5A61" w14:textId="70F72371" w:rsidR="00883B08" w:rsidRDefault="00883B08" w:rsidP="00B726AC">
      <w:pPr>
        <w:pStyle w:val="berschrift2"/>
      </w:pPr>
      <w:bookmarkStart w:id="61" w:name="_Toc52568626"/>
      <w:bookmarkStart w:id="62" w:name="_Toc54021468"/>
      <w:bookmarkStart w:id="63" w:name="_Toc54021826"/>
      <w:r>
        <w:t>Tools</w:t>
      </w:r>
      <w:bookmarkEnd w:id="61"/>
      <w:bookmarkEnd w:id="62"/>
      <w:bookmarkEnd w:id="63"/>
    </w:p>
    <w:p w14:paraId="14D38120" w14:textId="77777777" w:rsidR="00883B08" w:rsidRDefault="00883B08" w:rsidP="00883B08"/>
    <w:p w14:paraId="5DE8AC51" w14:textId="23178B33" w:rsidR="000C5DC2" w:rsidRPr="000C5DC2" w:rsidRDefault="00355F2E" w:rsidP="003A4A27">
      <w:pPr>
        <w:ind w:firstLine="567"/>
        <w:rPr>
          <w:lang w:val="en-US"/>
        </w:rPr>
      </w:pPr>
      <w:r>
        <w:rPr>
          <w:lang w:val="en-US"/>
        </w:rPr>
        <w:t>Press fit</w:t>
      </w:r>
      <w:r w:rsidR="000C5DC2" w:rsidRPr="000C5DC2">
        <w:rPr>
          <w:lang w:val="en-US"/>
        </w:rPr>
        <w:t xml:space="preserve"> tools</w:t>
      </w:r>
      <w:r>
        <w:rPr>
          <w:lang w:val="en-US"/>
        </w:rPr>
        <w:t xml:space="preserve"> (connectors)</w:t>
      </w:r>
      <w:r w:rsidR="000C5DC2" w:rsidRPr="000C5DC2">
        <w:rPr>
          <w:lang w:val="en-US"/>
        </w:rPr>
        <w:t xml:space="preserve"> are </w:t>
      </w:r>
      <w:r>
        <w:rPr>
          <w:lang w:val="en-US"/>
        </w:rPr>
        <w:t>provided</w:t>
      </w:r>
      <w:r w:rsidR="000C5DC2" w:rsidRPr="000C5DC2">
        <w:rPr>
          <w:lang w:val="en-US"/>
        </w:rPr>
        <w:t xml:space="preserve"> by </w:t>
      </w:r>
      <w:r w:rsidR="00F32112">
        <w:rPr>
          <w:lang w:val="en-US"/>
        </w:rPr>
        <w:t>DESY</w:t>
      </w:r>
      <w:r>
        <w:rPr>
          <w:lang w:val="en-US"/>
        </w:rPr>
        <w:t>.</w:t>
      </w:r>
    </w:p>
    <w:p w14:paraId="579EFE4F" w14:textId="77777777" w:rsidR="00883B08" w:rsidRPr="000C5DC2" w:rsidRDefault="00883B08" w:rsidP="00883B08">
      <w:pPr>
        <w:rPr>
          <w:lang w:val="en-US"/>
        </w:rPr>
      </w:pPr>
    </w:p>
    <w:p w14:paraId="15FB3FEA" w14:textId="77777777" w:rsidR="009A442E" w:rsidRPr="003634B6" w:rsidRDefault="009A442E" w:rsidP="009A442E">
      <w:pPr>
        <w:rPr>
          <w:lang w:val="en-GB"/>
        </w:rPr>
      </w:pPr>
    </w:p>
    <w:p w14:paraId="598EE83A" w14:textId="77777777" w:rsidR="009C3C8C" w:rsidRPr="003634B6" w:rsidRDefault="009C3C8C" w:rsidP="009C3C8C">
      <w:pPr>
        <w:pStyle w:val="Paragraphe1"/>
        <w:rPr>
          <w:lang w:val="en-GB"/>
        </w:rPr>
      </w:pPr>
      <w:bookmarkStart w:id="64" w:name="_Toc141155551"/>
      <w:bookmarkStart w:id="65" w:name="_Toc142796794"/>
    </w:p>
    <w:bookmarkEnd w:id="64"/>
    <w:bookmarkEnd w:id="65"/>
    <w:p w14:paraId="0E637EEB" w14:textId="77777777" w:rsidR="009C3C8C" w:rsidRPr="003634B6" w:rsidRDefault="009C3C8C" w:rsidP="009C3C8C">
      <w:pPr>
        <w:pStyle w:val="Paragraphe1"/>
        <w:rPr>
          <w:lang w:val="en-GB"/>
        </w:rPr>
      </w:pPr>
    </w:p>
    <w:bookmarkEnd w:id="5"/>
    <w:p w14:paraId="1B69230F" w14:textId="77777777" w:rsidR="009C3C8C" w:rsidRPr="00111816" w:rsidRDefault="009C3C8C">
      <w:pPr>
        <w:widowControl/>
        <w:jc w:val="left"/>
        <w:rPr>
          <w:lang w:val="en-US"/>
        </w:rPr>
      </w:pPr>
      <w:r w:rsidRPr="00111816">
        <w:rPr>
          <w:lang w:val="en-US"/>
        </w:rPr>
        <w:br w:type="page"/>
      </w:r>
    </w:p>
    <w:p w14:paraId="2B72AFFF" w14:textId="77777777" w:rsidR="00AD6A99" w:rsidRPr="00111816" w:rsidRDefault="00AD6A99" w:rsidP="00C747AE">
      <w:pPr>
        <w:rPr>
          <w:lang w:val="en-US"/>
        </w:rPr>
      </w:pPr>
    </w:p>
    <w:p w14:paraId="69D6904B" w14:textId="77777777" w:rsidR="00A117D8" w:rsidRPr="00111816" w:rsidRDefault="00A117D8" w:rsidP="005F2EF8">
      <w:pPr>
        <w:pStyle w:val="Kopfzeile"/>
        <w:tabs>
          <w:tab w:val="left" w:pos="708"/>
        </w:tabs>
        <w:jc w:val="center"/>
        <w:rPr>
          <w:b/>
          <w:bCs/>
          <w:smallCaps/>
        </w:rPr>
      </w:pPr>
    </w:p>
    <w:p w14:paraId="676A7219" w14:textId="3C20985E" w:rsidR="00A117D8" w:rsidRPr="00AD6A99" w:rsidRDefault="009A442E" w:rsidP="005F2EF8">
      <w:pPr>
        <w:pStyle w:val="Kopfzeile"/>
        <w:tabs>
          <w:tab w:val="left" w:pos="708"/>
        </w:tabs>
        <w:jc w:val="center"/>
        <w:rPr>
          <w:b/>
          <w:bCs/>
          <w:sz w:val="4"/>
          <w:lang w:val="fr-FR"/>
        </w:rPr>
      </w:pPr>
      <w:r>
        <w:rPr>
          <w:b/>
          <w:bCs/>
          <w:sz w:val="28"/>
          <w:lang w:val="fr-FR"/>
        </w:rPr>
        <w:t>DISTRIBUTION LIST</w:t>
      </w:r>
    </w:p>
    <w:p w14:paraId="79A815A6" w14:textId="77777777" w:rsidR="00A117D8" w:rsidRPr="00AD6A99" w:rsidRDefault="00A117D8" w:rsidP="005F2EF8"/>
    <w:p w14:paraId="40538913" w14:textId="77777777" w:rsidR="00A117D8" w:rsidRPr="00AD6A99" w:rsidRDefault="00A117D8" w:rsidP="005F2EF8"/>
    <w:tbl>
      <w:tblPr>
        <w:tblW w:w="978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60"/>
        <w:gridCol w:w="2971"/>
        <w:gridCol w:w="2971"/>
      </w:tblGrid>
      <w:tr w:rsidR="00A117D8" w:rsidRPr="00AD6A99" w14:paraId="7C515019" w14:textId="77777777" w:rsidTr="009D6375">
        <w:trPr>
          <w:trHeight w:val="300"/>
        </w:trPr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FBE7CD6" w14:textId="5DA127C0" w:rsidR="00A117D8" w:rsidRPr="00AD6A99" w:rsidRDefault="009A442E" w:rsidP="009D637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INTERNAL DISTRIBUTION</w:t>
            </w:r>
          </w:p>
        </w:tc>
        <w:tc>
          <w:tcPr>
            <w:tcW w:w="160" w:type="dxa"/>
            <w:tcBorders>
              <w:left w:val="single" w:sz="8" w:space="0" w:color="auto"/>
              <w:right w:val="single" w:sz="8" w:space="0" w:color="auto"/>
            </w:tcBorders>
          </w:tcPr>
          <w:p w14:paraId="29C7FCE7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4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83DF79E" w14:textId="4C69E08F" w:rsidR="00A117D8" w:rsidRPr="00AD6A99" w:rsidRDefault="009A442E" w:rsidP="009D637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EXTERNAL DISTRIBUTION</w:t>
            </w:r>
          </w:p>
        </w:tc>
      </w:tr>
      <w:tr w:rsidR="00A117D8" w:rsidRPr="00AD6A99" w14:paraId="78E3BD5E" w14:textId="77777777" w:rsidTr="009D6375">
        <w:trPr>
          <w:trHeight w:val="300"/>
        </w:trPr>
        <w:tc>
          <w:tcPr>
            <w:tcW w:w="36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67AB7E8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i/>
                <w:color w:val="000000"/>
                <w:sz w:val="14"/>
                <w:szCs w:val="14"/>
              </w:rPr>
            </w:pPr>
          </w:p>
        </w:tc>
        <w:tc>
          <w:tcPr>
            <w:tcW w:w="160" w:type="dxa"/>
            <w:tcBorders>
              <w:left w:val="single" w:sz="8" w:space="0" w:color="auto"/>
              <w:right w:val="single" w:sz="8" w:space="0" w:color="auto"/>
            </w:tcBorders>
          </w:tcPr>
          <w:p w14:paraId="3CEE1D9E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14:paraId="15F3042D" w14:textId="58F7078B" w:rsidR="00A117D8" w:rsidRPr="00AD6A99" w:rsidRDefault="00A117D8" w:rsidP="009D637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color w:val="000000"/>
              </w:rPr>
            </w:pPr>
            <w:r w:rsidRPr="00AD6A99">
              <w:rPr>
                <w:b/>
                <w:bCs/>
                <w:color w:val="000000"/>
              </w:rPr>
              <w:t>N</w:t>
            </w:r>
            <w:r w:rsidR="009A442E">
              <w:rPr>
                <w:b/>
                <w:bCs/>
                <w:color w:val="000000"/>
              </w:rPr>
              <w:t>ame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14:paraId="26F3FAA8" w14:textId="6DC40741" w:rsidR="00A117D8" w:rsidRPr="00AD6A99" w:rsidRDefault="009A442E" w:rsidP="009D637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Company</w:t>
            </w:r>
            <w:proofErr w:type="spellEnd"/>
          </w:p>
        </w:tc>
      </w:tr>
      <w:tr w:rsidR="00A117D8" w:rsidRPr="00AD6A99" w14:paraId="5AD3E4FE" w14:textId="77777777" w:rsidTr="009D6375">
        <w:trPr>
          <w:trHeight w:hRule="exact" w:val="120"/>
        </w:trPr>
        <w:tc>
          <w:tcPr>
            <w:tcW w:w="3686" w:type="dxa"/>
            <w:tcBorders>
              <w:top w:val="single" w:sz="8" w:space="0" w:color="auto"/>
              <w:bottom w:val="single" w:sz="8" w:space="0" w:color="auto"/>
            </w:tcBorders>
          </w:tcPr>
          <w:p w14:paraId="53E4C425" w14:textId="77777777" w:rsidR="00A117D8" w:rsidRPr="00AD6A99" w:rsidRDefault="00A117D8" w:rsidP="009D6375">
            <w:pPr>
              <w:spacing w:before="120" w:after="120"/>
              <w:ind w:left="709"/>
              <w:jc w:val="left"/>
              <w:rPr>
                <w:b/>
                <w:iCs/>
                <w:sz w:val="16"/>
                <w:szCs w:val="16"/>
              </w:rPr>
            </w:pPr>
          </w:p>
        </w:tc>
        <w:tc>
          <w:tcPr>
            <w:tcW w:w="160" w:type="dxa"/>
          </w:tcPr>
          <w:p w14:paraId="0A45A92B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top w:val="single" w:sz="4" w:space="0" w:color="auto"/>
              <w:bottom w:val="single" w:sz="8" w:space="0" w:color="auto"/>
            </w:tcBorders>
          </w:tcPr>
          <w:p w14:paraId="2D77956A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top w:val="single" w:sz="4" w:space="0" w:color="auto"/>
              <w:bottom w:val="single" w:sz="8" w:space="0" w:color="auto"/>
            </w:tcBorders>
          </w:tcPr>
          <w:p w14:paraId="5FABBF39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  <w:tr w:rsidR="00A117D8" w:rsidRPr="00AD6A99" w14:paraId="4C1B37D8" w14:textId="77777777" w:rsidTr="009D6375">
        <w:trPr>
          <w:trHeight w:val="24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E04C4B6" w14:textId="64D6FDF6" w:rsidR="00A117D8" w:rsidRPr="00AD6A99" w:rsidRDefault="00A117D8" w:rsidP="009D6375">
            <w:pPr>
              <w:spacing w:before="120" w:after="120"/>
              <w:ind w:left="356"/>
              <w:jc w:val="left"/>
              <w:rPr>
                <w:szCs w:val="24"/>
              </w:rPr>
            </w:pPr>
          </w:p>
        </w:tc>
        <w:tc>
          <w:tcPr>
            <w:tcW w:w="160" w:type="dxa"/>
            <w:tcBorders>
              <w:left w:val="single" w:sz="8" w:space="0" w:color="auto"/>
              <w:right w:val="single" w:sz="8" w:space="0" w:color="auto"/>
            </w:tcBorders>
          </w:tcPr>
          <w:p w14:paraId="67FB24D3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14:paraId="28C0A106" w14:textId="71F8956F" w:rsidR="00A117D8" w:rsidRPr="00AD6A99" w:rsidRDefault="00A117D8" w:rsidP="007D366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00EE2C04" w14:textId="46009CFB" w:rsidR="00A117D8" w:rsidRPr="007D3665" w:rsidRDefault="00A117D8" w:rsidP="009D637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color w:val="000000"/>
                <w:szCs w:val="22"/>
              </w:rPr>
            </w:pPr>
          </w:p>
        </w:tc>
      </w:tr>
      <w:tr w:rsidR="00A117D8" w:rsidRPr="00AD6A99" w14:paraId="597999B2" w14:textId="77777777" w:rsidTr="009D6375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4B3A419F" w14:textId="26D9BF4E" w:rsidR="00A117D8" w:rsidRPr="00AD6A99" w:rsidRDefault="00A117D8" w:rsidP="009D6375">
            <w:pPr>
              <w:spacing w:before="120" w:after="120"/>
              <w:ind w:left="356"/>
              <w:jc w:val="left"/>
              <w:rPr>
                <w:szCs w:val="24"/>
              </w:rPr>
            </w:pPr>
          </w:p>
        </w:tc>
        <w:tc>
          <w:tcPr>
            <w:tcW w:w="160" w:type="dxa"/>
            <w:tcBorders>
              <w:left w:val="single" w:sz="8" w:space="0" w:color="auto"/>
              <w:right w:val="single" w:sz="8" w:space="0" w:color="auto"/>
            </w:tcBorders>
          </w:tcPr>
          <w:p w14:paraId="14F44223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left w:val="single" w:sz="8" w:space="0" w:color="auto"/>
              <w:right w:val="single" w:sz="4" w:space="0" w:color="auto"/>
            </w:tcBorders>
          </w:tcPr>
          <w:p w14:paraId="7999F63A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left w:val="single" w:sz="4" w:space="0" w:color="auto"/>
              <w:right w:val="single" w:sz="8" w:space="0" w:color="auto"/>
            </w:tcBorders>
          </w:tcPr>
          <w:p w14:paraId="22881425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  <w:tr w:rsidR="00A117D8" w:rsidRPr="00AD6A99" w14:paraId="0F283020" w14:textId="77777777" w:rsidTr="009D6375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290A1BBB" w14:textId="0A8CCD42" w:rsidR="00A117D8" w:rsidRPr="00AD6A99" w:rsidRDefault="00A117D8" w:rsidP="009D6375">
            <w:pPr>
              <w:spacing w:before="120" w:after="120"/>
              <w:ind w:left="356"/>
              <w:jc w:val="left"/>
              <w:rPr>
                <w:szCs w:val="24"/>
              </w:rPr>
            </w:pPr>
          </w:p>
        </w:tc>
        <w:tc>
          <w:tcPr>
            <w:tcW w:w="160" w:type="dxa"/>
            <w:tcBorders>
              <w:left w:val="single" w:sz="8" w:space="0" w:color="auto"/>
              <w:right w:val="single" w:sz="8" w:space="0" w:color="auto"/>
            </w:tcBorders>
          </w:tcPr>
          <w:p w14:paraId="03D69527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left w:val="single" w:sz="8" w:space="0" w:color="auto"/>
              <w:right w:val="single" w:sz="4" w:space="0" w:color="auto"/>
            </w:tcBorders>
          </w:tcPr>
          <w:p w14:paraId="5A249FD4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left w:val="single" w:sz="4" w:space="0" w:color="auto"/>
              <w:right w:val="single" w:sz="8" w:space="0" w:color="auto"/>
            </w:tcBorders>
          </w:tcPr>
          <w:p w14:paraId="4A147DBA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  <w:tr w:rsidR="00A117D8" w:rsidRPr="00AD6A99" w14:paraId="2C439FF6" w14:textId="77777777" w:rsidTr="009D6375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13CAF027" w14:textId="77777777" w:rsidR="00A117D8" w:rsidRPr="00AD6A99" w:rsidRDefault="00A117D8" w:rsidP="009D6375">
            <w:pPr>
              <w:spacing w:before="240" w:after="120"/>
              <w:ind w:left="356"/>
              <w:jc w:val="left"/>
              <w:rPr>
                <w:iCs/>
                <w:szCs w:val="24"/>
              </w:rPr>
            </w:pPr>
          </w:p>
        </w:tc>
        <w:tc>
          <w:tcPr>
            <w:tcW w:w="160" w:type="dxa"/>
            <w:tcBorders>
              <w:left w:val="single" w:sz="8" w:space="0" w:color="auto"/>
              <w:right w:val="single" w:sz="8" w:space="0" w:color="auto"/>
            </w:tcBorders>
          </w:tcPr>
          <w:p w14:paraId="6B6BC84E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left w:val="single" w:sz="8" w:space="0" w:color="auto"/>
              <w:right w:val="single" w:sz="4" w:space="0" w:color="auto"/>
            </w:tcBorders>
          </w:tcPr>
          <w:p w14:paraId="20F044C2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left w:val="single" w:sz="4" w:space="0" w:color="auto"/>
              <w:right w:val="single" w:sz="8" w:space="0" w:color="auto"/>
            </w:tcBorders>
          </w:tcPr>
          <w:p w14:paraId="3C8A9A06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  <w:tr w:rsidR="00A117D8" w:rsidRPr="00AD6A99" w14:paraId="2AE47355" w14:textId="77777777" w:rsidTr="009D6375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395C7AA8" w14:textId="77777777" w:rsidR="00A117D8" w:rsidRPr="00AD6A99" w:rsidRDefault="00A117D8" w:rsidP="009D6375">
            <w:pPr>
              <w:spacing w:before="120" w:after="120"/>
              <w:ind w:left="356"/>
              <w:jc w:val="left"/>
              <w:rPr>
                <w:szCs w:val="24"/>
              </w:rPr>
            </w:pPr>
          </w:p>
        </w:tc>
        <w:tc>
          <w:tcPr>
            <w:tcW w:w="160" w:type="dxa"/>
            <w:tcBorders>
              <w:left w:val="single" w:sz="8" w:space="0" w:color="auto"/>
              <w:right w:val="single" w:sz="8" w:space="0" w:color="auto"/>
            </w:tcBorders>
          </w:tcPr>
          <w:p w14:paraId="2BDA5427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left w:val="single" w:sz="8" w:space="0" w:color="auto"/>
              <w:right w:val="single" w:sz="4" w:space="0" w:color="auto"/>
            </w:tcBorders>
          </w:tcPr>
          <w:p w14:paraId="71DB1CD4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left w:val="single" w:sz="4" w:space="0" w:color="auto"/>
              <w:right w:val="single" w:sz="8" w:space="0" w:color="auto"/>
            </w:tcBorders>
          </w:tcPr>
          <w:p w14:paraId="7DEDE7D9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  <w:tr w:rsidR="00A117D8" w:rsidRPr="00AD6A99" w14:paraId="3C70A097" w14:textId="77777777" w:rsidTr="009D6375">
        <w:trPr>
          <w:trHeight w:val="240"/>
        </w:trPr>
        <w:tc>
          <w:tcPr>
            <w:tcW w:w="3686" w:type="dxa"/>
            <w:tcBorders>
              <w:left w:val="single" w:sz="8" w:space="0" w:color="auto"/>
              <w:right w:val="single" w:sz="8" w:space="0" w:color="auto"/>
            </w:tcBorders>
          </w:tcPr>
          <w:p w14:paraId="19295554" w14:textId="77777777" w:rsidR="00A117D8" w:rsidRPr="00AD6A99" w:rsidRDefault="00A117D8" w:rsidP="009D6375">
            <w:pPr>
              <w:spacing w:before="120" w:after="120"/>
              <w:ind w:left="356"/>
              <w:jc w:val="left"/>
              <w:rPr>
                <w:b/>
                <w:iCs/>
                <w:sz w:val="20"/>
              </w:rPr>
            </w:pPr>
          </w:p>
        </w:tc>
        <w:tc>
          <w:tcPr>
            <w:tcW w:w="160" w:type="dxa"/>
            <w:tcBorders>
              <w:left w:val="single" w:sz="8" w:space="0" w:color="auto"/>
              <w:right w:val="single" w:sz="8" w:space="0" w:color="auto"/>
            </w:tcBorders>
          </w:tcPr>
          <w:p w14:paraId="61BB3C00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left w:val="single" w:sz="8" w:space="0" w:color="auto"/>
              <w:right w:val="single" w:sz="4" w:space="0" w:color="auto"/>
            </w:tcBorders>
          </w:tcPr>
          <w:p w14:paraId="66F9A696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left w:val="single" w:sz="4" w:space="0" w:color="auto"/>
              <w:right w:val="single" w:sz="8" w:space="0" w:color="auto"/>
            </w:tcBorders>
          </w:tcPr>
          <w:p w14:paraId="1278B97D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  <w:tr w:rsidR="00A117D8" w:rsidRPr="00AD6A99" w14:paraId="1FB4E247" w14:textId="77777777" w:rsidTr="009D6375">
        <w:trPr>
          <w:trHeight w:val="240"/>
        </w:trPr>
        <w:tc>
          <w:tcPr>
            <w:tcW w:w="3686" w:type="dxa"/>
            <w:tcBorders>
              <w:left w:val="single" w:sz="8" w:space="0" w:color="auto"/>
              <w:right w:val="single" w:sz="8" w:space="0" w:color="auto"/>
            </w:tcBorders>
          </w:tcPr>
          <w:p w14:paraId="47CD92D4" w14:textId="77777777" w:rsidR="00A117D8" w:rsidRPr="00AD6A99" w:rsidRDefault="00A117D8" w:rsidP="009D6375">
            <w:pPr>
              <w:spacing w:before="120" w:after="120"/>
              <w:ind w:left="356"/>
              <w:jc w:val="left"/>
              <w:rPr>
                <w:sz w:val="20"/>
              </w:rPr>
            </w:pPr>
          </w:p>
        </w:tc>
        <w:tc>
          <w:tcPr>
            <w:tcW w:w="160" w:type="dxa"/>
            <w:tcBorders>
              <w:left w:val="single" w:sz="8" w:space="0" w:color="auto"/>
              <w:right w:val="single" w:sz="8" w:space="0" w:color="auto"/>
            </w:tcBorders>
          </w:tcPr>
          <w:p w14:paraId="34869DEB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left w:val="single" w:sz="8" w:space="0" w:color="auto"/>
              <w:right w:val="single" w:sz="4" w:space="0" w:color="auto"/>
            </w:tcBorders>
          </w:tcPr>
          <w:p w14:paraId="2B64FE1D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left w:val="single" w:sz="4" w:space="0" w:color="auto"/>
              <w:right w:val="single" w:sz="8" w:space="0" w:color="auto"/>
            </w:tcBorders>
          </w:tcPr>
          <w:p w14:paraId="5C756BC9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  <w:tr w:rsidR="00A117D8" w:rsidRPr="00AD6A99" w14:paraId="695E8F8A" w14:textId="77777777" w:rsidTr="009D6375">
        <w:trPr>
          <w:trHeight w:val="256"/>
        </w:trPr>
        <w:tc>
          <w:tcPr>
            <w:tcW w:w="3686" w:type="dxa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7959729D" w14:textId="77777777" w:rsidR="00A117D8" w:rsidRPr="00AD6A99" w:rsidRDefault="00A117D8" w:rsidP="009D6375">
            <w:pPr>
              <w:spacing w:before="120" w:after="120"/>
              <w:ind w:left="356"/>
              <w:jc w:val="left"/>
              <w:rPr>
                <w:sz w:val="20"/>
              </w:rPr>
            </w:pPr>
          </w:p>
        </w:tc>
        <w:tc>
          <w:tcPr>
            <w:tcW w:w="160" w:type="dxa"/>
            <w:tcBorders>
              <w:left w:val="single" w:sz="8" w:space="0" w:color="auto"/>
              <w:right w:val="single" w:sz="8" w:space="0" w:color="auto"/>
            </w:tcBorders>
          </w:tcPr>
          <w:p w14:paraId="778EF368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left w:val="single" w:sz="8" w:space="0" w:color="auto"/>
              <w:right w:val="single" w:sz="4" w:space="0" w:color="auto"/>
            </w:tcBorders>
          </w:tcPr>
          <w:p w14:paraId="421CDF15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left w:val="single" w:sz="4" w:space="0" w:color="auto"/>
              <w:right w:val="single" w:sz="8" w:space="0" w:color="auto"/>
            </w:tcBorders>
          </w:tcPr>
          <w:p w14:paraId="68A6FDAC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  <w:tr w:rsidR="00A117D8" w:rsidRPr="00AD6A99" w14:paraId="394BBC14" w14:textId="77777777" w:rsidTr="009D6375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6BB59C16" w14:textId="77777777" w:rsidR="00A117D8" w:rsidRPr="00AD6A99" w:rsidRDefault="00A117D8" w:rsidP="009D6375">
            <w:pPr>
              <w:spacing w:before="120" w:after="120"/>
              <w:ind w:left="356"/>
              <w:jc w:val="left"/>
              <w:rPr>
                <w:b/>
                <w:iCs/>
                <w:sz w:val="20"/>
              </w:rPr>
            </w:pPr>
          </w:p>
        </w:tc>
        <w:tc>
          <w:tcPr>
            <w:tcW w:w="160" w:type="dxa"/>
            <w:tcBorders>
              <w:left w:val="single" w:sz="8" w:space="0" w:color="auto"/>
              <w:right w:val="single" w:sz="8" w:space="0" w:color="auto"/>
            </w:tcBorders>
          </w:tcPr>
          <w:p w14:paraId="3131FAF8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left w:val="single" w:sz="8" w:space="0" w:color="auto"/>
              <w:right w:val="single" w:sz="4" w:space="0" w:color="auto"/>
            </w:tcBorders>
          </w:tcPr>
          <w:p w14:paraId="6575C30D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left w:val="single" w:sz="4" w:space="0" w:color="auto"/>
              <w:right w:val="single" w:sz="8" w:space="0" w:color="auto"/>
            </w:tcBorders>
          </w:tcPr>
          <w:p w14:paraId="71C8A415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  <w:tr w:rsidR="00A117D8" w:rsidRPr="00AD6A99" w14:paraId="6B54F9A0" w14:textId="77777777" w:rsidTr="009D6375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297B2E3F" w14:textId="77777777" w:rsidR="00A117D8" w:rsidRPr="00AD6A99" w:rsidRDefault="00A117D8" w:rsidP="009D6375">
            <w:pPr>
              <w:spacing w:before="120" w:after="120"/>
              <w:ind w:left="356"/>
              <w:jc w:val="left"/>
              <w:rPr>
                <w:sz w:val="20"/>
              </w:rPr>
            </w:pPr>
          </w:p>
        </w:tc>
        <w:tc>
          <w:tcPr>
            <w:tcW w:w="160" w:type="dxa"/>
            <w:tcBorders>
              <w:left w:val="single" w:sz="8" w:space="0" w:color="auto"/>
              <w:right w:val="single" w:sz="8" w:space="0" w:color="auto"/>
            </w:tcBorders>
          </w:tcPr>
          <w:p w14:paraId="75A9FEB3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left w:val="single" w:sz="8" w:space="0" w:color="auto"/>
              <w:right w:val="single" w:sz="4" w:space="0" w:color="auto"/>
            </w:tcBorders>
          </w:tcPr>
          <w:p w14:paraId="159D14BD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left w:val="single" w:sz="4" w:space="0" w:color="auto"/>
              <w:right w:val="single" w:sz="8" w:space="0" w:color="auto"/>
            </w:tcBorders>
          </w:tcPr>
          <w:p w14:paraId="463145F1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  <w:tr w:rsidR="00A117D8" w:rsidRPr="00AD6A99" w14:paraId="11D0FD4B" w14:textId="77777777" w:rsidTr="009D6375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35F96F7A" w14:textId="77777777" w:rsidR="00A117D8" w:rsidRPr="00AD6A99" w:rsidRDefault="00A117D8" w:rsidP="009D6375">
            <w:pPr>
              <w:spacing w:before="120" w:after="120"/>
              <w:ind w:left="356"/>
              <w:jc w:val="left"/>
              <w:rPr>
                <w:sz w:val="20"/>
              </w:rPr>
            </w:pPr>
          </w:p>
        </w:tc>
        <w:tc>
          <w:tcPr>
            <w:tcW w:w="160" w:type="dxa"/>
            <w:tcBorders>
              <w:left w:val="single" w:sz="8" w:space="0" w:color="auto"/>
              <w:right w:val="single" w:sz="8" w:space="0" w:color="auto"/>
            </w:tcBorders>
          </w:tcPr>
          <w:p w14:paraId="3D367B01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left w:val="single" w:sz="8" w:space="0" w:color="auto"/>
              <w:right w:val="single" w:sz="4" w:space="0" w:color="auto"/>
            </w:tcBorders>
          </w:tcPr>
          <w:p w14:paraId="6E19AD7A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left w:val="single" w:sz="4" w:space="0" w:color="auto"/>
              <w:right w:val="single" w:sz="8" w:space="0" w:color="auto"/>
            </w:tcBorders>
          </w:tcPr>
          <w:p w14:paraId="6A211289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  <w:tr w:rsidR="00A117D8" w:rsidRPr="00AD6A99" w14:paraId="471A526C" w14:textId="77777777" w:rsidTr="009D6375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91F2D3" w14:textId="77777777" w:rsidR="00A117D8" w:rsidRPr="00AD6A99" w:rsidRDefault="00A117D8" w:rsidP="009D6375">
            <w:pPr>
              <w:spacing w:before="120" w:after="120"/>
              <w:ind w:left="356"/>
              <w:jc w:val="left"/>
              <w:rPr>
                <w:iCs/>
                <w:sz w:val="20"/>
              </w:rPr>
            </w:pPr>
          </w:p>
        </w:tc>
        <w:tc>
          <w:tcPr>
            <w:tcW w:w="160" w:type="dxa"/>
            <w:tcBorders>
              <w:left w:val="single" w:sz="8" w:space="0" w:color="auto"/>
              <w:right w:val="single" w:sz="8" w:space="0" w:color="auto"/>
            </w:tcBorders>
          </w:tcPr>
          <w:p w14:paraId="0F1D548F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41A57F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7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876F824" w14:textId="77777777" w:rsidR="00A117D8" w:rsidRPr="00AD6A99" w:rsidRDefault="00A117D8" w:rsidP="009D637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</w:tbl>
    <w:p w14:paraId="57D8CECD" w14:textId="77777777" w:rsidR="00A117D8" w:rsidRPr="00AD6A99" w:rsidRDefault="00A117D8" w:rsidP="005F2EF8"/>
    <w:p w14:paraId="338278F2" w14:textId="77777777" w:rsidR="00A117D8" w:rsidRPr="00AD6A99" w:rsidRDefault="00A117D8" w:rsidP="00001E81"/>
    <w:sectPr w:rsidR="00A117D8" w:rsidRPr="00AD6A99" w:rsidSect="00AD6A99">
      <w:headerReference w:type="default" r:id="rId21"/>
      <w:footerReference w:type="default" r:id="rId22"/>
      <w:headerReference w:type="first" r:id="rId23"/>
      <w:footerReference w:type="first" r:id="rId24"/>
      <w:pgSz w:w="11900" w:h="16840"/>
      <w:pgMar w:top="2055" w:right="1134" w:bottom="1134" w:left="1134" w:header="425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9F46B" w14:textId="77777777" w:rsidR="00777A7C" w:rsidRDefault="00777A7C">
      <w:r>
        <w:separator/>
      </w:r>
    </w:p>
  </w:endnote>
  <w:endnote w:type="continuationSeparator" w:id="0">
    <w:p w14:paraId="77D8F984" w14:textId="77777777" w:rsidR="00777A7C" w:rsidRDefault="00777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EmitechGroupe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1795D" w14:textId="423D7235" w:rsidR="00777A7C" w:rsidRPr="00E52B52" w:rsidRDefault="00777A7C" w:rsidP="00377680">
    <w:pPr>
      <w:pStyle w:val="Fuzeile"/>
      <w:tabs>
        <w:tab w:val="clear" w:pos="4536"/>
        <w:tab w:val="clear" w:pos="9072"/>
        <w:tab w:val="left" w:pos="960"/>
        <w:tab w:val="center" w:pos="7195"/>
      </w:tabs>
      <w:jc w:val="center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B503B6">
      <w:rPr>
        <w:rStyle w:val="Seitenzahl"/>
        <w:noProof/>
      </w:rPr>
      <w:t>10</w:t>
    </w:r>
    <w:r>
      <w:rPr>
        <w:rStyle w:val="Seitenzahl"/>
      </w:rPr>
      <w:fldChar w:fldCharType="end"/>
    </w:r>
    <w:r>
      <w:rPr>
        <w:rStyle w:val="Seitenzahl"/>
      </w:rPr>
      <w:t>/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B503B6">
      <w:rPr>
        <w:rStyle w:val="Seitenzahl"/>
        <w:noProof/>
      </w:rPr>
      <w:t>11</w:t>
    </w:r>
    <w:r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832"/>
      <w:gridCol w:w="7919"/>
      <w:gridCol w:w="989"/>
    </w:tblGrid>
    <w:tr w:rsidR="00777A7C" w14:paraId="2A54857D" w14:textId="77777777">
      <w:trPr>
        <w:trHeight w:val="278"/>
      </w:trPr>
      <w:tc>
        <w:tcPr>
          <w:tcW w:w="877" w:type="dxa"/>
          <w:tcBorders>
            <w:top w:val="nil"/>
            <w:left w:val="nil"/>
            <w:bottom w:val="nil"/>
            <w:right w:val="nil"/>
          </w:tcBorders>
        </w:tcPr>
        <w:p w14:paraId="4560761C" w14:textId="77777777" w:rsidR="00777A7C" w:rsidRDefault="00777A7C">
          <w:pPr>
            <w:pStyle w:val="Fuzeile"/>
            <w:tabs>
              <w:tab w:val="clear" w:pos="4536"/>
              <w:tab w:val="clear" w:pos="9072"/>
            </w:tabs>
            <w:rPr>
              <w:rStyle w:val="Seitenzahl"/>
            </w:rPr>
          </w:pPr>
        </w:p>
      </w:tc>
      <w:tc>
        <w:tcPr>
          <w:tcW w:w="8336" w:type="dxa"/>
          <w:tcBorders>
            <w:top w:val="nil"/>
            <w:left w:val="nil"/>
            <w:bottom w:val="nil"/>
            <w:right w:val="nil"/>
          </w:tcBorders>
        </w:tcPr>
        <w:p w14:paraId="209FE272" w14:textId="32C640E9" w:rsidR="00777A7C" w:rsidRPr="005736AC" w:rsidRDefault="00777A7C">
          <w:pPr>
            <w:pStyle w:val="Fuzeile"/>
            <w:tabs>
              <w:tab w:val="clear" w:pos="4536"/>
              <w:tab w:val="clear" w:pos="9072"/>
            </w:tabs>
            <w:jc w:val="center"/>
            <w:rPr>
              <w:rStyle w:val="Seitenzahl"/>
              <w:lang w:val="fr-FR"/>
            </w:rPr>
          </w:pPr>
          <w:r>
            <w:fldChar w:fldCharType="begin"/>
          </w:r>
          <w:r w:rsidRPr="00D30928">
            <w:rPr>
              <w:lang w:val="fr-FR"/>
            </w:rPr>
            <w:instrText xml:space="preserve"> FILENAME   \* MERGEFORMAT </w:instrText>
          </w:r>
          <w:r>
            <w:fldChar w:fldCharType="separate"/>
          </w:r>
          <w:r w:rsidRPr="00541BCE">
            <w:rPr>
              <w:rStyle w:val="Seitenzahl"/>
              <w:noProof/>
            </w:rPr>
            <w:t>MST-CAM-PR-0401-APC</w:t>
          </w:r>
          <w:r>
            <w:rPr>
              <w:noProof/>
              <w:lang w:val="fr-FR"/>
            </w:rPr>
            <w:t>(TiCKsSOW).docx</w:t>
          </w:r>
          <w:r>
            <w:rPr>
              <w:noProof/>
              <w:lang w:val="fr-FR"/>
            </w:rPr>
            <w:fldChar w:fldCharType="end"/>
          </w:r>
        </w:p>
      </w:tc>
      <w:tc>
        <w:tcPr>
          <w:tcW w:w="1018" w:type="dxa"/>
          <w:tcBorders>
            <w:top w:val="nil"/>
            <w:left w:val="nil"/>
            <w:bottom w:val="nil"/>
            <w:right w:val="nil"/>
          </w:tcBorders>
        </w:tcPr>
        <w:p w14:paraId="30BEFF4A" w14:textId="0BADEF6A" w:rsidR="00777A7C" w:rsidRDefault="00777A7C">
          <w:pPr>
            <w:pStyle w:val="Fuzeile"/>
            <w:tabs>
              <w:tab w:val="clear" w:pos="4536"/>
              <w:tab w:val="clear" w:pos="9072"/>
            </w:tabs>
            <w:rPr>
              <w:sz w:val="16"/>
            </w:rPr>
          </w:pPr>
          <w:r>
            <w:rPr>
              <w:rStyle w:val="Seitenzahl"/>
            </w:rPr>
            <w:fldChar w:fldCharType="begin"/>
          </w:r>
          <w:r>
            <w:rPr>
              <w:rStyle w:val="Seitenzahl"/>
            </w:rPr>
            <w:instrText xml:space="preserve"> PAGE </w:instrText>
          </w:r>
          <w:r>
            <w:rPr>
              <w:rStyle w:val="Seitenzahl"/>
            </w:rPr>
            <w:fldChar w:fldCharType="separate"/>
          </w:r>
          <w:r>
            <w:rPr>
              <w:rStyle w:val="Seitenzahl"/>
              <w:noProof/>
            </w:rPr>
            <w:t>23</w:t>
          </w:r>
          <w:r>
            <w:rPr>
              <w:rStyle w:val="Seitenzahl"/>
            </w:rPr>
            <w:fldChar w:fldCharType="end"/>
          </w:r>
          <w:r>
            <w:rPr>
              <w:rStyle w:val="Seitenzahl"/>
            </w:rPr>
            <w:t>/</w:t>
          </w:r>
          <w:r>
            <w:rPr>
              <w:rStyle w:val="Seitenzahl"/>
            </w:rPr>
            <w:fldChar w:fldCharType="begin"/>
          </w:r>
          <w:r>
            <w:rPr>
              <w:rStyle w:val="Seitenzahl"/>
            </w:rPr>
            <w:instrText xml:space="preserve"> NUMPAGES </w:instrText>
          </w:r>
          <w:r>
            <w:rPr>
              <w:rStyle w:val="Seitenzahl"/>
            </w:rPr>
            <w:fldChar w:fldCharType="separate"/>
          </w:r>
          <w:r>
            <w:rPr>
              <w:rStyle w:val="Seitenzahl"/>
              <w:noProof/>
            </w:rPr>
            <w:t>9</w:t>
          </w:r>
          <w:r>
            <w:rPr>
              <w:rStyle w:val="Seitenzahl"/>
            </w:rPr>
            <w:fldChar w:fldCharType="end"/>
          </w:r>
        </w:p>
      </w:tc>
    </w:tr>
  </w:tbl>
  <w:p w14:paraId="0791CA74" w14:textId="77777777" w:rsidR="00777A7C" w:rsidRDefault="00777A7C">
    <w:pPr>
      <w:pStyle w:val="Fuzeile"/>
      <w:spacing w:line="180" w:lineRule="exac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F7FF7" w14:textId="77777777" w:rsidR="00777A7C" w:rsidRDefault="00777A7C">
      <w:r>
        <w:separator/>
      </w:r>
    </w:p>
  </w:footnote>
  <w:footnote w:type="continuationSeparator" w:id="0">
    <w:p w14:paraId="22B9B28B" w14:textId="77777777" w:rsidR="00777A7C" w:rsidRDefault="00777A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B3303" w14:textId="77777777" w:rsidR="00777A7C" w:rsidRDefault="00777A7C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850DB58" w14:textId="77777777" w:rsidR="00777A7C" w:rsidRDefault="00777A7C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05353" w14:textId="77777777" w:rsidR="00777A7C" w:rsidRDefault="00777A7C" w:rsidP="00295465">
    <w:pPr>
      <w:rPr>
        <w:color w:val="999999"/>
        <w:sz w:val="16"/>
        <w:szCs w:val="16"/>
      </w:rPr>
    </w:pPr>
  </w:p>
  <w:tbl>
    <w:tblPr>
      <w:tblStyle w:val="Tabellenraster"/>
      <w:tblW w:w="10349" w:type="dxa"/>
      <w:tblInd w:w="-176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Look w:val="04A0" w:firstRow="1" w:lastRow="0" w:firstColumn="1" w:lastColumn="0" w:noHBand="0" w:noVBand="1"/>
    </w:tblPr>
    <w:tblGrid>
      <w:gridCol w:w="1596"/>
      <w:gridCol w:w="5316"/>
      <w:gridCol w:w="3437"/>
    </w:tblGrid>
    <w:tr w:rsidR="00777A7C" w14:paraId="1D7C728C" w14:textId="77777777" w:rsidTr="001131EB">
      <w:tc>
        <w:tcPr>
          <w:tcW w:w="1596" w:type="dxa"/>
          <w:vMerge w:val="restart"/>
        </w:tcPr>
        <w:p w14:paraId="24896B00" w14:textId="77777777" w:rsidR="00777A7C" w:rsidRDefault="00777A7C" w:rsidP="009F74EA">
          <w:pPr>
            <w:jc w:val="left"/>
            <w:rPr>
              <w:color w:val="999999"/>
              <w:sz w:val="16"/>
              <w:szCs w:val="16"/>
            </w:rPr>
          </w:pPr>
          <w:r>
            <w:rPr>
              <w:i/>
              <w:noProof/>
              <w:sz w:val="40"/>
              <w:lang w:val="en-US" w:eastAsia="en-US"/>
            </w:rPr>
            <w:drawing>
              <wp:inline distT="0" distB="0" distL="0" distR="0" wp14:anchorId="77107FC5" wp14:editId="4F02AACB">
                <wp:extent cx="849599" cy="563270"/>
                <wp:effectExtent l="19050" t="0" r="7651" b="0"/>
                <wp:docPr id="29" name="Image 2" descr="200px-Cta_logo_blue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200px-Cta_logo_blu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5620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16" w:type="dxa"/>
        </w:tcPr>
        <w:p w14:paraId="46DA9C4B" w14:textId="77777777" w:rsidR="00777A7C" w:rsidRDefault="00777A7C" w:rsidP="009F74EA">
          <w:pPr>
            <w:jc w:val="center"/>
            <w:rPr>
              <w:color w:val="999999"/>
              <w:sz w:val="16"/>
              <w:szCs w:val="16"/>
            </w:rPr>
          </w:pPr>
          <w:r>
            <w:rPr>
              <w:b/>
              <w:lang w:val="en-GB"/>
            </w:rPr>
            <w:t xml:space="preserve">CTA / </w:t>
          </w:r>
          <w:proofErr w:type="spellStart"/>
          <w:r>
            <w:rPr>
              <w:b/>
              <w:lang w:val="en-GB"/>
            </w:rPr>
            <w:t>NectarCAM</w:t>
          </w:r>
          <w:proofErr w:type="spellEnd"/>
        </w:p>
      </w:tc>
      <w:tc>
        <w:tcPr>
          <w:tcW w:w="3437" w:type="dxa"/>
        </w:tcPr>
        <w:p w14:paraId="6EA3D056" w14:textId="779DC0BB" w:rsidR="00777A7C" w:rsidRPr="00F73BA1" w:rsidRDefault="00777A7C" w:rsidP="00777A7C">
          <w:pPr>
            <w:widowControl/>
            <w:jc w:val="left"/>
            <w:rPr>
              <w:rFonts w:eastAsia="Times New Roman"/>
              <w:sz w:val="24"/>
              <w:szCs w:val="24"/>
              <w:lang w:eastAsia="zh-CN"/>
            </w:rPr>
          </w:pPr>
          <w:r w:rsidRPr="00A06F98">
            <w:rPr>
              <w:sz w:val="20"/>
            </w:rPr>
            <w:t>Réf. :</w:t>
          </w:r>
          <w:r w:rsidRPr="00457895">
            <w:rPr>
              <w:sz w:val="20"/>
            </w:rPr>
            <w:t xml:space="preserve"> </w:t>
          </w:r>
          <w:r w:rsidRPr="00F73BA1">
            <w:rPr>
              <w:rFonts w:eastAsia="Times New Roman"/>
              <w:sz w:val="24"/>
              <w:szCs w:val="24"/>
              <w:lang w:eastAsia="zh-CN"/>
            </w:rPr>
            <w:t>MST-CAM-</w:t>
          </w:r>
          <w:r>
            <w:rPr>
              <w:rFonts w:eastAsia="Times New Roman"/>
              <w:sz w:val="24"/>
              <w:szCs w:val="24"/>
              <w:lang w:eastAsia="zh-CN"/>
            </w:rPr>
            <w:t>xx</w:t>
          </w:r>
          <w:r w:rsidRPr="00F73BA1">
            <w:rPr>
              <w:rFonts w:eastAsia="Times New Roman"/>
              <w:sz w:val="24"/>
              <w:szCs w:val="24"/>
              <w:lang w:eastAsia="zh-CN"/>
            </w:rPr>
            <w:t>-</w:t>
          </w:r>
          <w:r>
            <w:rPr>
              <w:rFonts w:eastAsia="Times New Roman"/>
              <w:sz w:val="24"/>
              <w:szCs w:val="24"/>
              <w:lang w:eastAsia="zh-CN"/>
            </w:rPr>
            <w:t>yyy</w:t>
          </w:r>
          <w:r w:rsidRPr="00F73BA1">
            <w:rPr>
              <w:rFonts w:eastAsia="Times New Roman"/>
              <w:sz w:val="24"/>
              <w:szCs w:val="24"/>
              <w:lang w:eastAsia="zh-CN"/>
            </w:rPr>
            <w:t>-</w:t>
          </w:r>
          <w:r w:rsidR="003062C0">
            <w:rPr>
              <w:rFonts w:eastAsia="Times New Roman"/>
              <w:sz w:val="24"/>
              <w:szCs w:val="24"/>
              <w:lang w:eastAsia="zh-CN"/>
            </w:rPr>
            <w:t>L2CB</w:t>
          </w:r>
        </w:p>
      </w:tc>
    </w:tr>
    <w:tr w:rsidR="00777A7C" w14:paraId="006E2F6F" w14:textId="77777777" w:rsidTr="001131EB">
      <w:trPr>
        <w:trHeight w:val="1143"/>
      </w:trPr>
      <w:tc>
        <w:tcPr>
          <w:tcW w:w="1596" w:type="dxa"/>
          <w:vMerge/>
        </w:tcPr>
        <w:p w14:paraId="4A432FB6" w14:textId="77777777" w:rsidR="00777A7C" w:rsidRDefault="00777A7C" w:rsidP="009F74EA">
          <w:pPr>
            <w:jc w:val="left"/>
            <w:rPr>
              <w:color w:val="999999"/>
              <w:sz w:val="16"/>
              <w:szCs w:val="16"/>
            </w:rPr>
          </w:pPr>
        </w:p>
      </w:tc>
      <w:tc>
        <w:tcPr>
          <w:tcW w:w="5316" w:type="dxa"/>
          <w:vAlign w:val="center"/>
        </w:tcPr>
        <w:p w14:paraId="0E8A4491" w14:textId="2E6B21A4" w:rsidR="00777A7C" w:rsidRPr="00AA4C49" w:rsidRDefault="00777A7C" w:rsidP="00AF37F4">
          <w:pPr>
            <w:jc w:val="center"/>
            <w:rPr>
              <w:color w:val="999999"/>
              <w:sz w:val="16"/>
              <w:szCs w:val="16"/>
              <w:lang w:val="en-US"/>
            </w:rPr>
          </w:pPr>
          <w:r>
            <w:rPr>
              <w:lang w:val="en-US"/>
            </w:rPr>
            <w:t xml:space="preserve">Statement of Work for </w:t>
          </w:r>
          <w:r w:rsidR="003062C0">
            <w:rPr>
              <w:lang w:val="en-US"/>
            </w:rPr>
            <w:t>L2CB</w:t>
          </w:r>
          <w:r w:rsidRPr="00AA4C49">
            <w:rPr>
              <w:lang w:val="en-US"/>
            </w:rPr>
            <w:t xml:space="preserve"> assembly</w:t>
          </w:r>
        </w:p>
      </w:tc>
      <w:tc>
        <w:tcPr>
          <w:tcW w:w="3437" w:type="dxa"/>
        </w:tcPr>
        <w:p w14:paraId="69753448" w14:textId="1E248544" w:rsidR="00777A7C" w:rsidRDefault="00777A7C" w:rsidP="009F74EA">
          <w:pPr>
            <w:spacing w:before="20" w:after="20" w:line="360" w:lineRule="auto"/>
            <w:ind w:left="922" w:hanging="922"/>
            <w:rPr>
              <w:sz w:val="20"/>
              <w:lang w:val="en-US"/>
            </w:rPr>
          </w:pPr>
          <w:r>
            <w:rPr>
              <w:sz w:val="20"/>
              <w:lang w:val="en-US"/>
            </w:rPr>
            <w:t>Version: 1</w:t>
          </w:r>
        </w:p>
        <w:p w14:paraId="5063A48B" w14:textId="4A81E196" w:rsidR="00777A7C" w:rsidRDefault="00777A7C" w:rsidP="00936B51">
          <w:pPr>
            <w:spacing w:before="20" w:after="20" w:line="360" w:lineRule="auto"/>
            <w:ind w:left="922" w:hanging="922"/>
            <w:rPr>
              <w:sz w:val="20"/>
            </w:rPr>
          </w:pPr>
          <w:r>
            <w:rPr>
              <w:sz w:val="20"/>
            </w:rPr>
            <w:t>Date: 2020/10/19</w:t>
          </w:r>
        </w:p>
        <w:p w14:paraId="19AC420A" w14:textId="26B29298" w:rsidR="00777A7C" w:rsidRDefault="00777A7C" w:rsidP="009F74EA">
          <w:pPr>
            <w:spacing w:before="20" w:after="20" w:line="360" w:lineRule="auto"/>
            <w:ind w:left="922" w:hanging="922"/>
            <w:rPr>
              <w:sz w:val="20"/>
              <w:lang w:val="en-GB"/>
            </w:rPr>
          </w:pPr>
          <w:r>
            <w:rPr>
              <w:sz w:val="20"/>
            </w:rPr>
            <w:t xml:space="preserve">Page: </w:t>
          </w:r>
          <w:r>
            <w:rPr>
              <w:rStyle w:val="Seitenzahl"/>
              <w:sz w:val="20"/>
              <w:lang w:val="en-US"/>
            </w:rPr>
            <w:fldChar w:fldCharType="begin"/>
          </w:r>
          <w:r>
            <w:rPr>
              <w:rStyle w:val="Seitenzahl"/>
              <w:sz w:val="20"/>
              <w:lang w:val="en-US"/>
            </w:rPr>
            <w:instrText xml:space="preserve"> PAGE </w:instrText>
          </w:r>
          <w:r>
            <w:rPr>
              <w:rStyle w:val="Seitenzahl"/>
              <w:sz w:val="20"/>
              <w:lang w:val="en-US"/>
            </w:rPr>
            <w:fldChar w:fldCharType="separate"/>
          </w:r>
          <w:r w:rsidR="006444AC">
            <w:rPr>
              <w:rStyle w:val="Seitenzahl"/>
              <w:noProof/>
              <w:sz w:val="20"/>
              <w:lang w:val="en-US"/>
            </w:rPr>
            <w:t>2</w:t>
          </w:r>
          <w:r>
            <w:rPr>
              <w:rStyle w:val="Seitenzahl"/>
              <w:sz w:val="20"/>
              <w:lang w:val="en-US"/>
            </w:rPr>
            <w:fldChar w:fldCharType="end"/>
          </w:r>
          <w:r>
            <w:rPr>
              <w:rStyle w:val="Seitenzahl"/>
              <w:sz w:val="20"/>
              <w:lang w:val="en-US"/>
            </w:rPr>
            <w:t>/</w:t>
          </w:r>
          <w:r>
            <w:rPr>
              <w:rStyle w:val="Seitenzahl"/>
              <w:sz w:val="20"/>
              <w:lang w:val="en-US"/>
            </w:rPr>
            <w:fldChar w:fldCharType="begin"/>
          </w:r>
          <w:r>
            <w:rPr>
              <w:rStyle w:val="Seitenzahl"/>
              <w:sz w:val="20"/>
              <w:lang w:val="en-US"/>
            </w:rPr>
            <w:instrText xml:space="preserve"> NUMPAGES </w:instrText>
          </w:r>
          <w:r>
            <w:rPr>
              <w:rStyle w:val="Seitenzahl"/>
              <w:sz w:val="20"/>
              <w:lang w:val="en-US"/>
            </w:rPr>
            <w:fldChar w:fldCharType="separate"/>
          </w:r>
          <w:r w:rsidR="006444AC">
            <w:rPr>
              <w:rStyle w:val="Seitenzahl"/>
              <w:noProof/>
              <w:sz w:val="20"/>
              <w:lang w:val="en-US"/>
            </w:rPr>
            <w:t>11</w:t>
          </w:r>
          <w:r>
            <w:rPr>
              <w:rStyle w:val="Seitenzahl"/>
              <w:sz w:val="20"/>
              <w:lang w:val="en-US"/>
            </w:rPr>
            <w:fldChar w:fldCharType="end"/>
          </w:r>
        </w:p>
      </w:tc>
    </w:tr>
  </w:tbl>
  <w:p w14:paraId="1E1E78D6" w14:textId="77777777" w:rsidR="00777A7C" w:rsidRPr="00333D0C" w:rsidRDefault="00777A7C" w:rsidP="009F74EA">
    <w:pPr>
      <w:jc w:val="left"/>
      <w:rPr>
        <w:color w:val="999999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3BEEF" w14:textId="673CD220" w:rsidR="00777A7C" w:rsidRPr="004534C5" w:rsidRDefault="00777A7C" w:rsidP="00AD6A99">
    <w:pPr>
      <w:ind w:left="284" w:right="360"/>
      <w:rPr>
        <w:sz w:val="16"/>
        <w:szCs w:val="16"/>
      </w:rPr>
    </w:pPr>
  </w:p>
  <w:p w14:paraId="2356057F" w14:textId="77777777" w:rsidR="00777A7C" w:rsidRDefault="00777A7C" w:rsidP="00AD6A99">
    <w:pPr>
      <w:ind w:left="284" w:right="360"/>
      <w:rPr>
        <w:sz w:val="2"/>
      </w:rPr>
    </w:pPr>
  </w:p>
  <w:tbl>
    <w:tblPr>
      <w:tblStyle w:val="Tabellenraster"/>
      <w:tblW w:w="10355" w:type="dxa"/>
      <w:tblInd w:w="-318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Look w:val="04A0" w:firstRow="1" w:lastRow="0" w:firstColumn="1" w:lastColumn="0" w:noHBand="0" w:noVBand="1"/>
    </w:tblPr>
    <w:tblGrid>
      <w:gridCol w:w="1596"/>
      <w:gridCol w:w="5209"/>
      <w:gridCol w:w="3550"/>
    </w:tblGrid>
    <w:tr w:rsidR="00777A7C" w14:paraId="461F2341" w14:textId="77777777" w:rsidTr="00457895">
      <w:tc>
        <w:tcPr>
          <w:tcW w:w="1596" w:type="dxa"/>
          <w:vMerge w:val="restart"/>
        </w:tcPr>
        <w:p w14:paraId="6F20B724" w14:textId="77777777" w:rsidR="00777A7C" w:rsidRDefault="00777A7C" w:rsidP="004B0240">
          <w:pPr>
            <w:jc w:val="left"/>
            <w:rPr>
              <w:color w:val="999999"/>
              <w:sz w:val="16"/>
              <w:szCs w:val="16"/>
            </w:rPr>
          </w:pPr>
          <w:r>
            <w:rPr>
              <w:i/>
              <w:noProof/>
              <w:sz w:val="40"/>
              <w:lang w:val="en-US" w:eastAsia="en-US"/>
            </w:rPr>
            <w:drawing>
              <wp:inline distT="0" distB="0" distL="0" distR="0" wp14:anchorId="345EFBE6" wp14:editId="3AF26B57">
                <wp:extent cx="849599" cy="563270"/>
                <wp:effectExtent l="19050" t="0" r="7651" b="0"/>
                <wp:docPr id="3" name="Image 2" descr="200px-Cta_logo_blue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200px-Cta_logo_blu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5620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9" w:type="dxa"/>
        </w:tcPr>
        <w:p w14:paraId="551EE034" w14:textId="77777777" w:rsidR="00777A7C" w:rsidRDefault="00777A7C" w:rsidP="004B0240">
          <w:pPr>
            <w:jc w:val="center"/>
            <w:rPr>
              <w:color w:val="999999"/>
              <w:sz w:val="16"/>
              <w:szCs w:val="16"/>
            </w:rPr>
          </w:pPr>
          <w:r>
            <w:rPr>
              <w:b/>
              <w:lang w:val="en-GB"/>
            </w:rPr>
            <w:t xml:space="preserve">CTA / </w:t>
          </w:r>
          <w:proofErr w:type="spellStart"/>
          <w:r>
            <w:rPr>
              <w:b/>
              <w:lang w:val="en-GB"/>
            </w:rPr>
            <w:t>NectarCAM</w:t>
          </w:r>
          <w:proofErr w:type="spellEnd"/>
        </w:p>
      </w:tc>
      <w:tc>
        <w:tcPr>
          <w:tcW w:w="3550" w:type="dxa"/>
        </w:tcPr>
        <w:p w14:paraId="1C8C1C1C" w14:textId="3B106DE4" w:rsidR="00777A7C" w:rsidRPr="00E70688" w:rsidRDefault="00777A7C" w:rsidP="008A2611">
          <w:pPr>
            <w:jc w:val="left"/>
            <w:rPr>
              <w:sz w:val="20"/>
            </w:rPr>
          </w:pPr>
          <w:r w:rsidRPr="00A06F98">
            <w:rPr>
              <w:sz w:val="20"/>
            </w:rPr>
            <w:t>Réf.:</w:t>
          </w:r>
          <w:r w:rsidRPr="00457895">
            <w:rPr>
              <w:sz w:val="20"/>
            </w:rPr>
            <w:t xml:space="preserve"> </w:t>
          </w:r>
          <w:r w:rsidR="00FC28B1">
            <w:rPr>
              <w:rFonts w:eastAsia="Times New Roman"/>
              <w:sz w:val="24"/>
              <w:szCs w:val="24"/>
              <w:lang w:eastAsia="zh-CN"/>
            </w:rPr>
            <w:t>MST-CAM-PR-</w:t>
          </w:r>
          <w:proofErr w:type="spellStart"/>
          <w:r w:rsidR="00FC28B1">
            <w:rPr>
              <w:rFonts w:eastAsia="Times New Roman"/>
              <w:sz w:val="24"/>
              <w:szCs w:val="24"/>
              <w:lang w:eastAsia="zh-CN"/>
            </w:rPr>
            <w:t>xxxx</w:t>
          </w:r>
          <w:proofErr w:type="spellEnd"/>
          <w:r w:rsidR="00FC28B1">
            <w:rPr>
              <w:rFonts w:eastAsia="Times New Roman"/>
              <w:sz w:val="24"/>
              <w:szCs w:val="24"/>
              <w:lang w:eastAsia="zh-CN"/>
            </w:rPr>
            <w:t>-DESY</w:t>
          </w:r>
        </w:p>
      </w:tc>
    </w:tr>
    <w:tr w:rsidR="00777A7C" w14:paraId="20C36FA6" w14:textId="77777777" w:rsidTr="00A94E04">
      <w:trPr>
        <w:trHeight w:val="856"/>
      </w:trPr>
      <w:tc>
        <w:tcPr>
          <w:tcW w:w="1596" w:type="dxa"/>
          <w:vMerge/>
        </w:tcPr>
        <w:p w14:paraId="33986096" w14:textId="77777777" w:rsidR="00777A7C" w:rsidRDefault="00777A7C" w:rsidP="004B0240">
          <w:pPr>
            <w:jc w:val="left"/>
            <w:rPr>
              <w:color w:val="999999"/>
              <w:sz w:val="16"/>
              <w:szCs w:val="16"/>
            </w:rPr>
          </w:pPr>
        </w:p>
      </w:tc>
      <w:tc>
        <w:tcPr>
          <w:tcW w:w="5209" w:type="dxa"/>
          <w:vAlign w:val="center"/>
        </w:tcPr>
        <w:p w14:paraId="77BE2A83" w14:textId="0566B897" w:rsidR="00777A7C" w:rsidRPr="00217C15" w:rsidRDefault="00777A7C" w:rsidP="008A0A16">
          <w:pPr>
            <w:jc w:val="center"/>
            <w:rPr>
              <w:color w:val="999999"/>
              <w:sz w:val="16"/>
              <w:szCs w:val="16"/>
              <w:lang w:val="en-US"/>
            </w:rPr>
          </w:pPr>
          <w:r w:rsidRPr="00AA4C49">
            <w:rPr>
              <w:lang w:val="en-US"/>
            </w:rPr>
            <w:t xml:space="preserve">Statement of Work for </w:t>
          </w:r>
          <w:r w:rsidR="003062C0">
            <w:rPr>
              <w:lang w:val="en-US"/>
            </w:rPr>
            <w:t>L2CB</w:t>
          </w:r>
          <w:r w:rsidRPr="00AA4C49">
            <w:rPr>
              <w:lang w:val="en-US"/>
            </w:rPr>
            <w:t xml:space="preserve"> assembly</w:t>
          </w:r>
        </w:p>
      </w:tc>
      <w:tc>
        <w:tcPr>
          <w:tcW w:w="3550" w:type="dxa"/>
        </w:tcPr>
        <w:p w14:paraId="5571E37E" w14:textId="6D34A642" w:rsidR="00777A7C" w:rsidRDefault="00FC28B1" w:rsidP="004B0240">
          <w:pPr>
            <w:spacing w:before="20" w:after="20" w:line="360" w:lineRule="auto"/>
            <w:ind w:left="922" w:hanging="922"/>
            <w:rPr>
              <w:sz w:val="20"/>
              <w:lang w:val="en-US"/>
            </w:rPr>
          </w:pPr>
          <w:r>
            <w:rPr>
              <w:sz w:val="20"/>
              <w:lang w:val="en-US"/>
            </w:rPr>
            <w:t>Version: 1.0</w:t>
          </w:r>
        </w:p>
        <w:p w14:paraId="0D313503" w14:textId="7F051B9A" w:rsidR="00777A7C" w:rsidRDefault="00777A7C" w:rsidP="004B0240">
          <w:pPr>
            <w:spacing w:before="20" w:after="20" w:line="360" w:lineRule="auto"/>
            <w:ind w:left="922" w:hanging="922"/>
            <w:rPr>
              <w:sz w:val="20"/>
            </w:rPr>
          </w:pPr>
          <w:r>
            <w:rPr>
              <w:sz w:val="20"/>
            </w:rPr>
            <w:t>Date: 01/10/2020</w:t>
          </w:r>
        </w:p>
        <w:p w14:paraId="33CB7E92" w14:textId="713FAE8E" w:rsidR="00777A7C" w:rsidRDefault="00777A7C" w:rsidP="004B0240">
          <w:pPr>
            <w:spacing w:before="20" w:after="20" w:line="360" w:lineRule="auto"/>
            <w:ind w:left="922" w:hanging="922"/>
            <w:rPr>
              <w:sz w:val="20"/>
              <w:lang w:val="en-GB"/>
            </w:rPr>
          </w:pPr>
          <w:r>
            <w:rPr>
              <w:sz w:val="20"/>
            </w:rPr>
            <w:t xml:space="preserve">Page: </w:t>
          </w:r>
          <w:r>
            <w:rPr>
              <w:rStyle w:val="Seitenzahl"/>
              <w:sz w:val="20"/>
              <w:lang w:val="en-US"/>
            </w:rPr>
            <w:fldChar w:fldCharType="begin"/>
          </w:r>
          <w:r>
            <w:rPr>
              <w:rStyle w:val="Seitenzahl"/>
              <w:sz w:val="20"/>
              <w:lang w:val="en-US"/>
            </w:rPr>
            <w:instrText xml:space="preserve"> PAGE </w:instrText>
          </w:r>
          <w:r>
            <w:rPr>
              <w:rStyle w:val="Seitenzahl"/>
              <w:sz w:val="20"/>
              <w:lang w:val="en-US"/>
            </w:rPr>
            <w:fldChar w:fldCharType="separate"/>
          </w:r>
          <w:r w:rsidR="00B503B6">
            <w:rPr>
              <w:rStyle w:val="Seitenzahl"/>
              <w:noProof/>
              <w:sz w:val="20"/>
              <w:lang w:val="en-US"/>
            </w:rPr>
            <w:t>10</w:t>
          </w:r>
          <w:r>
            <w:rPr>
              <w:rStyle w:val="Seitenzahl"/>
              <w:sz w:val="20"/>
              <w:lang w:val="en-US"/>
            </w:rPr>
            <w:fldChar w:fldCharType="end"/>
          </w:r>
          <w:r>
            <w:rPr>
              <w:rStyle w:val="Seitenzahl"/>
              <w:sz w:val="20"/>
              <w:lang w:val="en-US"/>
            </w:rPr>
            <w:t>/</w:t>
          </w:r>
          <w:r>
            <w:rPr>
              <w:rStyle w:val="Seitenzahl"/>
              <w:sz w:val="20"/>
              <w:lang w:val="en-US"/>
            </w:rPr>
            <w:fldChar w:fldCharType="begin"/>
          </w:r>
          <w:r>
            <w:rPr>
              <w:rStyle w:val="Seitenzahl"/>
              <w:sz w:val="20"/>
              <w:lang w:val="en-US"/>
            </w:rPr>
            <w:instrText xml:space="preserve"> NUMPAGES </w:instrText>
          </w:r>
          <w:r>
            <w:rPr>
              <w:rStyle w:val="Seitenzahl"/>
              <w:sz w:val="20"/>
              <w:lang w:val="en-US"/>
            </w:rPr>
            <w:fldChar w:fldCharType="separate"/>
          </w:r>
          <w:r w:rsidR="00B503B6">
            <w:rPr>
              <w:rStyle w:val="Seitenzahl"/>
              <w:noProof/>
              <w:sz w:val="20"/>
              <w:lang w:val="en-US"/>
            </w:rPr>
            <w:t>11</w:t>
          </w:r>
          <w:r>
            <w:rPr>
              <w:rStyle w:val="Seitenzahl"/>
              <w:sz w:val="20"/>
              <w:lang w:val="en-US"/>
            </w:rPr>
            <w:fldChar w:fldCharType="end"/>
          </w:r>
        </w:p>
      </w:tc>
    </w:tr>
  </w:tbl>
  <w:p w14:paraId="049EE729" w14:textId="77777777" w:rsidR="00777A7C" w:rsidRPr="00294490" w:rsidRDefault="00777A7C" w:rsidP="00294490">
    <w:pPr>
      <w:pStyle w:val="Kopfzeile"/>
      <w:rPr>
        <w:sz w:val="16"/>
        <w:szCs w:val="16"/>
        <w:lang w:val="en-GB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D64D2" w14:textId="77777777" w:rsidR="00777A7C" w:rsidRDefault="00777A7C">
    <w:pPr>
      <w:pStyle w:val="Kopfzeile"/>
    </w:pPr>
  </w:p>
  <w:tbl>
    <w:tblPr>
      <w:tblW w:w="9923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17"/>
      <w:gridCol w:w="4687"/>
      <w:gridCol w:w="3119"/>
    </w:tblGrid>
    <w:tr w:rsidR="00777A7C" w14:paraId="6829D29F" w14:textId="77777777">
      <w:trPr>
        <w:cantSplit/>
        <w:trHeight w:val="1301"/>
      </w:trPr>
      <w:tc>
        <w:tcPr>
          <w:tcW w:w="9923" w:type="dxa"/>
          <w:gridSpan w:val="3"/>
        </w:tcPr>
        <w:p w14:paraId="63E1CAB1" w14:textId="77777777" w:rsidR="00777A7C" w:rsidRDefault="00777A7C">
          <w:pPr>
            <w:pStyle w:val="Kopfzeile"/>
          </w:pPr>
          <w:r>
            <w:rPr>
              <w:rFonts w:ascii="Arial" w:hAnsi="Arial"/>
              <w:noProof/>
              <w:sz w:val="14"/>
              <w:lang w:eastAsia="en-US"/>
            </w:rPr>
            <w:drawing>
              <wp:inline distT="0" distB="0" distL="0" distR="0" wp14:anchorId="010CB8B5" wp14:editId="6016B1E6">
                <wp:extent cx="6327140" cy="734695"/>
                <wp:effectExtent l="0" t="0" r="0" b="1905"/>
                <wp:docPr id="1" name="Image 1" descr="Barre_Logo_Tu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rre_Logo_Tu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7140" cy="734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77A7C" w14:paraId="44518F16" w14:textId="77777777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</w:tblPrEx>
      <w:trPr>
        <w:trHeight w:val="397"/>
      </w:trPr>
      <w:tc>
        <w:tcPr>
          <w:tcW w:w="9923" w:type="dxa"/>
          <w:gridSpan w:val="3"/>
          <w:shd w:val="solid" w:color="auto" w:fill="auto"/>
        </w:tcPr>
        <w:p w14:paraId="2782144D" w14:textId="77777777" w:rsidR="00777A7C" w:rsidRDefault="00777A7C">
          <w:pPr>
            <w:spacing w:before="80" w:after="120" w:line="200" w:lineRule="exact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b/>
            </w:rPr>
            <w:t>Demande de devis</w:t>
          </w:r>
        </w:p>
      </w:tc>
    </w:tr>
    <w:tr w:rsidR="00777A7C" w:rsidRPr="00872AD3" w14:paraId="2E40F018" w14:textId="7777777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cantSplit/>
        <w:trHeight w:val="251"/>
      </w:trPr>
      <w:tc>
        <w:tcPr>
          <w:tcW w:w="2117" w:type="dxa"/>
          <w:vMerge w:val="restart"/>
        </w:tcPr>
        <w:p w14:paraId="07EB12EA" w14:textId="77777777" w:rsidR="00777A7C" w:rsidRDefault="00777A7C">
          <w:pPr>
            <w:pStyle w:val="Kopfzeile"/>
            <w:ind w:left="142" w:hanging="212"/>
            <w:jc w:val="center"/>
          </w:pPr>
        </w:p>
        <w:p w14:paraId="60415F44" w14:textId="77777777" w:rsidR="00777A7C" w:rsidRDefault="00777A7C">
          <w:pPr>
            <w:pStyle w:val="Kopfzeile"/>
            <w:ind w:left="142" w:hanging="212"/>
            <w:jc w:val="center"/>
          </w:pPr>
        </w:p>
        <w:p w14:paraId="46F09FC0" w14:textId="77777777" w:rsidR="00777A7C" w:rsidRDefault="00777A7C">
          <w:pPr>
            <w:pStyle w:val="Kopfzeile"/>
            <w:ind w:left="142" w:hanging="212"/>
            <w:jc w:val="center"/>
            <w:rPr>
              <w:i/>
              <w:sz w:val="40"/>
            </w:rPr>
          </w:pPr>
          <w:r>
            <w:rPr>
              <w:noProof/>
              <w:lang w:eastAsia="en-US"/>
            </w:rPr>
            <w:drawing>
              <wp:inline distT="0" distB="0" distL="0" distR="0" wp14:anchorId="61B39C98" wp14:editId="428B68EE">
                <wp:extent cx="1003935" cy="514350"/>
                <wp:effectExtent l="0" t="0" r="12065" b="0"/>
                <wp:docPr id="2" name="Image 2" descr="GLAST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LAST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br/>
          </w:r>
        </w:p>
      </w:tc>
      <w:tc>
        <w:tcPr>
          <w:tcW w:w="4687" w:type="dxa"/>
          <w:vMerge w:val="restart"/>
        </w:tcPr>
        <w:p w14:paraId="182D5FBF" w14:textId="77777777" w:rsidR="00777A7C" w:rsidRDefault="00777A7C">
          <w:pPr>
            <w:spacing w:before="100" w:line="200" w:lineRule="exact"/>
            <w:ind w:left="142" w:hanging="142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b/>
              <w:sz w:val="16"/>
            </w:rPr>
            <w:t>OBJET</w:t>
          </w:r>
          <w:r>
            <w:rPr>
              <w:rFonts w:ascii="Arial" w:hAnsi="Arial"/>
              <w:sz w:val="16"/>
            </w:rPr>
            <w:t xml:space="preserve"> </w:t>
          </w:r>
          <w:r>
            <w:rPr>
              <w:rFonts w:ascii="Arial" w:hAnsi="Arial"/>
              <w:i/>
            </w:rPr>
            <w:t>(</w:t>
          </w:r>
          <w:proofErr w:type="spellStart"/>
          <w:r>
            <w:rPr>
              <w:rFonts w:ascii="Arial" w:hAnsi="Arial"/>
              <w:i/>
            </w:rPr>
            <w:t>Subject</w:t>
          </w:r>
          <w:proofErr w:type="spellEnd"/>
          <w:r>
            <w:rPr>
              <w:rFonts w:ascii="Arial" w:hAnsi="Arial"/>
              <w:i/>
            </w:rPr>
            <w:t>)</w:t>
          </w:r>
          <w:r>
            <w:rPr>
              <w:rFonts w:ascii="Arial" w:hAnsi="Arial"/>
              <w:sz w:val="16"/>
            </w:rPr>
            <w:t xml:space="preserve"> : </w:t>
          </w:r>
        </w:p>
        <w:p w14:paraId="1FBED172" w14:textId="77777777" w:rsidR="00777A7C" w:rsidRDefault="00777A7C">
          <w:pPr>
            <w:spacing w:before="100" w:line="200" w:lineRule="exact"/>
            <w:ind w:left="142" w:hanging="142"/>
            <w:jc w:val="center"/>
            <w:rPr>
              <w:rFonts w:ascii="Arial" w:hAnsi="Arial"/>
              <w:sz w:val="16"/>
            </w:rPr>
          </w:pPr>
        </w:p>
        <w:p w14:paraId="7675B896" w14:textId="77777777" w:rsidR="00777A7C" w:rsidRDefault="00777A7C">
          <w:pPr>
            <w:spacing w:before="100" w:line="200" w:lineRule="exact"/>
            <w:ind w:left="-70"/>
            <w:jc w:val="center"/>
            <w:rPr>
              <w:rFonts w:ascii="Arial" w:hAnsi="Arial" w:cs="Times"/>
              <w:sz w:val="16"/>
              <w:szCs w:val="24"/>
            </w:rPr>
          </w:pPr>
          <w:r>
            <w:rPr>
              <w:rFonts w:ascii="Times" w:hAnsi="Times" w:cs="Times"/>
              <w:sz w:val="24"/>
              <w:szCs w:val="24"/>
            </w:rPr>
            <w:t>Demande de devis de mesures de contraintes</w:t>
          </w:r>
        </w:p>
        <w:p w14:paraId="1D3738D9" w14:textId="77777777" w:rsidR="00777A7C" w:rsidRPr="00AD6A99" w:rsidRDefault="00777A7C">
          <w:pPr>
            <w:pStyle w:val="Kopfzeile"/>
            <w:ind w:left="142" w:hanging="142"/>
            <w:jc w:val="center"/>
            <w:rPr>
              <w:b/>
              <w:sz w:val="24"/>
              <w:lang w:val="fr-FR"/>
            </w:rPr>
          </w:pPr>
          <w:r w:rsidRPr="00AD6A99">
            <w:rPr>
              <w:rFonts w:ascii="Arial" w:hAnsi="Arial"/>
              <w:b/>
              <w:sz w:val="24"/>
              <w:lang w:val="fr-FR"/>
            </w:rPr>
            <w:t xml:space="preserve">  </w:t>
          </w:r>
        </w:p>
      </w:tc>
      <w:tc>
        <w:tcPr>
          <w:tcW w:w="3119" w:type="dxa"/>
          <w:tcBorders>
            <w:bottom w:val="single" w:sz="4" w:space="0" w:color="auto"/>
          </w:tcBorders>
        </w:tcPr>
        <w:p w14:paraId="6A8C951A" w14:textId="77777777" w:rsidR="00777A7C" w:rsidRDefault="00777A7C">
          <w:pPr>
            <w:pStyle w:val="Kopfzeile"/>
            <w:rPr>
              <w:rFonts w:ascii="Arial" w:hAnsi="Arial"/>
              <w:lang w:val="en-GB"/>
            </w:rPr>
          </w:pPr>
          <w:r>
            <w:rPr>
              <w:b/>
              <w:lang w:val="en-GB"/>
            </w:rPr>
            <w:t>Ref</w:t>
          </w:r>
          <w:r>
            <w:rPr>
              <w:lang w:val="en-GB"/>
            </w:rPr>
            <w:t xml:space="preserve"> :  LLR-GLAST-N-007 -A</w:t>
          </w:r>
        </w:p>
      </w:tc>
    </w:tr>
    <w:tr w:rsidR="00777A7C" w14:paraId="7B0859FE" w14:textId="7777777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cantSplit/>
        <w:trHeight w:val="251"/>
      </w:trPr>
      <w:tc>
        <w:tcPr>
          <w:tcW w:w="2117" w:type="dxa"/>
          <w:vMerge/>
        </w:tcPr>
        <w:p w14:paraId="0C47A6E8" w14:textId="77777777" w:rsidR="00777A7C" w:rsidRDefault="00777A7C">
          <w:pPr>
            <w:pStyle w:val="Kopfzeile"/>
            <w:ind w:left="142" w:hanging="212"/>
            <w:jc w:val="center"/>
            <w:rPr>
              <w:lang w:val="en-GB"/>
            </w:rPr>
          </w:pPr>
        </w:p>
      </w:tc>
      <w:tc>
        <w:tcPr>
          <w:tcW w:w="4687" w:type="dxa"/>
          <w:vMerge/>
        </w:tcPr>
        <w:p w14:paraId="33DAD21F" w14:textId="77777777" w:rsidR="00777A7C" w:rsidRDefault="00777A7C">
          <w:pPr>
            <w:spacing w:before="100" w:line="200" w:lineRule="exact"/>
            <w:ind w:left="142" w:hanging="142"/>
            <w:jc w:val="center"/>
            <w:rPr>
              <w:rFonts w:ascii="Arial" w:hAnsi="Arial"/>
              <w:b/>
              <w:sz w:val="16"/>
              <w:lang w:val="en-GB"/>
            </w:rPr>
          </w:pPr>
        </w:p>
      </w:tc>
      <w:tc>
        <w:tcPr>
          <w:tcW w:w="3119" w:type="dxa"/>
          <w:tcBorders>
            <w:bottom w:val="single" w:sz="4" w:space="0" w:color="auto"/>
          </w:tcBorders>
        </w:tcPr>
        <w:p w14:paraId="6CBBBFCF" w14:textId="77777777" w:rsidR="00777A7C" w:rsidRDefault="00777A7C">
          <w:pPr>
            <w:pStyle w:val="Kopfzeile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GLAST LAT Doc No.</w:t>
          </w:r>
        </w:p>
        <w:p w14:paraId="79BA4C26" w14:textId="77777777" w:rsidR="00777A7C" w:rsidRDefault="00777A7C">
          <w:pPr>
            <w:pStyle w:val="Kopfzeile"/>
            <w:rPr>
              <w:rFonts w:ascii="Arial" w:hAnsi="Arial"/>
            </w:rPr>
          </w:pPr>
        </w:p>
      </w:tc>
    </w:tr>
    <w:tr w:rsidR="00777A7C" w14:paraId="2E889D76" w14:textId="7777777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cantSplit/>
        <w:trHeight w:val="229"/>
      </w:trPr>
      <w:tc>
        <w:tcPr>
          <w:tcW w:w="2117" w:type="dxa"/>
          <w:vMerge/>
        </w:tcPr>
        <w:p w14:paraId="0A715FC9" w14:textId="77777777" w:rsidR="00777A7C" w:rsidRDefault="00777A7C">
          <w:pPr>
            <w:pStyle w:val="Kopfzeile"/>
            <w:ind w:left="142"/>
          </w:pPr>
        </w:p>
      </w:tc>
      <w:tc>
        <w:tcPr>
          <w:tcW w:w="4687" w:type="dxa"/>
          <w:vMerge/>
        </w:tcPr>
        <w:p w14:paraId="3A7454E6" w14:textId="77777777" w:rsidR="00777A7C" w:rsidRDefault="00777A7C">
          <w:pPr>
            <w:pStyle w:val="Kopfzeile"/>
            <w:ind w:left="142" w:hanging="142"/>
          </w:pPr>
        </w:p>
      </w:tc>
      <w:tc>
        <w:tcPr>
          <w:tcW w:w="3119" w:type="dxa"/>
        </w:tcPr>
        <w:p w14:paraId="1BE9BBD8" w14:textId="0E2EA0F2" w:rsidR="00777A7C" w:rsidRDefault="00777A7C">
          <w:pPr>
            <w:pStyle w:val="Kopfzeile"/>
            <w:rPr>
              <w:rFonts w:ascii="Arial" w:hAnsi="Arial"/>
            </w:rPr>
          </w:pPr>
          <w:r>
            <w:rPr>
              <w:rFonts w:ascii="Arial" w:hAnsi="Arial"/>
              <w:b/>
            </w:rPr>
            <w:t xml:space="preserve">Pages </w:t>
          </w:r>
          <w:r>
            <w:rPr>
              <w:rFonts w:ascii="Arial" w:hAnsi="Arial"/>
              <w:i/>
            </w:rPr>
            <w:t>:</w:t>
          </w:r>
          <w:r>
            <w:rPr>
              <w:rStyle w:val="Seitenzahl"/>
            </w:rPr>
            <w:fldChar w:fldCharType="begin"/>
          </w:r>
          <w:r>
            <w:rPr>
              <w:rStyle w:val="Seitenzahl"/>
            </w:rPr>
            <w:instrText xml:space="preserve"> PAGE </w:instrText>
          </w:r>
          <w:r>
            <w:rPr>
              <w:rStyle w:val="Seitenzahl"/>
            </w:rPr>
            <w:fldChar w:fldCharType="separate"/>
          </w:r>
          <w:r>
            <w:rPr>
              <w:rStyle w:val="Seitenzahl"/>
              <w:noProof/>
            </w:rPr>
            <w:t>23</w:t>
          </w:r>
          <w:r>
            <w:rPr>
              <w:rStyle w:val="Seitenzahl"/>
            </w:rPr>
            <w:fldChar w:fldCharType="end"/>
          </w:r>
          <w:r>
            <w:rPr>
              <w:rStyle w:val="Seitenzahl"/>
            </w:rPr>
            <w:t>/</w:t>
          </w:r>
          <w:r>
            <w:rPr>
              <w:rStyle w:val="Seitenzahl"/>
            </w:rPr>
            <w:fldChar w:fldCharType="begin"/>
          </w:r>
          <w:r>
            <w:rPr>
              <w:rStyle w:val="Seitenzahl"/>
            </w:rPr>
            <w:instrText xml:space="preserve"> NUMPAGES </w:instrText>
          </w:r>
          <w:r>
            <w:rPr>
              <w:rStyle w:val="Seitenzahl"/>
            </w:rPr>
            <w:fldChar w:fldCharType="separate"/>
          </w:r>
          <w:r>
            <w:rPr>
              <w:rStyle w:val="Seitenzahl"/>
              <w:noProof/>
            </w:rPr>
            <w:t>9</w:t>
          </w:r>
          <w:r>
            <w:rPr>
              <w:rStyle w:val="Seitenzahl"/>
            </w:rPr>
            <w:fldChar w:fldCharType="end"/>
          </w:r>
        </w:p>
        <w:p w14:paraId="70D82176" w14:textId="77777777" w:rsidR="00777A7C" w:rsidRDefault="00777A7C">
          <w:pPr>
            <w:pStyle w:val="Kopfzeile"/>
            <w:rPr>
              <w:rFonts w:ascii="Arial" w:hAnsi="Arial"/>
            </w:rPr>
          </w:pPr>
        </w:p>
      </w:tc>
    </w:tr>
    <w:tr w:rsidR="00777A7C" w14:paraId="49DFFA71" w14:textId="7777777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cantSplit/>
        <w:trHeight w:val="468"/>
      </w:trPr>
      <w:tc>
        <w:tcPr>
          <w:tcW w:w="2117" w:type="dxa"/>
          <w:vMerge/>
        </w:tcPr>
        <w:p w14:paraId="4A0D796E" w14:textId="77777777" w:rsidR="00777A7C" w:rsidRDefault="00777A7C">
          <w:pPr>
            <w:pStyle w:val="Kopfzeile"/>
            <w:ind w:left="142"/>
          </w:pPr>
        </w:p>
      </w:tc>
      <w:tc>
        <w:tcPr>
          <w:tcW w:w="4687" w:type="dxa"/>
          <w:vMerge/>
        </w:tcPr>
        <w:p w14:paraId="01F84855" w14:textId="77777777" w:rsidR="00777A7C" w:rsidRDefault="00777A7C">
          <w:pPr>
            <w:pStyle w:val="Kopfzeile"/>
            <w:ind w:left="142" w:hanging="142"/>
          </w:pPr>
        </w:p>
      </w:tc>
      <w:tc>
        <w:tcPr>
          <w:tcW w:w="3119" w:type="dxa"/>
          <w:tcBorders>
            <w:bottom w:val="single" w:sz="4" w:space="0" w:color="auto"/>
          </w:tcBorders>
        </w:tcPr>
        <w:p w14:paraId="2CFB906A" w14:textId="77777777" w:rsidR="00777A7C" w:rsidRDefault="00777A7C">
          <w:pPr>
            <w:pStyle w:val="Kopfzeile"/>
            <w:rPr>
              <w:rFonts w:ascii="Arial" w:hAnsi="Arial"/>
            </w:rPr>
          </w:pPr>
          <w:r>
            <w:rPr>
              <w:rFonts w:ascii="Arial" w:hAnsi="Arial"/>
              <w:b/>
            </w:rPr>
            <w:t>Annexes</w:t>
          </w:r>
          <w:r>
            <w:rPr>
              <w:rFonts w:ascii="Arial" w:hAnsi="Arial"/>
            </w:rPr>
            <w:t xml:space="preserve"> :</w:t>
          </w:r>
        </w:p>
      </w:tc>
    </w:tr>
    <w:tr w:rsidR="00777A7C" w14:paraId="23C08F0B" w14:textId="7777777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cantSplit/>
        <w:trHeight w:val="449"/>
      </w:trPr>
      <w:tc>
        <w:tcPr>
          <w:tcW w:w="2117" w:type="dxa"/>
          <w:vMerge/>
        </w:tcPr>
        <w:p w14:paraId="309799EB" w14:textId="77777777" w:rsidR="00777A7C" w:rsidRDefault="00777A7C">
          <w:pPr>
            <w:pStyle w:val="Kopfzeile"/>
            <w:ind w:left="142"/>
          </w:pPr>
        </w:p>
      </w:tc>
      <w:tc>
        <w:tcPr>
          <w:tcW w:w="4687" w:type="dxa"/>
          <w:vMerge/>
        </w:tcPr>
        <w:p w14:paraId="42F8902E" w14:textId="77777777" w:rsidR="00777A7C" w:rsidRDefault="00777A7C">
          <w:pPr>
            <w:pStyle w:val="Kopfzeile"/>
            <w:ind w:left="142" w:hanging="142"/>
            <w:rPr>
              <w:rFonts w:ascii="Arial" w:hAnsi="Arial"/>
            </w:rPr>
          </w:pPr>
        </w:p>
      </w:tc>
      <w:tc>
        <w:tcPr>
          <w:tcW w:w="3119" w:type="dxa"/>
        </w:tcPr>
        <w:p w14:paraId="54C01D4F" w14:textId="77777777" w:rsidR="00777A7C" w:rsidRDefault="00777A7C">
          <w:pPr>
            <w:pStyle w:val="Kopfzeile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Date : </w:t>
          </w:r>
        </w:p>
        <w:p w14:paraId="69314F6A" w14:textId="77777777" w:rsidR="00777A7C" w:rsidRDefault="00777A7C">
          <w:pPr>
            <w:pStyle w:val="Kopfzeile"/>
            <w:rPr>
              <w:rFonts w:ascii="Arial" w:hAnsi="Arial"/>
            </w:rPr>
          </w:pPr>
        </w:p>
      </w:tc>
    </w:tr>
  </w:tbl>
  <w:p w14:paraId="2D3C644D" w14:textId="77777777" w:rsidR="00777A7C" w:rsidRDefault="00777A7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2A3D8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740271"/>
    <w:multiLevelType w:val="hybridMultilevel"/>
    <w:tmpl w:val="8D30E37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E73AE4"/>
    <w:multiLevelType w:val="multilevel"/>
    <w:tmpl w:val="5A06FDC0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37"/>
        </w:tabs>
        <w:ind w:left="1247" w:hanging="680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297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5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>
    <w:nsid w:val="21806082"/>
    <w:multiLevelType w:val="hybridMultilevel"/>
    <w:tmpl w:val="613247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E125BF"/>
    <w:multiLevelType w:val="hybridMultilevel"/>
    <w:tmpl w:val="AE2C5F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D470E3"/>
    <w:multiLevelType w:val="hybridMultilevel"/>
    <w:tmpl w:val="2DB043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FB0983"/>
    <w:multiLevelType w:val="hybridMultilevel"/>
    <w:tmpl w:val="763A31A6"/>
    <w:lvl w:ilvl="0" w:tplc="ABC2A94A">
      <w:start w:val="1"/>
      <w:numFmt w:val="bullet"/>
      <w:pStyle w:val="Retrait2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30C6A1F"/>
    <w:multiLevelType w:val="hybridMultilevel"/>
    <w:tmpl w:val="0FC8CF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5820A2"/>
    <w:multiLevelType w:val="hybridMultilevel"/>
    <w:tmpl w:val="B1E089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D7550A"/>
    <w:multiLevelType w:val="hybridMultilevel"/>
    <w:tmpl w:val="3732DAA2"/>
    <w:lvl w:ilvl="0" w:tplc="06F662EA">
      <w:start w:val="5"/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941467"/>
    <w:multiLevelType w:val="multilevel"/>
    <w:tmpl w:val="11A679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StyleTitre2TimesNewRoman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6"/>
  </w:num>
  <w:num w:numId="5">
    <w:abstractNumId w:val="9"/>
  </w:num>
  <w:num w:numId="6">
    <w:abstractNumId w:val="8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5"/>
  </w:num>
  <w:num w:numId="1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AU" w:vendorID="64" w:dllVersion="4096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AU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AU" w:vendorID="64" w:dllVersion="131078" w:nlCheck="1" w:checkStyle="1"/>
  <w:proofState w:spelling="clean" w:grammar="clean"/>
  <w:attachedTemplate r:id="rId1"/>
  <w:defaultTabStop w:val="708"/>
  <w:hyphenationZone w:val="425"/>
  <w:drawingGridHorizontalSpacing w:val="110"/>
  <w:drawingGridVerticalSpacing w:val="113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4B1"/>
    <w:rsid w:val="00001E81"/>
    <w:rsid w:val="00003808"/>
    <w:rsid w:val="00010C1E"/>
    <w:rsid w:val="00017B27"/>
    <w:rsid w:val="00022CA3"/>
    <w:rsid w:val="00024627"/>
    <w:rsid w:val="00025D4A"/>
    <w:rsid w:val="00030ABD"/>
    <w:rsid w:val="000313C0"/>
    <w:rsid w:val="0003321A"/>
    <w:rsid w:val="00034651"/>
    <w:rsid w:val="00037841"/>
    <w:rsid w:val="00040DC1"/>
    <w:rsid w:val="00042BC5"/>
    <w:rsid w:val="000443F2"/>
    <w:rsid w:val="00051969"/>
    <w:rsid w:val="00051AE0"/>
    <w:rsid w:val="000543C8"/>
    <w:rsid w:val="00055835"/>
    <w:rsid w:val="000560D8"/>
    <w:rsid w:val="000571D7"/>
    <w:rsid w:val="00060476"/>
    <w:rsid w:val="000673BB"/>
    <w:rsid w:val="00083E2C"/>
    <w:rsid w:val="00086C0E"/>
    <w:rsid w:val="00091A98"/>
    <w:rsid w:val="00096A25"/>
    <w:rsid w:val="00096EC1"/>
    <w:rsid w:val="00097D05"/>
    <w:rsid w:val="000A4CB2"/>
    <w:rsid w:val="000A5914"/>
    <w:rsid w:val="000B0B2F"/>
    <w:rsid w:val="000B51C2"/>
    <w:rsid w:val="000B5BB4"/>
    <w:rsid w:val="000C5DC2"/>
    <w:rsid w:val="000D1F99"/>
    <w:rsid w:val="000D4718"/>
    <w:rsid w:val="000E1EB8"/>
    <w:rsid w:val="000E536E"/>
    <w:rsid w:val="000F0FB9"/>
    <w:rsid w:val="000F4435"/>
    <w:rsid w:val="000F4AA2"/>
    <w:rsid w:val="000F67D8"/>
    <w:rsid w:val="00100B1D"/>
    <w:rsid w:val="00111816"/>
    <w:rsid w:val="0011207E"/>
    <w:rsid w:val="00113081"/>
    <w:rsid w:val="001131EB"/>
    <w:rsid w:val="001163D3"/>
    <w:rsid w:val="001166E8"/>
    <w:rsid w:val="0012091C"/>
    <w:rsid w:val="00121DFA"/>
    <w:rsid w:val="0012333B"/>
    <w:rsid w:val="001344CE"/>
    <w:rsid w:val="00134E17"/>
    <w:rsid w:val="001406FB"/>
    <w:rsid w:val="0014214E"/>
    <w:rsid w:val="001421FB"/>
    <w:rsid w:val="00144E07"/>
    <w:rsid w:val="00146817"/>
    <w:rsid w:val="00147AD2"/>
    <w:rsid w:val="0015041F"/>
    <w:rsid w:val="00151E1F"/>
    <w:rsid w:val="001524A2"/>
    <w:rsid w:val="001559D8"/>
    <w:rsid w:val="0015645E"/>
    <w:rsid w:val="001609DB"/>
    <w:rsid w:val="00165392"/>
    <w:rsid w:val="001664E8"/>
    <w:rsid w:val="00166CC0"/>
    <w:rsid w:val="001705EE"/>
    <w:rsid w:val="001711BD"/>
    <w:rsid w:val="00172072"/>
    <w:rsid w:val="001769A5"/>
    <w:rsid w:val="001812D7"/>
    <w:rsid w:val="00182EBA"/>
    <w:rsid w:val="00183B5F"/>
    <w:rsid w:val="00185DD9"/>
    <w:rsid w:val="0019037F"/>
    <w:rsid w:val="001905E4"/>
    <w:rsid w:val="00190D4E"/>
    <w:rsid w:val="00197864"/>
    <w:rsid w:val="001A0668"/>
    <w:rsid w:val="001A1C5D"/>
    <w:rsid w:val="001A3E4C"/>
    <w:rsid w:val="001A4789"/>
    <w:rsid w:val="001A6919"/>
    <w:rsid w:val="001A7469"/>
    <w:rsid w:val="001B44B1"/>
    <w:rsid w:val="001B4923"/>
    <w:rsid w:val="001B6862"/>
    <w:rsid w:val="001B77E3"/>
    <w:rsid w:val="001B7DCA"/>
    <w:rsid w:val="001C4E71"/>
    <w:rsid w:val="001C59B0"/>
    <w:rsid w:val="001C5F92"/>
    <w:rsid w:val="001C718E"/>
    <w:rsid w:val="001D7289"/>
    <w:rsid w:val="001E3393"/>
    <w:rsid w:val="001E5FD6"/>
    <w:rsid w:val="001F29C7"/>
    <w:rsid w:val="001F39A3"/>
    <w:rsid w:val="001F528E"/>
    <w:rsid w:val="001F52F3"/>
    <w:rsid w:val="001F6DFC"/>
    <w:rsid w:val="001F6F84"/>
    <w:rsid w:val="00203E77"/>
    <w:rsid w:val="0020706F"/>
    <w:rsid w:val="002121BF"/>
    <w:rsid w:val="00214647"/>
    <w:rsid w:val="00217C15"/>
    <w:rsid w:val="00221E14"/>
    <w:rsid w:val="002247E4"/>
    <w:rsid w:val="0022486E"/>
    <w:rsid w:val="002331A5"/>
    <w:rsid w:val="00234E5E"/>
    <w:rsid w:val="00236DC9"/>
    <w:rsid w:val="00236FF5"/>
    <w:rsid w:val="0024372E"/>
    <w:rsid w:val="00245A87"/>
    <w:rsid w:val="002469A0"/>
    <w:rsid w:val="0025596B"/>
    <w:rsid w:val="002609DB"/>
    <w:rsid w:val="00263584"/>
    <w:rsid w:val="00264EA3"/>
    <w:rsid w:val="0026694A"/>
    <w:rsid w:val="002670C6"/>
    <w:rsid w:val="00274058"/>
    <w:rsid w:val="002750F7"/>
    <w:rsid w:val="0028003E"/>
    <w:rsid w:val="0028246D"/>
    <w:rsid w:val="00282B21"/>
    <w:rsid w:val="00283889"/>
    <w:rsid w:val="002905FF"/>
    <w:rsid w:val="002908BE"/>
    <w:rsid w:val="00294490"/>
    <w:rsid w:val="00294995"/>
    <w:rsid w:val="00295465"/>
    <w:rsid w:val="00297A27"/>
    <w:rsid w:val="002A24B5"/>
    <w:rsid w:val="002A38A0"/>
    <w:rsid w:val="002A73EE"/>
    <w:rsid w:val="002B1C6F"/>
    <w:rsid w:val="002B1DB3"/>
    <w:rsid w:val="002B2669"/>
    <w:rsid w:val="002B2F6B"/>
    <w:rsid w:val="002C14E7"/>
    <w:rsid w:val="002C50B8"/>
    <w:rsid w:val="002C6AAE"/>
    <w:rsid w:val="002C6E45"/>
    <w:rsid w:val="002D6A3C"/>
    <w:rsid w:val="002E54A6"/>
    <w:rsid w:val="002E5B56"/>
    <w:rsid w:val="002F3DD1"/>
    <w:rsid w:val="002F4744"/>
    <w:rsid w:val="00303048"/>
    <w:rsid w:val="003062C0"/>
    <w:rsid w:val="0030685A"/>
    <w:rsid w:val="00307DCE"/>
    <w:rsid w:val="0031234E"/>
    <w:rsid w:val="00312D80"/>
    <w:rsid w:val="00314A7E"/>
    <w:rsid w:val="00315BDD"/>
    <w:rsid w:val="0032008A"/>
    <w:rsid w:val="00321E8D"/>
    <w:rsid w:val="00323949"/>
    <w:rsid w:val="00325D4F"/>
    <w:rsid w:val="0032676D"/>
    <w:rsid w:val="00333D0C"/>
    <w:rsid w:val="00340F71"/>
    <w:rsid w:val="003434B8"/>
    <w:rsid w:val="00343652"/>
    <w:rsid w:val="00346D9C"/>
    <w:rsid w:val="003516BD"/>
    <w:rsid w:val="0035270A"/>
    <w:rsid w:val="00352801"/>
    <w:rsid w:val="003529AE"/>
    <w:rsid w:val="00352A9E"/>
    <w:rsid w:val="00355F2E"/>
    <w:rsid w:val="00357211"/>
    <w:rsid w:val="00361F7A"/>
    <w:rsid w:val="003634B6"/>
    <w:rsid w:val="003647A0"/>
    <w:rsid w:val="00370F3C"/>
    <w:rsid w:val="00375549"/>
    <w:rsid w:val="00375805"/>
    <w:rsid w:val="00377680"/>
    <w:rsid w:val="00381690"/>
    <w:rsid w:val="00383A3D"/>
    <w:rsid w:val="00384027"/>
    <w:rsid w:val="00385008"/>
    <w:rsid w:val="003871C3"/>
    <w:rsid w:val="00387555"/>
    <w:rsid w:val="003877ED"/>
    <w:rsid w:val="00394139"/>
    <w:rsid w:val="00397C74"/>
    <w:rsid w:val="003A136F"/>
    <w:rsid w:val="003A1A80"/>
    <w:rsid w:val="003A23CD"/>
    <w:rsid w:val="003A27FC"/>
    <w:rsid w:val="003A4A27"/>
    <w:rsid w:val="003A4EFC"/>
    <w:rsid w:val="003B3DAF"/>
    <w:rsid w:val="003B54B0"/>
    <w:rsid w:val="003B7E27"/>
    <w:rsid w:val="003C1D75"/>
    <w:rsid w:val="003C2557"/>
    <w:rsid w:val="003C5E91"/>
    <w:rsid w:val="003C6D2B"/>
    <w:rsid w:val="003D45DA"/>
    <w:rsid w:val="003D6644"/>
    <w:rsid w:val="003E03F6"/>
    <w:rsid w:val="003E1DC1"/>
    <w:rsid w:val="003E282D"/>
    <w:rsid w:val="003E37A9"/>
    <w:rsid w:val="003E3BD9"/>
    <w:rsid w:val="003F1403"/>
    <w:rsid w:val="003F476C"/>
    <w:rsid w:val="003F63F9"/>
    <w:rsid w:val="004001A1"/>
    <w:rsid w:val="00402556"/>
    <w:rsid w:val="00402D57"/>
    <w:rsid w:val="00405526"/>
    <w:rsid w:val="004063A6"/>
    <w:rsid w:val="00412180"/>
    <w:rsid w:val="00413E6D"/>
    <w:rsid w:val="00414FE2"/>
    <w:rsid w:val="0041532F"/>
    <w:rsid w:val="00415D45"/>
    <w:rsid w:val="00417936"/>
    <w:rsid w:val="00421EC1"/>
    <w:rsid w:val="00426BA0"/>
    <w:rsid w:val="00430AFE"/>
    <w:rsid w:val="0043789D"/>
    <w:rsid w:val="00443AF1"/>
    <w:rsid w:val="004470A3"/>
    <w:rsid w:val="004534C5"/>
    <w:rsid w:val="00454B23"/>
    <w:rsid w:val="00455A3C"/>
    <w:rsid w:val="00456D1E"/>
    <w:rsid w:val="00457895"/>
    <w:rsid w:val="00464691"/>
    <w:rsid w:val="00481677"/>
    <w:rsid w:val="00482C98"/>
    <w:rsid w:val="004838B4"/>
    <w:rsid w:val="00491394"/>
    <w:rsid w:val="004969D3"/>
    <w:rsid w:val="00497D15"/>
    <w:rsid w:val="004A1971"/>
    <w:rsid w:val="004B0240"/>
    <w:rsid w:val="004B13F7"/>
    <w:rsid w:val="004B1870"/>
    <w:rsid w:val="004B4D93"/>
    <w:rsid w:val="004B5A2F"/>
    <w:rsid w:val="004C1D52"/>
    <w:rsid w:val="004C23A1"/>
    <w:rsid w:val="004C45A4"/>
    <w:rsid w:val="004C5975"/>
    <w:rsid w:val="004C7106"/>
    <w:rsid w:val="004C7AF3"/>
    <w:rsid w:val="004D1963"/>
    <w:rsid w:val="004D296E"/>
    <w:rsid w:val="004D58D2"/>
    <w:rsid w:val="004D6151"/>
    <w:rsid w:val="004E00C3"/>
    <w:rsid w:val="004F1115"/>
    <w:rsid w:val="004F24AB"/>
    <w:rsid w:val="004F6018"/>
    <w:rsid w:val="004F76CD"/>
    <w:rsid w:val="00501FC1"/>
    <w:rsid w:val="00503467"/>
    <w:rsid w:val="00511A62"/>
    <w:rsid w:val="00514DFE"/>
    <w:rsid w:val="005161C6"/>
    <w:rsid w:val="005200B8"/>
    <w:rsid w:val="00520E82"/>
    <w:rsid w:val="00522767"/>
    <w:rsid w:val="00524E98"/>
    <w:rsid w:val="00525AE5"/>
    <w:rsid w:val="0052676B"/>
    <w:rsid w:val="0052787C"/>
    <w:rsid w:val="005304B2"/>
    <w:rsid w:val="00537521"/>
    <w:rsid w:val="00541BCE"/>
    <w:rsid w:val="005462DA"/>
    <w:rsid w:val="00550510"/>
    <w:rsid w:val="00552E55"/>
    <w:rsid w:val="0055607B"/>
    <w:rsid w:val="00560610"/>
    <w:rsid w:val="00561BDC"/>
    <w:rsid w:val="005621C4"/>
    <w:rsid w:val="00564C10"/>
    <w:rsid w:val="00567B05"/>
    <w:rsid w:val="00571D6F"/>
    <w:rsid w:val="005736AC"/>
    <w:rsid w:val="00573A86"/>
    <w:rsid w:val="005761DB"/>
    <w:rsid w:val="005766A8"/>
    <w:rsid w:val="00576A38"/>
    <w:rsid w:val="00577E50"/>
    <w:rsid w:val="00580FBA"/>
    <w:rsid w:val="00581CC1"/>
    <w:rsid w:val="005835F6"/>
    <w:rsid w:val="005844B6"/>
    <w:rsid w:val="00584D70"/>
    <w:rsid w:val="00585043"/>
    <w:rsid w:val="005865FD"/>
    <w:rsid w:val="00587873"/>
    <w:rsid w:val="00591478"/>
    <w:rsid w:val="0059421C"/>
    <w:rsid w:val="00594C4F"/>
    <w:rsid w:val="00596F35"/>
    <w:rsid w:val="005A0944"/>
    <w:rsid w:val="005A752A"/>
    <w:rsid w:val="005B2AF3"/>
    <w:rsid w:val="005B5130"/>
    <w:rsid w:val="005B6B7D"/>
    <w:rsid w:val="005C1FF0"/>
    <w:rsid w:val="005C26F4"/>
    <w:rsid w:val="005D1253"/>
    <w:rsid w:val="005D2681"/>
    <w:rsid w:val="005D3933"/>
    <w:rsid w:val="005D6CC5"/>
    <w:rsid w:val="005D7032"/>
    <w:rsid w:val="005D725C"/>
    <w:rsid w:val="005D74A0"/>
    <w:rsid w:val="005E45C6"/>
    <w:rsid w:val="005E7431"/>
    <w:rsid w:val="005F2EF8"/>
    <w:rsid w:val="005F4478"/>
    <w:rsid w:val="005F51B6"/>
    <w:rsid w:val="005F5C70"/>
    <w:rsid w:val="005F6B87"/>
    <w:rsid w:val="005F6DCD"/>
    <w:rsid w:val="006009BC"/>
    <w:rsid w:val="00601839"/>
    <w:rsid w:val="00601E9F"/>
    <w:rsid w:val="00605BC9"/>
    <w:rsid w:val="00607080"/>
    <w:rsid w:val="00611FE5"/>
    <w:rsid w:val="0061488A"/>
    <w:rsid w:val="00617DB4"/>
    <w:rsid w:val="00617DCD"/>
    <w:rsid w:val="00621A45"/>
    <w:rsid w:val="0062219B"/>
    <w:rsid w:val="00623D0E"/>
    <w:rsid w:val="00624D89"/>
    <w:rsid w:val="00627670"/>
    <w:rsid w:val="00630296"/>
    <w:rsid w:val="00631E98"/>
    <w:rsid w:val="00633047"/>
    <w:rsid w:val="00634BAA"/>
    <w:rsid w:val="0063527D"/>
    <w:rsid w:val="0063689D"/>
    <w:rsid w:val="00637419"/>
    <w:rsid w:val="00642570"/>
    <w:rsid w:val="00644460"/>
    <w:rsid w:val="006444AC"/>
    <w:rsid w:val="00644758"/>
    <w:rsid w:val="00645337"/>
    <w:rsid w:val="0064576F"/>
    <w:rsid w:val="006459BF"/>
    <w:rsid w:val="006464C5"/>
    <w:rsid w:val="00650285"/>
    <w:rsid w:val="00653449"/>
    <w:rsid w:val="00656FA9"/>
    <w:rsid w:val="00657239"/>
    <w:rsid w:val="00657F2B"/>
    <w:rsid w:val="006644E5"/>
    <w:rsid w:val="0066568E"/>
    <w:rsid w:val="00666EE8"/>
    <w:rsid w:val="00672812"/>
    <w:rsid w:val="00675315"/>
    <w:rsid w:val="006772C6"/>
    <w:rsid w:val="00680224"/>
    <w:rsid w:val="006818A8"/>
    <w:rsid w:val="0068194A"/>
    <w:rsid w:val="00685916"/>
    <w:rsid w:val="00691866"/>
    <w:rsid w:val="00691F1B"/>
    <w:rsid w:val="0069273A"/>
    <w:rsid w:val="00693674"/>
    <w:rsid w:val="00693B41"/>
    <w:rsid w:val="006A380D"/>
    <w:rsid w:val="006A485F"/>
    <w:rsid w:val="006A4FEE"/>
    <w:rsid w:val="006B0513"/>
    <w:rsid w:val="006B388C"/>
    <w:rsid w:val="006B686A"/>
    <w:rsid w:val="006B7038"/>
    <w:rsid w:val="006C3DCE"/>
    <w:rsid w:val="006C5781"/>
    <w:rsid w:val="006C673D"/>
    <w:rsid w:val="006C727F"/>
    <w:rsid w:val="006D04BB"/>
    <w:rsid w:val="006D4718"/>
    <w:rsid w:val="006E7D88"/>
    <w:rsid w:val="006F0C06"/>
    <w:rsid w:val="006F1B22"/>
    <w:rsid w:val="006F2451"/>
    <w:rsid w:val="006F6850"/>
    <w:rsid w:val="00700C90"/>
    <w:rsid w:val="007066BC"/>
    <w:rsid w:val="007101A3"/>
    <w:rsid w:val="00713294"/>
    <w:rsid w:val="00722333"/>
    <w:rsid w:val="00722434"/>
    <w:rsid w:val="0072663A"/>
    <w:rsid w:val="00727992"/>
    <w:rsid w:val="00733196"/>
    <w:rsid w:val="00734DD1"/>
    <w:rsid w:val="0074053A"/>
    <w:rsid w:val="00741A67"/>
    <w:rsid w:val="0074330C"/>
    <w:rsid w:val="0074411A"/>
    <w:rsid w:val="00745139"/>
    <w:rsid w:val="00745881"/>
    <w:rsid w:val="00745918"/>
    <w:rsid w:val="00746251"/>
    <w:rsid w:val="0074644F"/>
    <w:rsid w:val="00750D34"/>
    <w:rsid w:val="007545F9"/>
    <w:rsid w:val="00760EF8"/>
    <w:rsid w:val="00763618"/>
    <w:rsid w:val="00766EF1"/>
    <w:rsid w:val="00770A26"/>
    <w:rsid w:val="007720EB"/>
    <w:rsid w:val="0077288E"/>
    <w:rsid w:val="00773B36"/>
    <w:rsid w:val="0077647C"/>
    <w:rsid w:val="007774F7"/>
    <w:rsid w:val="00777A7C"/>
    <w:rsid w:val="00782CCF"/>
    <w:rsid w:val="007830B5"/>
    <w:rsid w:val="00785E53"/>
    <w:rsid w:val="007872C9"/>
    <w:rsid w:val="007934C7"/>
    <w:rsid w:val="007A079E"/>
    <w:rsid w:val="007A3F57"/>
    <w:rsid w:val="007A45C1"/>
    <w:rsid w:val="007A5546"/>
    <w:rsid w:val="007A5657"/>
    <w:rsid w:val="007A6D8E"/>
    <w:rsid w:val="007B1627"/>
    <w:rsid w:val="007B2E37"/>
    <w:rsid w:val="007B5972"/>
    <w:rsid w:val="007B5D9C"/>
    <w:rsid w:val="007B7BFC"/>
    <w:rsid w:val="007B7FE3"/>
    <w:rsid w:val="007C63F8"/>
    <w:rsid w:val="007D3665"/>
    <w:rsid w:val="007D4908"/>
    <w:rsid w:val="007D4CB5"/>
    <w:rsid w:val="007D7374"/>
    <w:rsid w:val="007E26F3"/>
    <w:rsid w:val="007E2EBF"/>
    <w:rsid w:val="007E43E9"/>
    <w:rsid w:val="007E4C47"/>
    <w:rsid w:val="007E5331"/>
    <w:rsid w:val="007E5D64"/>
    <w:rsid w:val="007F7D8D"/>
    <w:rsid w:val="0080056E"/>
    <w:rsid w:val="008027EC"/>
    <w:rsid w:val="008038BA"/>
    <w:rsid w:val="00806F38"/>
    <w:rsid w:val="00810B2E"/>
    <w:rsid w:val="008127A7"/>
    <w:rsid w:val="00817020"/>
    <w:rsid w:val="008171A3"/>
    <w:rsid w:val="00820008"/>
    <w:rsid w:val="00824789"/>
    <w:rsid w:val="0082601A"/>
    <w:rsid w:val="00826046"/>
    <w:rsid w:val="008303E1"/>
    <w:rsid w:val="00833E07"/>
    <w:rsid w:val="00833E23"/>
    <w:rsid w:val="008347CD"/>
    <w:rsid w:val="008363AE"/>
    <w:rsid w:val="0084070C"/>
    <w:rsid w:val="00842DB4"/>
    <w:rsid w:val="00851D5B"/>
    <w:rsid w:val="008524B6"/>
    <w:rsid w:val="00852994"/>
    <w:rsid w:val="00853C6A"/>
    <w:rsid w:val="00855B6A"/>
    <w:rsid w:val="00855D0F"/>
    <w:rsid w:val="00855D7F"/>
    <w:rsid w:val="00857EC2"/>
    <w:rsid w:val="0086258E"/>
    <w:rsid w:val="008644D1"/>
    <w:rsid w:val="008669F6"/>
    <w:rsid w:val="00866B0A"/>
    <w:rsid w:val="00872AD3"/>
    <w:rsid w:val="008741F1"/>
    <w:rsid w:val="00874375"/>
    <w:rsid w:val="00874430"/>
    <w:rsid w:val="00880E39"/>
    <w:rsid w:val="00883B08"/>
    <w:rsid w:val="00890726"/>
    <w:rsid w:val="00890733"/>
    <w:rsid w:val="008A02A8"/>
    <w:rsid w:val="008A0A16"/>
    <w:rsid w:val="008A2611"/>
    <w:rsid w:val="008A4552"/>
    <w:rsid w:val="008A5E97"/>
    <w:rsid w:val="008A60CE"/>
    <w:rsid w:val="008B29DA"/>
    <w:rsid w:val="008B655B"/>
    <w:rsid w:val="008B65D1"/>
    <w:rsid w:val="008C4970"/>
    <w:rsid w:val="008C4CD5"/>
    <w:rsid w:val="008C5E33"/>
    <w:rsid w:val="008C6B2A"/>
    <w:rsid w:val="008D328B"/>
    <w:rsid w:val="008E097D"/>
    <w:rsid w:val="008E61E0"/>
    <w:rsid w:val="008E76CC"/>
    <w:rsid w:val="008F24E7"/>
    <w:rsid w:val="008F7D76"/>
    <w:rsid w:val="0090058F"/>
    <w:rsid w:val="009011D9"/>
    <w:rsid w:val="009016EF"/>
    <w:rsid w:val="00901DD0"/>
    <w:rsid w:val="00903F3B"/>
    <w:rsid w:val="009065C0"/>
    <w:rsid w:val="009111B2"/>
    <w:rsid w:val="009120AE"/>
    <w:rsid w:val="009174CE"/>
    <w:rsid w:val="009251D7"/>
    <w:rsid w:val="00925AFC"/>
    <w:rsid w:val="009315EA"/>
    <w:rsid w:val="00933BDD"/>
    <w:rsid w:val="00936B51"/>
    <w:rsid w:val="00942807"/>
    <w:rsid w:val="0094300F"/>
    <w:rsid w:val="00946A15"/>
    <w:rsid w:val="0095213C"/>
    <w:rsid w:val="009574ED"/>
    <w:rsid w:val="009617D3"/>
    <w:rsid w:val="009647CE"/>
    <w:rsid w:val="00972485"/>
    <w:rsid w:val="00972CE2"/>
    <w:rsid w:val="00972D8C"/>
    <w:rsid w:val="0097423D"/>
    <w:rsid w:val="00975974"/>
    <w:rsid w:val="009914F0"/>
    <w:rsid w:val="00994913"/>
    <w:rsid w:val="00995FAE"/>
    <w:rsid w:val="009A442E"/>
    <w:rsid w:val="009B2314"/>
    <w:rsid w:val="009B2FA2"/>
    <w:rsid w:val="009B3766"/>
    <w:rsid w:val="009B636F"/>
    <w:rsid w:val="009C3C8C"/>
    <w:rsid w:val="009C3D31"/>
    <w:rsid w:val="009C6108"/>
    <w:rsid w:val="009C7B3D"/>
    <w:rsid w:val="009D211F"/>
    <w:rsid w:val="009D26E2"/>
    <w:rsid w:val="009D5D95"/>
    <w:rsid w:val="009D6375"/>
    <w:rsid w:val="009E01C3"/>
    <w:rsid w:val="009E1879"/>
    <w:rsid w:val="009E347E"/>
    <w:rsid w:val="009E35BA"/>
    <w:rsid w:val="009F20DC"/>
    <w:rsid w:val="009F3656"/>
    <w:rsid w:val="009F5979"/>
    <w:rsid w:val="009F74EA"/>
    <w:rsid w:val="00A0375F"/>
    <w:rsid w:val="00A06F98"/>
    <w:rsid w:val="00A07964"/>
    <w:rsid w:val="00A11711"/>
    <w:rsid w:val="00A117D8"/>
    <w:rsid w:val="00A12F1A"/>
    <w:rsid w:val="00A14ED5"/>
    <w:rsid w:val="00A254C3"/>
    <w:rsid w:val="00A26CAA"/>
    <w:rsid w:val="00A27A56"/>
    <w:rsid w:val="00A27E37"/>
    <w:rsid w:val="00A4115E"/>
    <w:rsid w:val="00A474DC"/>
    <w:rsid w:val="00A47958"/>
    <w:rsid w:val="00A520A7"/>
    <w:rsid w:val="00A52F66"/>
    <w:rsid w:val="00A564AC"/>
    <w:rsid w:val="00A63AD2"/>
    <w:rsid w:val="00A67007"/>
    <w:rsid w:val="00A8077C"/>
    <w:rsid w:val="00A83F03"/>
    <w:rsid w:val="00A842A6"/>
    <w:rsid w:val="00A846C6"/>
    <w:rsid w:val="00A84989"/>
    <w:rsid w:val="00A84A05"/>
    <w:rsid w:val="00A84CAD"/>
    <w:rsid w:val="00A851EC"/>
    <w:rsid w:val="00A90371"/>
    <w:rsid w:val="00A91578"/>
    <w:rsid w:val="00A94E04"/>
    <w:rsid w:val="00AA4C49"/>
    <w:rsid w:val="00AA70C9"/>
    <w:rsid w:val="00AB1B8E"/>
    <w:rsid w:val="00AB42A1"/>
    <w:rsid w:val="00AB659F"/>
    <w:rsid w:val="00AC2D65"/>
    <w:rsid w:val="00AD04C4"/>
    <w:rsid w:val="00AD6A99"/>
    <w:rsid w:val="00AD7BE7"/>
    <w:rsid w:val="00AD7E1A"/>
    <w:rsid w:val="00AE505A"/>
    <w:rsid w:val="00AE62C9"/>
    <w:rsid w:val="00AE762D"/>
    <w:rsid w:val="00AF1F84"/>
    <w:rsid w:val="00AF28B5"/>
    <w:rsid w:val="00AF2BED"/>
    <w:rsid w:val="00AF37F4"/>
    <w:rsid w:val="00AF52CE"/>
    <w:rsid w:val="00B02381"/>
    <w:rsid w:val="00B02B08"/>
    <w:rsid w:val="00B03DB1"/>
    <w:rsid w:val="00B077B1"/>
    <w:rsid w:val="00B12A7F"/>
    <w:rsid w:val="00B12E24"/>
    <w:rsid w:val="00B15FD4"/>
    <w:rsid w:val="00B1771F"/>
    <w:rsid w:val="00B17DB1"/>
    <w:rsid w:val="00B323EA"/>
    <w:rsid w:val="00B3405B"/>
    <w:rsid w:val="00B34F34"/>
    <w:rsid w:val="00B371BC"/>
    <w:rsid w:val="00B43832"/>
    <w:rsid w:val="00B503B6"/>
    <w:rsid w:val="00B52B31"/>
    <w:rsid w:val="00B52C9F"/>
    <w:rsid w:val="00B550F7"/>
    <w:rsid w:val="00B55944"/>
    <w:rsid w:val="00B560C8"/>
    <w:rsid w:val="00B5720D"/>
    <w:rsid w:val="00B57AD1"/>
    <w:rsid w:val="00B625A5"/>
    <w:rsid w:val="00B63BA0"/>
    <w:rsid w:val="00B643AC"/>
    <w:rsid w:val="00B67E98"/>
    <w:rsid w:val="00B71FA1"/>
    <w:rsid w:val="00B726AC"/>
    <w:rsid w:val="00B72B2C"/>
    <w:rsid w:val="00B73743"/>
    <w:rsid w:val="00B75E62"/>
    <w:rsid w:val="00B77021"/>
    <w:rsid w:val="00B819B2"/>
    <w:rsid w:val="00B8224A"/>
    <w:rsid w:val="00B90262"/>
    <w:rsid w:val="00BA0190"/>
    <w:rsid w:val="00BA5169"/>
    <w:rsid w:val="00BA5581"/>
    <w:rsid w:val="00BA5AEC"/>
    <w:rsid w:val="00BA73FD"/>
    <w:rsid w:val="00BB0D41"/>
    <w:rsid w:val="00BB1E96"/>
    <w:rsid w:val="00BB281C"/>
    <w:rsid w:val="00BB32C2"/>
    <w:rsid w:val="00BB5CA0"/>
    <w:rsid w:val="00BB63B9"/>
    <w:rsid w:val="00BB7B72"/>
    <w:rsid w:val="00BC1321"/>
    <w:rsid w:val="00BC78DD"/>
    <w:rsid w:val="00BC7E4B"/>
    <w:rsid w:val="00BD2339"/>
    <w:rsid w:val="00BD4886"/>
    <w:rsid w:val="00BD6622"/>
    <w:rsid w:val="00BD7CAF"/>
    <w:rsid w:val="00BE4788"/>
    <w:rsid w:val="00BF5EE1"/>
    <w:rsid w:val="00C00326"/>
    <w:rsid w:val="00C00971"/>
    <w:rsid w:val="00C01A6B"/>
    <w:rsid w:val="00C07ACE"/>
    <w:rsid w:val="00C10D09"/>
    <w:rsid w:val="00C1332B"/>
    <w:rsid w:val="00C133E3"/>
    <w:rsid w:val="00C145AB"/>
    <w:rsid w:val="00C1514C"/>
    <w:rsid w:val="00C16765"/>
    <w:rsid w:val="00C25A48"/>
    <w:rsid w:val="00C26BEA"/>
    <w:rsid w:val="00C26C19"/>
    <w:rsid w:val="00C40E13"/>
    <w:rsid w:val="00C43ADE"/>
    <w:rsid w:val="00C442B9"/>
    <w:rsid w:val="00C46391"/>
    <w:rsid w:val="00C54DE3"/>
    <w:rsid w:val="00C61FD4"/>
    <w:rsid w:val="00C70F3C"/>
    <w:rsid w:val="00C72622"/>
    <w:rsid w:val="00C733D3"/>
    <w:rsid w:val="00C738DE"/>
    <w:rsid w:val="00C747AE"/>
    <w:rsid w:val="00C807BC"/>
    <w:rsid w:val="00C80AF2"/>
    <w:rsid w:val="00C82984"/>
    <w:rsid w:val="00C82E66"/>
    <w:rsid w:val="00C855A3"/>
    <w:rsid w:val="00C905F4"/>
    <w:rsid w:val="00C90BAF"/>
    <w:rsid w:val="00C910F3"/>
    <w:rsid w:val="00C916A4"/>
    <w:rsid w:val="00C941A0"/>
    <w:rsid w:val="00CA1AC9"/>
    <w:rsid w:val="00CA2193"/>
    <w:rsid w:val="00CA3422"/>
    <w:rsid w:val="00CA4297"/>
    <w:rsid w:val="00CA468A"/>
    <w:rsid w:val="00CA5943"/>
    <w:rsid w:val="00CB0C35"/>
    <w:rsid w:val="00CB3A3A"/>
    <w:rsid w:val="00CC2279"/>
    <w:rsid w:val="00CC2488"/>
    <w:rsid w:val="00CC6847"/>
    <w:rsid w:val="00CC6F42"/>
    <w:rsid w:val="00CD479E"/>
    <w:rsid w:val="00CE3E5F"/>
    <w:rsid w:val="00CE5BE2"/>
    <w:rsid w:val="00CE6F96"/>
    <w:rsid w:val="00CF0EA6"/>
    <w:rsid w:val="00CF3BD8"/>
    <w:rsid w:val="00CF53AA"/>
    <w:rsid w:val="00D03B73"/>
    <w:rsid w:val="00D06AE8"/>
    <w:rsid w:val="00D07992"/>
    <w:rsid w:val="00D146FF"/>
    <w:rsid w:val="00D1612A"/>
    <w:rsid w:val="00D24017"/>
    <w:rsid w:val="00D24AFD"/>
    <w:rsid w:val="00D252CC"/>
    <w:rsid w:val="00D30928"/>
    <w:rsid w:val="00D317AB"/>
    <w:rsid w:val="00D335E5"/>
    <w:rsid w:val="00D336F9"/>
    <w:rsid w:val="00D34B65"/>
    <w:rsid w:val="00D352B1"/>
    <w:rsid w:val="00D3590C"/>
    <w:rsid w:val="00D44453"/>
    <w:rsid w:val="00D47BE0"/>
    <w:rsid w:val="00D5327F"/>
    <w:rsid w:val="00D55366"/>
    <w:rsid w:val="00D628DD"/>
    <w:rsid w:val="00D629DA"/>
    <w:rsid w:val="00D65018"/>
    <w:rsid w:val="00D72DFF"/>
    <w:rsid w:val="00D7468B"/>
    <w:rsid w:val="00D76AFF"/>
    <w:rsid w:val="00D80C27"/>
    <w:rsid w:val="00D83EA8"/>
    <w:rsid w:val="00D84F8C"/>
    <w:rsid w:val="00D85099"/>
    <w:rsid w:val="00D90842"/>
    <w:rsid w:val="00D90872"/>
    <w:rsid w:val="00D91E7B"/>
    <w:rsid w:val="00D947D7"/>
    <w:rsid w:val="00DA0022"/>
    <w:rsid w:val="00DA5587"/>
    <w:rsid w:val="00DA7A5F"/>
    <w:rsid w:val="00DB14A7"/>
    <w:rsid w:val="00DB394A"/>
    <w:rsid w:val="00DB418B"/>
    <w:rsid w:val="00DB6C1F"/>
    <w:rsid w:val="00DC1754"/>
    <w:rsid w:val="00DD007B"/>
    <w:rsid w:val="00DD0D5F"/>
    <w:rsid w:val="00DD1645"/>
    <w:rsid w:val="00DD2CC1"/>
    <w:rsid w:val="00DD4115"/>
    <w:rsid w:val="00DD4843"/>
    <w:rsid w:val="00DD5E1D"/>
    <w:rsid w:val="00DE02ED"/>
    <w:rsid w:val="00DE19E7"/>
    <w:rsid w:val="00DE1D5D"/>
    <w:rsid w:val="00DE3902"/>
    <w:rsid w:val="00DF2CF9"/>
    <w:rsid w:val="00DF5A20"/>
    <w:rsid w:val="00DF70A0"/>
    <w:rsid w:val="00E004D3"/>
    <w:rsid w:val="00E041EA"/>
    <w:rsid w:val="00E0621F"/>
    <w:rsid w:val="00E074CC"/>
    <w:rsid w:val="00E11D65"/>
    <w:rsid w:val="00E15575"/>
    <w:rsid w:val="00E20558"/>
    <w:rsid w:val="00E23DA6"/>
    <w:rsid w:val="00E279C1"/>
    <w:rsid w:val="00E308C2"/>
    <w:rsid w:val="00E36640"/>
    <w:rsid w:val="00E377CA"/>
    <w:rsid w:val="00E41574"/>
    <w:rsid w:val="00E441A8"/>
    <w:rsid w:val="00E4719C"/>
    <w:rsid w:val="00E507AF"/>
    <w:rsid w:val="00E513C5"/>
    <w:rsid w:val="00E52C07"/>
    <w:rsid w:val="00E52E8C"/>
    <w:rsid w:val="00E54A7A"/>
    <w:rsid w:val="00E55446"/>
    <w:rsid w:val="00E56636"/>
    <w:rsid w:val="00E65C31"/>
    <w:rsid w:val="00E66D50"/>
    <w:rsid w:val="00E677B7"/>
    <w:rsid w:val="00E70688"/>
    <w:rsid w:val="00E70A2B"/>
    <w:rsid w:val="00E717F9"/>
    <w:rsid w:val="00E77455"/>
    <w:rsid w:val="00E77A52"/>
    <w:rsid w:val="00E8164E"/>
    <w:rsid w:val="00E82DDE"/>
    <w:rsid w:val="00E85046"/>
    <w:rsid w:val="00E8601F"/>
    <w:rsid w:val="00E93CA1"/>
    <w:rsid w:val="00E94C83"/>
    <w:rsid w:val="00E959FF"/>
    <w:rsid w:val="00EA1CCB"/>
    <w:rsid w:val="00EA2B3C"/>
    <w:rsid w:val="00EA493D"/>
    <w:rsid w:val="00EA4A50"/>
    <w:rsid w:val="00EA7A17"/>
    <w:rsid w:val="00EB0CEB"/>
    <w:rsid w:val="00EB4F9A"/>
    <w:rsid w:val="00EC0C28"/>
    <w:rsid w:val="00EC1060"/>
    <w:rsid w:val="00EC16DA"/>
    <w:rsid w:val="00EC25C9"/>
    <w:rsid w:val="00ED06C1"/>
    <w:rsid w:val="00ED0EA7"/>
    <w:rsid w:val="00ED19C1"/>
    <w:rsid w:val="00ED1E67"/>
    <w:rsid w:val="00ED2B94"/>
    <w:rsid w:val="00ED3220"/>
    <w:rsid w:val="00ED6F32"/>
    <w:rsid w:val="00EE339A"/>
    <w:rsid w:val="00EE4446"/>
    <w:rsid w:val="00EE444F"/>
    <w:rsid w:val="00EE4969"/>
    <w:rsid w:val="00EE57F3"/>
    <w:rsid w:val="00EE5A40"/>
    <w:rsid w:val="00EF3B9A"/>
    <w:rsid w:val="00EF6806"/>
    <w:rsid w:val="00F01EBA"/>
    <w:rsid w:val="00F02D33"/>
    <w:rsid w:val="00F04986"/>
    <w:rsid w:val="00F05807"/>
    <w:rsid w:val="00F11CD7"/>
    <w:rsid w:val="00F13B12"/>
    <w:rsid w:val="00F247D7"/>
    <w:rsid w:val="00F248A2"/>
    <w:rsid w:val="00F258B8"/>
    <w:rsid w:val="00F26E12"/>
    <w:rsid w:val="00F32112"/>
    <w:rsid w:val="00F35E2D"/>
    <w:rsid w:val="00F36DFA"/>
    <w:rsid w:val="00F376BD"/>
    <w:rsid w:val="00F454E1"/>
    <w:rsid w:val="00F45859"/>
    <w:rsid w:val="00F46EAE"/>
    <w:rsid w:val="00F472D8"/>
    <w:rsid w:val="00F50EE2"/>
    <w:rsid w:val="00F553E9"/>
    <w:rsid w:val="00F56CDD"/>
    <w:rsid w:val="00F6070E"/>
    <w:rsid w:val="00F6435B"/>
    <w:rsid w:val="00F6748B"/>
    <w:rsid w:val="00F73963"/>
    <w:rsid w:val="00F73BA1"/>
    <w:rsid w:val="00F756DE"/>
    <w:rsid w:val="00F76393"/>
    <w:rsid w:val="00F763CE"/>
    <w:rsid w:val="00F76746"/>
    <w:rsid w:val="00F76DA6"/>
    <w:rsid w:val="00F80BFA"/>
    <w:rsid w:val="00F8717D"/>
    <w:rsid w:val="00F8769E"/>
    <w:rsid w:val="00F90A69"/>
    <w:rsid w:val="00F926BE"/>
    <w:rsid w:val="00F93634"/>
    <w:rsid w:val="00F97DDC"/>
    <w:rsid w:val="00FA0C71"/>
    <w:rsid w:val="00FA31E9"/>
    <w:rsid w:val="00FA377D"/>
    <w:rsid w:val="00FA4E87"/>
    <w:rsid w:val="00FB1EA3"/>
    <w:rsid w:val="00FB52FE"/>
    <w:rsid w:val="00FB6C1A"/>
    <w:rsid w:val="00FC0AFE"/>
    <w:rsid w:val="00FC1085"/>
    <w:rsid w:val="00FC2136"/>
    <w:rsid w:val="00FC28B1"/>
    <w:rsid w:val="00FC3F99"/>
    <w:rsid w:val="00FC6279"/>
    <w:rsid w:val="00FD06E4"/>
    <w:rsid w:val="00FD12F5"/>
    <w:rsid w:val="00FD2291"/>
    <w:rsid w:val="00FD3932"/>
    <w:rsid w:val="00FD693F"/>
    <w:rsid w:val="00FD6F1B"/>
    <w:rsid w:val="00FE1328"/>
    <w:rsid w:val="00FE3CA8"/>
    <w:rsid w:val="00FE48D6"/>
    <w:rsid w:val="00FF13E4"/>
    <w:rsid w:val="00FF2C2D"/>
    <w:rsid w:val="00FF3261"/>
    <w:rsid w:val="00FF3925"/>
    <w:rsid w:val="00FF5EA8"/>
    <w:rsid w:val="00FF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49AFF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/>
    <w:lsdException w:name="heading 6" w:locked="1" w:semiHidden="0" w:unhideWhenUsed="0"/>
    <w:lsdException w:name="heading 7" w:locked="1"/>
    <w:lsdException w:name="heading 8" w:locked="1"/>
    <w:lsdException w:name="heading 9" w:locked="1"/>
    <w:lsdException w:name="toc 1" w:locked="1" w:uiPriority="39"/>
    <w:lsdException w:name="toc 2" w:locked="1" w:uiPriority="39"/>
    <w:lsdException w:name="toc 3" w:uiPriority="39"/>
    <w:lsdException w:name="toc 4" w:uiPriority="3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/>
    <w:lsdException w:name="Subtitle" w:locked="1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 w:uiPriority="99"/>
    <w:lsdException w:name="Strong" w:locked="1" w:semiHidden="0" w:unhideWhenUsed="0" w:qFormat="1"/>
    <w:lsdException w:name="Emphasis" w:locked="1" w:semiHidden="0" w:unhideWhenUsed="0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221E14"/>
    <w:pPr>
      <w:widowControl w:val="0"/>
      <w:jc w:val="both"/>
    </w:pPr>
    <w:rPr>
      <w:rFonts w:ascii="Times New Roman" w:hAnsi="Times New Roman"/>
      <w:sz w:val="22"/>
      <w:lang w:val="fr-FR" w:eastAsia="fr-FR"/>
    </w:rPr>
  </w:style>
  <w:style w:type="paragraph" w:styleId="berschrift1">
    <w:name w:val="heading 1"/>
    <w:basedOn w:val="Standard"/>
    <w:next w:val="Standard"/>
    <w:qFormat/>
    <w:rsid w:val="007A45C1"/>
    <w:pPr>
      <w:numPr>
        <w:numId w:val="2"/>
      </w:numPr>
      <w:spacing w:before="120" w:after="60"/>
      <w:outlineLvl w:val="0"/>
    </w:pPr>
    <w:rPr>
      <w:b/>
      <w:caps/>
      <w:lang w:val="en-US"/>
    </w:rPr>
  </w:style>
  <w:style w:type="paragraph" w:styleId="berschrift2">
    <w:name w:val="heading 2"/>
    <w:basedOn w:val="Standard"/>
    <w:next w:val="Standard"/>
    <w:qFormat/>
    <w:rsid w:val="007A45C1"/>
    <w:pPr>
      <w:numPr>
        <w:ilvl w:val="1"/>
        <w:numId w:val="2"/>
      </w:numPr>
      <w:spacing w:before="120" w:after="60"/>
      <w:outlineLvl w:val="1"/>
    </w:pPr>
    <w:rPr>
      <w:b/>
      <w:lang w:val="en-US"/>
    </w:rPr>
  </w:style>
  <w:style w:type="paragraph" w:styleId="berschrift3">
    <w:name w:val="heading 3"/>
    <w:basedOn w:val="Standard"/>
    <w:next w:val="Standard"/>
    <w:autoRedefine/>
    <w:qFormat/>
    <w:rsid w:val="00CC2488"/>
    <w:pPr>
      <w:keepNext/>
      <w:widowControl/>
      <w:numPr>
        <w:ilvl w:val="2"/>
        <w:numId w:val="2"/>
      </w:numPr>
      <w:tabs>
        <w:tab w:val="left" w:pos="993"/>
        <w:tab w:val="left" w:pos="1276"/>
      </w:tabs>
      <w:spacing w:before="240" w:after="120" w:line="200" w:lineRule="exact"/>
      <w:outlineLvl w:val="2"/>
    </w:pPr>
    <w:rPr>
      <w:rFonts w:ascii="Times" w:hAnsi="Times"/>
      <w:u w:val="single"/>
    </w:rPr>
  </w:style>
  <w:style w:type="paragraph" w:styleId="berschrift4">
    <w:name w:val="heading 4"/>
    <w:basedOn w:val="Standard"/>
    <w:next w:val="Standard"/>
    <w:qFormat/>
    <w:rsid w:val="00323949"/>
    <w:pPr>
      <w:numPr>
        <w:ilvl w:val="3"/>
        <w:numId w:val="2"/>
      </w:numPr>
      <w:outlineLvl w:val="3"/>
    </w:pPr>
    <w:rPr>
      <w:rFonts w:ascii="Times" w:hAnsi="Times"/>
      <w:lang w:val="en-US"/>
    </w:rPr>
  </w:style>
  <w:style w:type="paragraph" w:styleId="berschrift5">
    <w:name w:val="heading 5"/>
    <w:basedOn w:val="Standard"/>
    <w:next w:val="Standard"/>
    <w:rsid w:val="00BB7B72"/>
    <w:pPr>
      <w:widowControl/>
      <w:numPr>
        <w:ilvl w:val="4"/>
        <w:numId w:val="2"/>
      </w:numPr>
      <w:spacing w:before="240" w:after="60"/>
      <w:jc w:val="left"/>
      <w:outlineLvl w:val="4"/>
    </w:pPr>
    <w:rPr>
      <w:rFonts w:ascii="Arial" w:hAnsi="Arial"/>
      <w:lang w:val="en-US"/>
    </w:rPr>
  </w:style>
  <w:style w:type="paragraph" w:styleId="berschrift6">
    <w:name w:val="heading 6"/>
    <w:basedOn w:val="Standard"/>
    <w:next w:val="Standard"/>
    <w:rsid w:val="00BB7B72"/>
    <w:pPr>
      <w:widowControl/>
      <w:numPr>
        <w:ilvl w:val="5"/>
        <w:numId w:val="2"/>
      </w:numPr>
      <w:spacing w:before="240" w:after="60"/>
      <w:jc w:val="left"/>
      <w:outlineLvl w:val="5"/>
    </w:pPr>
    <w:rPr>
      <w:i/>
      <w:lang w:val="en-US"/>
    </w:rPr>
  </w:style>
  <w:style w:type="paragraph" w:styleId="berschrift7">
    <w:name w:val="heading 7"/>
    <w:basedOn w:val="Standard"/>
    <w:next w:val="Standard"/>
    <w:rsid w:val="00BB7B72"/>
    <w:pPr>
      <w:widowControl/>
      <w:numPr>
        <w:ilvl w:val="6"/>
        <w:numId w:val="2"/>
      </w:numPr>
      <w:spacing w:before="240" w:after="60"/>
      <w:jc w:val="left"/>
      <w:outlineLvl w:val="6"/>
    </w:pPr>
    <w:rPr>
      <w:rFonts w:ascii="Arial" w:hAnsi="Arial"/>
      <w:sz w:val="20"/>
      <w:lang w:val="en-US"/>
    </w:rPr>
  </w:style>
  <w:style w:type="paragraph" w:styleId="berschrift8">
    <w:name w:val="heading 8"/>
    <w:basedOn w:val="Standard"/>
    <w:next w:val="Standard"/>
    <w:rsid w:val="00BB7B72"/>
    <w:pPr>
      <w:widowControl/>
      <w:numPr>
        <w:ilvl w:val="7"/>
        <w:numId w:val="2"/>
      </w:numPr>
      <w:spacing w:before="240" w:after="60"/>
      <w:jc w:val="left"/>
      <w:outlineLvl w:val="7"/>
    </w:pPr>
    <w:rPr>
      <w:rFonts w:ascii="Arial" w:hAnsi="Arial"/>
      <w:i/>
      <w:sz w:val="20"/>
      <w:lang w:val="en-US"/>
    </w:rPr>
  </w:style>
  <w:style w:type="paragraph" w:styleId="berschrift9">
    <w:name w:val="heading 9"/>
    <w:basedOn w:val="Standard"/>
    <w:next w:val="Standard"/>
    <w:rsid w:val="00BB7B72"/>
    <w:pPr>
      <w:widowControl/>
      <w:numPr>
        <w:ilvl w:val="8"/>
        <w:numId w:val="2"/>
      </w:numPr>
      <w:spacing w:before="240" w:after="60"/>
      <w:jc w:val="left"/>
      <w:outlineLvl w:val="8"/>
    </w:pPr>
    <w:rPr>
      <w:rFonts w:ascii="Arial" w:hAnsi="Arial"/>
      <w:b/>
      <w:i/>
      <w:sz w:val="18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B7B72"/>
    <w:pPr>
      <w:tabs>
        <w:tab w:val="center" w:pos="4536"/>
        <w:tab w:val="right" w:pos="9072"/>
      </w:tabs>
    </w:pPr>
    <w:rPr>
      <w:lang w:val="en-US"/>
    </w:rPr>
  </w:style>
  <w:style w:type="paragraph" w:styleId="Fuzeile">
    <w:name w:val="footer"/>
    <w:basedOn w:val="Standard"/>
    <w:rsid w:val="00BB7B72"/>
    <w:pPr>
      <w:tabs>
        <w:tab w:val="center" w:pos="4536"/>
        <w:tab w:val="right" w:pos="9072"/>
      </w:tabs>
    </w:pPr>
    <w:rPr>
      <w:rFonts w:ascii="Times" w:hAnsi="Times"/>
      <w:lang w:val="en-US"/>
    </w:rPr>
  </w:style>
  <w:style w:type="paragraph" w:styleId="Verzeichnis1">
    <w:name w:val="toc 1"/>
    <w:basedOn w:val="Standard"/>
    <w:next w:val="Standard"/>
    <w:autoRedefine/>
    <w:uiPriority w:val="39"/>
    <w:rsid w:val="00BB7B72"/>
    <w:pPr>
      <w:spacing w:before="120" w:after="120"/>
      <w:jc w:val="left"/>
    </w:pPr>
    <w:rPr>
      <w:b/>
      <w:caps/>
      <w:sz w:val="20"/>
      <w:lang w:val="en-US"/>
    </w:rPr>
  </w:style>
  <w:style w:type="paragraph" w:styleId="Verzeichnis2">
    <w:name w:val="toc 2"/>
    <w:basedOn w:val="Standard"/>
    <w:next w:val="Verzeichnis3"/>
    <w:autoRedefine/>
    <w:uiPriority w:val="39"/>
    <w:rsid w:val="00BB7B72"/>
    <w:pPr>
      <w:ind w:left="240"/>
      <w:jc w:val="left"/>
    </w:pPr>
    <w:rPr>
      <w:smallCaps/>
      <w:sz w:val="20"/>
      <w:lang w:val="en-US"/>
    </w:rPr>
  </w:style>
  <w:style w:type="paragraph" w:styleId="Verzeichnis3">
    <w:name w:val="toc 3"/>
    <w:basedOn w:val="Standard"/>
    <w:next w:val="Standard"/>
    <w:autoRedefine/>
    <w:uiPriority w:val="39"/>
    <w:rsid w:val="00BB7B72"/>
    <w:pPr>
      <w:ind w:left="480"/>
      <w:jc w:val="left"/>
    </w:pPr>
    <w:rPr>
      <w:i/>
      <w:sz w:val="20"/>
      <w:lang w:val="en-US"/>
    </w:rPr>
  </w:style>
  <w:style w:type="paragraph" w:styleId="Textkrper">
    <w:name w:val="Body Text"/>
    <w:basedOn w:val="Standard"/>
    <w:rsid w:val="00BB7B72"/>
    <w:pPr>
      <w:widowControl/>
      <w:jc w:val="left"/>
    </w:pPr>
    <w:rPr>
      <w:lang w:val="en-GB"/>
    </w:rPr>
  </w:style>
  <w:style w:type="paragraph" w:styleId="Textkrper2">
    <w:name w:val="Body Text 2"/>
    <w:basedOn w:val="Standard"/>
    <w:rsid w:val="00BB7B72"/>
    <w:rPr>
      <w:b/>
      <w:i/>
      <w:lang w:val="en-GB"/>
    </w:rPr>
  </w:style>
  <w:style w:type="paragraph" w:styleId="Textkrper3">
    <w:name w:val="Body Text 3"/>
    <w:basedOn w:val="Standard"/>
    <w:rsid w:val="00BB7B72"/>
    <w:pPr>
      <w:widowControl/>
      <w:spacing w:before="60"/>
    </w:pPr>
    <w:rPr>
      <w:rFonts w:ascii="Helvetica" w:hAnsi="Helvetica"/>
      <w:lang w:val="en-GB" w:eastAsia="en-US"/>
    </w:rPr>
  </w:style>
  <w:style w:type="paragraph" w:customStyle="1" w:styleId="Dessin">
    <w:name w:val="Dessin"/>
    <w:basedOn w:val="Standard"/>
    <w:rsid w:val="00BB7B72"/>
    <w:pPr>
      <w:widowControl/>
      <w:jc w:val="center"/>
    </w:pPr>
    <w:rPr>
      <w:sz w:val="18"/>
      <w:lang w:val="en-GB"/>
    </w:rPr>
  </w:style>
  <w:style w:type="paragraph" w:styleId="Dokumentstruktur">
    <w:name w:val="Document Map"/>
    <w:basedOn w:val="Standard"/>
    <w:semiHidden/>
    <w:rsid w:val="00BB7B72"/>
    <w:pPr>
      <w:shd w:val="clear" w:color="auto" w:fill="000080"/>
    </w:pPr>
    <w:rPr>
      <w:rFonts w:ascii="Tahoma" w:hAnsi="Tahoma"/>
      <w:lang w:val="en-US"/>
    </w:rPr>
  </w:style>
  <w:style w:type="character" w:styleId="Seitenzahl">
    <w:name w:val="page number"/>
    <w:basedOn w:val="Absatz-Standardschriftart"/>
    <w:rsid w:val="00BB7B72"/>
    <w:rPr>
      <w:rFonts w:cs="Times New Roman"/>
    </w:rPr>
  </w:style>
  <w:style w:type="paragraph" w:styleId="Textkrper-Zeileneinzug">
    <w:name w:val="Body Text Indent"/>
    <w:basedOn w:val="Standard"/>
    <w:rsid w:val="00BB7B72"/>
    <w:pPr>
      <w:widowControl/>
      <w:ind w:firstLine="567"/>
    </w:pPr>
    <w:rPr>
      <w:lang w:val="en-GB"/>
    </w:rPr>
  </w:style>
  <w:style w:type="paragraph" w:styleId="Textkrper-Einzug2">
    <w:name w:val="Body Text Indent 2"/>
    <w:basedOn w:val="Standard"/>
    <w:rsid w:val="00BB7B72"/>
    <w:pPr>
      <w:widowControl/>
      <w:ind w:firstLine="567"/>
    </w:pPr>
    <w:rPr>
      <w:b/>
      <w:lang w:val="en-GB"/>
    </w:rPr>
  </w:style>
  <w:style w:type="paragraph" w:styleId="Textkrper-Einzug3">
    <w:name w:val="Body Text Indent 3"/>
    <w:basedOn w:val="Standard"/>
    <w:rsid w:val="00BB7B72"/>
    <w:pPr>
      <w:widowControl/>
      <w:spacing w:before="60"/>
      <w:ind w:left="1134"/>
    </w:pPr>
    <w:rPr>
      <w:rFonts w:ascii="Helvetica" w:hAnsi="Helvetica"/>
      <w:lang w:val="en-GB" w:eastAsia="en-US"/>
    </w:rPr>
  </w:style>
  <w:style w:type="paragraph" w:styleId="Untertitel">
    <w:name w:val="Subtitle"/>
    <w:basedOn w:val="Standard"/>
    <w:rsid w:val="00BB7B72"/>
    <w:pPr>
      <w:jc w:val="center"/>
    </w:pPr>
    <w:rPr>
      <w:sz w:val="32"/>
      <w:lang w:val="en-US"/>
    </w:rPr>
  </w:style>
  <w:style w:type="paragraph" w:customStyle="1" w:styleId="tablenormal">
    <w:name w:val="table normal"/>
    <w:basedOn w:val="Standard"/>
    <w:rsid w:val="00BB7B72"/>
    <w:pPr>
      <w:keepNext/>
      <w:widowControl/>
      <w:spacing w:before="60" w:after="60"/>
      <w:jc w:val="center"/>
    </w:pPr>
    <w:rPr>
      <w:rFonts w:ascii="Helvetica" w:hAnsi="Helvetica"/>
      <w:sz w:val="20"/>
      <w:lang w:val="en-GB" w:eastAsia="en-US"/>
    </w:rPr>
  </w:style>
  <w:style w:type="paragraph" w:styleId="Titel">
    <w:name w:val="Title"/>
    <w:basedOn w:val="Standard"/>
    <w:rsid w:val="00BB7B72"/>
    <w:pPr>
      <w:spacing w:before="240" w:after="60"/>
      <w:jc w:val="center"/>
      <w:outlineLvl w:val="0"/>
    </w:pPr>
    <w:rPr>
      <w:b/>
      <w:caps/>
      <w:kern w:val="28"/>
      <w:lang w:val="en-US"/>
    </w:rPr>
  </w:style>
  <w:style w:type="paragraph" w:styleId="Verzeichnis4">
    <w:name w:val="toc 4"/>
    <w:basedOn w:val="Standard"/>
    <w:next w:val="Standard"/>
    <w:autoRedefine/>
    <w:uiPriority w:val="39"/>
    <w:rsid w:val="00BB7B72"/>
    <w:pPr>
      <w:ind w:left="720"/>
      <w:jc w:val="left"/>
    </w:pPr>
    <w:rPr>
      <w:sz w:val="18"/>
      <w:lang w:val="en-US"/>
    </w:rPr>
  </w:style>
  <w:style w:type="paragraph" w:styleId="Verzeichnis5">
    <w:name w:val="toc 5"/>
    <w:basedOn w:val="Standard"/>
    <w:next w:val="Standard"/>
    <w:autoRedefine/>
    <w:semiHidden/>
    <w:rsid w:val="00BB7B72"/>
    <w:pPr>
      <w:ind w:left="960"/>
      <w:jc w:val="left"/>
    </w:pPr>
    <w:rPr>
      <w:sz w:val="18"/>
      <w:lang w:val="en-US"/>
    </w:rPr>
  </w:style>
  <w:style w:type="paragraph" w:styleId="Verzeichnis6">
    <w:name w:val="toc 6"/>
    <w:basedOn w:val="Standard"/>
    <w:next w:val="Standard"/>
    <w:autoRedefine/>
    <w:semiHidden/>
    <w:rsid w:val="00BB7B72"/>
    <w:pPr>
      <w:ind w:left="1200"/>
      <w:jc w:val="left"/>
    </w:pPr>
    <w:rPr>
      <w:sz w:val="18"/>
      <w:lang w:val="en-US"/>
    </w:rPr>
  </w:style>
  <w:style w:type="paragraph" w:styleId="Verzeichnis7">
    <w:name w:val="toc 7"/>
    <w:basedOn w:val="Standard"/>
    <w:next w:val="Standard"/>
    <w:autoRedefine/>
    <w:semiHidden/>
    <w:rsid w:val="00BB7B72"/>
    <w:pPr>
      <w:ind w:left="1440"/>
      <w:jc w:val="left"/>
    </w:pPr>
    <w:rPr>
      <w:sz w:val="18"/>
      <w:lang w:val="en-US"/>
    </w:rPr>
  </w:style>
  <w:style w:type="paragraph" w:styleId="Verzeichnis8">
    <w:name w:val="toc 8"/>
    <w:basedOn w:val="Standard"/>
    <w:next w:val="Standard"/>
    <w:autoRedefine/>
    <w:semiHidden/>
    <w:rsid w:val="00BB7B72"/>
    <w:pPr>
      <w:ind w:left="1680"/>
      <w:jc w:val="left"/>
    </w:pPr>
    <w:rPr>
      <w:sz w:val="18"/>
      <w:lang w:val="en-US"/>
    </w:rPr>
  </w:style>
  <w:style w:type="paragraph" w:styleId="Verzeichnis9">
    <w:name w:val="toc 9"/>
    <w:basedOn w:val="Standard"/>
    <w:next w:val="Standard"/>
    <w:autoRedefine/>
    <w:semiHidden/>
    <w:rsid w:val="00BB7B72"/>
    <w:pPr>
      <w:ind w:left="1920"/>
      <w:jc w:val="left"/>
    </w:pPr>
    <w:rPr>
      <w:sz w:val="18"/>
      <w:lang w:val="en-US"/>
    </w:rPr>
  </w:style>
  <w:style w:type="character" w:customStyle="1" w:styleId="KopfzeileZchn">
    <w:name w:val="Kopfzeile Zchn"/>
    <w:basedOn w:val="Absatz-Standardschriftart"/>
    <w:link w:val="Kopfzeile"/>
    <w:locked/>
    <w:rsid w:val="00BB7B72"/>
    <w:rPr>
      <w:rFonts w:ascii="Times New Roman" w:hAnsi="Times New Roman" w:cs="Times New Roman"/>
      <w:sz w:val="24"/>
      <w:lang w:val="en-US"/>
    </w:rPr>
  </w:style>
  <w:style w:type="paragraph" w:styleId="Sprechblasentext">
    <w:name w:val="Balloon Text"/>
    <w:basedOn w:val="Standard"/>
    <w:link w:val="SprechblasentextZchn"/>
    <w:rsid w:val="00BB7B7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locked/>
    <w:rsid w:val="00BB7B7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BB7B72"/>
    <w:rPr>
      <w:rFonts w:cs="Times New Roman"/>
      <w:color w:val="0000FF"/>
      <w:u w:val="single"/>
    </w:rPr>
  </w:style>
  <w:style w:type="paragraph" w:customStyle="1" w:styleId="StyleTitre2TimesNewRoman">
    <w:name w:val="Style Titre 2 + Times New Roman"/>
    <w:basedOn w:val="berschrift2"/>
    <w:rsid w:val="00BB7B72"/>
    <w:pPr>
      <w:numPr>
        <w:numId w:val="1"/>
      </w:numPr>
      <w:spacing w:after="120"/>
    </w:pPr>
    <w:rPr>
      <w:bCs/>
    </w:rPr>
  </w:style>
  <w:style w:type="table" w:styleId="Tabellenraster">
    <w:name w:val="Table Grid"/>
    <w:basedOn w:val="NormaleTabelle"/>
    <w:rsid w:val="008C5E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">
    <w:name w:val="List"/>
    <w:basedOn w:val="Standard"/>
    <w:rsid w:val="00E0621F"/>
    <w:pPr>
      <w:ind w:left="283" w:hanging="283"/>
    </w:pPr>
  </w:style>
  <w:style w:type="paragraph" w:styleId="Aufzhlungszeichen">
    <w:name w:val="List Bullet"/>
    <w:basedOn w:val="Standard"/>
    <w:rsid w:val="00B55944"/>
    <w:pPr>
      <w:numPr>
        <w:numId w:val="3"/>
      </w:numPr>
    </w:pPr>
  </w:style>
  <w:style w:type="paragraph" w:styleId="Liste2">
    <w:name w:val="List 2"/>
    <w:basedOn w:val="Standard"/>
    <w:rsid w:val="00B55944"/>
    <w:pPr>
      <w:ind w:left="566" w:hanging="283"/>
    </w:pPr>
  </w:style>
  <w:style w:type="paragraph" w:customStyle="1" w:styleId="Paragraphe1">
    <w:name w:val="Paragraphe 1"/>
    <w:basedOn w:val="Standard"/>
    <w:link w:val="Paragraphe1Car"/>
    <w:rsid w:val="00CE3E5F"/>
    <w:pPr>
      <w:widowControl/>
      <w:ind w:left="709" w:right="-62"/>
    </w:pPr>
    <w:rPr>
      <w:rFonts w:ascii="Times" w:eastAsia="Times New Roman" w:hAnsi="Times" w:cs="Wingdings"/>
      <w:szCs w:val="22"/>
    </w:rPr>
  </w:style>
  <w:style w:type="paragraph" w:customStyle="1" w:styleId="Retrait2">
    <w:name w:val="Retrait 2"/>
    <w:basedOn w:val="Standard"/>
    <w:rsid w:val="00CE3E5F"/>
    <w:pPr>
      <w:widowControl/>
      <w:numPr>
        <w:numId w:val="4"/>
      </w:numPr>
      <w:jc w:val="left"/>
    </w:pPr>
    <w:rPr>
      <w:rFonts w:eastAsia="Times New Roman"/>
    </w:rPr>
  </w:style>
  <w:style w:type="paragraph" w:customStyle="1" w:styleId="Texte">
    <w:name w:val="Texte"/>
    <w:basedOn w:val="Paragraphe1"/>
    <w:link w:val="TexteCar"/>
    <w:qFormat/>
    <w:rsid w:val="007A45C1"/>
    <w:rPr>
      <w:lang w:val="en-US"/>
    </w:rPr>
  </w:style>
  <w:style w:type="paragraph" w:styleId="Beschriftung">
    <w:name w:val="caption"/>
    <w:basedOn w:val="Standard"/>
    <w:next w:val="Standard"/>
    <w:unhideWhenUsed/>
    <w:qFormat/>
    <w:locked/>
    <w:rsid w:val="00D3590C"/>
    <w:rPr>
      <w:b/>
      <w:bCs/>
      <w:sz w:val="20"/>
    </w:rPr>
  </w:style>
  <w:style w:type="character" w:customStyle="1" w:styleId="Paragraphe1Car">
    <w:name w:val="Paragraphe 1 Car"/>
    <w:basedOn w:val="Absatz-Standardschriftart"/>
    <w:link w:val="Paragraphe1"/>
    <w:rsid w:val="007A45C1"/>
    <w:rPr>
      <w:rFonts w:eastAsia="Times New Roman" w:cs="Wingdings"/>
      <w:sz w:val="22"/>
      <w:szCs w:val="22"/>
      <w:lang w:val="fr-FR" w:eastAsia="fr-FR"/>
    </w:rPr>
  </w:style>
  <w:style w:type="character" w:customStyle="1" w:styleId="TexteCar">
    <w:name w:val="Texte Car"/>
    <w:basedOn w:val="Paragraphe1Car"/>
    <w:link w:val="Texte"/>
    <w:rsid w:val="007A45C1"/>
    <w:rPr>
      <w:rFonts w:eastAsia="Times New Roman" w:cs="Wingdings"/>
      <w:sz w:val="22"/>
      <w:szCs w:val="22"/>
      <w:lang w:val="fr-FR" w:eastAsia="fr-FR"/>
    </w:rPr>
  </w:style>
  <w:style w:type="paragraph" w:styleId="KeinLeerraum">
    <w:name w:val="No Spacing"/>
    <w:uiPriority w:val="1"/>
    <w:qFormat/>
    <w:rsid w:val="008E097D"/>
    <w:rPr>
      <w:rFonts w:asciiTheme="minorHAnsi" w:eastAsiaTheme="minorHAnsi" w:hAnsiTheme="minorHAnsi" w:cstheme="minorBidi"/>
      <w:sz w:val="22"/>
      <w:szCs w:val="22"/>
    </w:rPr>
  </w:style>
  <w:style w:type="character" w:customStyle="1" w:styleId="st">
    <w:name w:val="st"/>
    <w:basedOn w:val="Absatz-Standardschriftart"/>
    <w:rsid w:val="00190D4E"/>
  </w:style>
  <w:style w:type="character" w:styleId="Fett">
    <w:name w:val="Strong"/>
    <w:basedOn w:val="Absatz-Standardschriftart"/>
    <w:qFormat/>
    <w:locked/>
    <w:rsid w:val="00AD6A99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9016E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9016EF"/>
    <w:rPr>
      <w:i/>
      <w:iCs/>
      <w:color w:val="4F81BD" w:themeColor="accent1"/>
    </w:rPr>
  </w:style>
  <w:style w:type="paragraph" w:customStyle="1" w:styleId="Textestandard">
    <w:name w:val="Texte standard"/>
    <w:basedOn w:val="Paragraphe1"/>
    <w:link w:val="TextestandardCar"/>
    <w:qFormat/>
    <w:rsid w:val="009C3C8C"/>
  </w:style>
  <w:style w:type="character" w:customStyle="1" w:styleId="TextestandardCar">
    <w:name w:val="Texte standard Car"/>
    <w:basedOn w:val="Paragraphe1Car"/>
    <w:link w:val="Textestandard"/>
    <w:rsid w:val="009C3C8C"/>
    <w:rPr>
      <w:rFonts w:eastAsia="Times New Roman" w:cs="Wingdings"/>
      <w:sz w:val="22"/>
      <w:szCs w:val="22"/>
      <w:lang w:val="fr-FR" w:eastAsia="fr-FR"/>
    </w:rPr>
  </w:style>
  <w:style w:type="character" w:styleId="Kommentarzeichen">
    <w:name w:val="annotation reference"/>
    <w:basedOn w:val="Absatz-Standardschriftart"/>
    <w:semiHidden/>
    <w:unhideWhenUsed/>
    <w:rsid w:val="00972D8C"/>
    <w:rPr>
      <w:sz w:val="18"/>
      <w:szCs w:val="18"/>
    </w:rPr>
  </w:style>
  <w:style w:type="paragraph" w:styleId="Kommentartext">
    <w:name w:val="annotation text"/>
    <w:basedOn w:val="Standard"/>
    <w:link w:val="KommentartextZchn"/>
    <w:unhideWhenUsed/>
    <w:rsid w:val="00972D8C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rsid w:val="00972D8C"/>
    <w:rPr>
      <w:rFonts w:ascii="Times New Roman" w:hAnsi="Times New Roman"/>
      <w:sz w:val="24"/>
      <w:szCs w:val="24"/>
      <w:lang w:val="fr-FR" w:eastAsia="fr-FR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972D8C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semiHidden/>
    <w:rsid w:val="00972D8C"/>
    <w:rPr>
      <w:rFonts w:ascii="Times New Roman" w:hAnsi="Times New Roman"/>
      <w:b/>
      <w:bCs/>
      <w:sz w:val="24"/>
      <w:szCs w:val="24"/>
      <w:lang w:val="fr-FR" w:eastAsia="fr-FR"/>
    </w:rPr>
  </w:style>
  <w:style w:type="paragraph" w:styleId="Listenabsatz">
    <w:name w:val="List Paragraph"/>
    <w:basedOn w:val="Standard"/>
    <w:uiPriority w:val="34"/>
    <w:qFormat/>
    <w:rsid w:val="0094300F"/>
    <w:pPr>
      <w:ind w:left="720"/>
      <w:contextualSpacing/>
    </w:pPr>
  </w:style>
  <w:style w:type="paragraph" w:styleId="berarbeitung">
    <w:name w:val="Revision"/>
    <w:hidden/>
    <w:uiPriority w:val="99"/>
    <w:semiHidden/>
    <w:rsid w:val="00457895"/>
    <w:rPr>
      <w:rFonts w:ascii="Times New Roman" w:hAnsi="Times New Roman"/>
      <w:sz w:val="22"/>
      <w:lang w:val="fr-FR" w:eastAsia="fr-FR"/>
    </w:rPr>
  </w:style>
  <w:style w:type="paragraph" w:customStyle="1" w:styleId="p1">
    <w:name w:val="p1"/>
    <w:basedOn w:val="Standard"/>
    <w:rsid w:val="00481677"/>
    <w:pPr>
      <w:widowControl/>
      <w:jc w:val="left"/>
    </w:pPr>
    <w:rPr>
      <w:rFonts w:ascii="Calibri" w:hAnsi="Calibri"/>
      <w:sz w:val="15"/>
      <w:szCs w:val="15"/>
      <w:lang w:eastAsia="zh-CN"/>
    </w:rPr>
  </w:style>
  <w:style w:type="character" w:customStyle="1" w:styleId="apple-converted-space">
    <w:name w:val="apple-converted-space"/>
    <w:basedOn w:val="Absatz-Standardschriftart"/>
    <w:rsid w:val="00481677"/>
  </w:style>
  <w:style w:type="paragraph" w:styleId="StandardWeb">
    <w:name w:val="Normal (Web)"/>
    <w:basedOn w:val="Standard"/>
    <w:uiPriority w:val="99"/>
    <w:semiHidden/>
    <w:unhideWhenUsed/>
    <w:rsid w:val="00083E2C"/>
    <w:pPr>
      <w:widowControl/>
      <w:spacing w:before="100" w:beforeAutospacing="1" w:after="100" w:afterAutospacing="1"/>
      <w:jc w:val="left"/>
    </w:pPr>
    <w:rPr>
      <w:sz w:val="24"/>
      <w:szCs w:val="24"/>
      <w:lang w:eastAsia="zh-CN"/>
    </w:rPr>
  </w:style>
  <w:style w:type="paragraph" w:customStyle="1" w:styleId="Normal1">
    <w:name w:val="Normal1"/>
    <w:qFormat/>
    <w:rsid w:val="009B2FA2"/>
    <w:pPr>
      <w:widowControl w:val="0"/>
      <w:suppressAutoHyphens/>
      <w:spacing w:after="80"/>
      <w:ind w:firstLine="567"/>
      <w:jc w:val="both"/>
    </w:pPr>
    <w:rPr>
      <w:rFonts w:ascii="Times New Roman" w:eastAsia="Times New Roman" w:hAnsi="Times New Roman"/>
      <w:color w:val="00000A"/>
      <w:sz w:val="24"/>
      <w:lang w:eastAsia="fr-FR"/>
    </w:rPr>
  </w:style>
  <w:style w:type="character" w:styleId="Platzhaltertext">
    <w:name w:val="Placeholder Text"/>
    <w:basedOn w:val="Absatz-Standardschriftart"/>
    <w:uiPriority w:val="99"/>
    <w:semiHidden/>
    <w:rsid w:val="0003321A"/>
    <w:rPr>
      <w:color w:val="808080"/>
    </w:rPr>
  </w:style>
  <w:style w:type="character" w:customStyle="1" w:styleId="go">
    <w:name w:val="go"/>
    <w:basedOn w:val="Absatz-Standardschriftart"/>
    <w:rsid w:val="0014214E"/>
  </w:style>
  <w:style w:type="character" w:customStyle="1" w:styleId="gi">
    <w:name w:val="gi"/>
    <w:basedOn w:val="Absatz-Standardschriftart"/>
    <w:rsid w:val="0014214E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C4970"/>
    <w:pPr>
      <w:keepNext/>
      <w:keepLines/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/>
    <w:lsdException w:name="heading 6" w:locked="1" w:semiHidden="0" w:unhideWhenUsed="0"/>
    <w:lsdException w:name="heading 7" w:locked="1"/>
    <w:lsdException w:name="heading 8" w:locked="1"/>
    <w:lsdException w:name="heading 9" w:locked="1"/>
    <w:lsdException w:name="toc 1" w:locked="1" w:uiPriority="39"/>
    <w:lsdException w:name="toc 2" w:locked="1" w:uiPriority="39"/>
    <w:lsdException w:name="toc 3" w:uiPriority="39"/>
    <w:lsdException w:name="toc 4" w:uiPriority="3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/>
    <w:lsdException w:name="Subtitle" w:locked="1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 w:uiPriority="99"/>
    <w:lsdException w:name="Strong" w:locked="1" w:semiHidden="0" w:unhideWhenUsed="0" w:qFormat="1"/>
    <w:lsdException w:name="Emphasis" w:locked="1" w:semiHidden="0" w:unhideWhenUsed="0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221E14"/>
    <w:pPr>
      <w:widowControl w:val="0"/>
      <w:jc w:val="both"/>
    </w:pPr>
    <w:rPr>
      <w:rFonts w:ascii="Times New Roman" w:hAnsi="Times New Roman"/>
      <w:sz w:val="22"/>
      <w:lang w:val="fr-FR" w:eastAsia="fr-FR"/>
    </w:rPr>
  </w:style>
  <w:style w:type="paragraph" w:styleId="berschrift1">
    <w:name w:val="heading 1"/>
    <w:basedOn w:val="Standard"/>
    <w:next w:val="Standard"/>
    <w:qFormat/>
    <w:rsid w:val="007A45C1"/>
    <w:pPr>
      <w:numPr>
        <w:numId w:val="2"/>
      </w:numPr>
      <w:spacing w:before="120" w:after="60"/>
      <w:outlineLvl w:val="0"/>
    </w:pPr>
    <w:rPr>
      <w:b/>
      <w:caps/>
      <w:lang w:val="en-US"/>
    </w:rPr>
  </w:style>
  <w:style w:type="paragraph" w:styleId="berschrift2">
    <w:name w:val="heading 2"/>
    <w:basedOn w:val="Standard"/>
    <w:next w:val="Standard"/>
    <w:qFormat/>
    <w:rsid w:val="007A45C1"/>
    <w:pPr>
      <w:numPr>
        <w:ilvl w:val="1"/>
        <w:numId w:val="2"/>
      </w:numPr>
      <w:spacing w:before="120" w:after="60"/>
      <w:outlineLvl w:val="1"/>
    </w:pPr>
    <w:rPr>
      <w:b/>
      <w:lang w:val="en-US"/>
    </w:rPr>
  </w:style>
  <w:style w:type="paragraph" w:styleId="berschrift3">
    <w:name w:val="heading 3"/>
    <w:basedOn w:val="Standard"/>
    <w:next w:val="Standard"/>
    <w:autoRedefine/>
    <w:qFormat/>
    <w:rsid w:val="00CC2488"/>
    <w:pPr>
      <w:keepNext/>
      <w:widowControl/>
      <w:numPr>
        <w:ilvl w:val="2"/>
        <w:numId w:val="2"/>
      </w:numPr>
      <w:tabs>
        <w:tab w:val="left" w:pos="993"/>
        <w:tab w:val="left" w:pos="1276"/>
      </w:tabs>
      <w:spacing w:before="240" w:after="120" w:line="200" w:lineRule="exact"/>
      <w:outlineLvl w:val="2"/>
    </w:pPr>
    <w:rPr>
      <w:rFonts w:ascii="Times" w:hAnsi="Times"/>
      <w:u w:val="single"/>
    </w:rPr>
  </w:style>
  <w:style w:type="paragraph" w:styleId="berschrift4">
    <w:name w:val="heading 4"/>
    <w:basedOn w:val="Standard"/>
    <w:next w:val="Standard"/>
    <w:qFormat/>
    <w:rsid w:val="00323949"/>
    <w:pPr>
      <w:numPr>
        <w:ilvl w:val="3"/>
        <w:numId w:val="2"/>
      </w:numPr>
      <w:outlineLvl w:val="3"/>
    </w:pPr>
    <w:rPr>
      <w:rFonts w:ascii="Times" w:hAnsi="Times"/>
      <w:lang w:val="en-US"/>
    </w:rPr>
  </w:style>
  <w:style w:type="paragraph" w:styleId="berschrift5">
    <w:name w:val="heading 5"/>
    <w:basedOn w:val="Standard"/>
    <w:next w:val="Standard"/>
    <w:rsid w:val="00BB7B72"/>
    <w:pPr>
      <w:widowControl/>
      <w:numPr>
        <w:ilvl w:val="4"/>
        <w:numId w:val="2"/>
      </w:numPr>
      <w:spacing w:before="240" w:after="60"/>
      <w:jc w:val="left"/>
      <w:outlineLvl w:val="4"/>
    </w:pPr>
    <w:rPr>
      <w:rFonts w:ascii="Arial" w:hAnsi="Arial"/>
      <w:lang w:val="en-US"/>
    </w:rPr>
  </w:style>
  <w:style w:type="paragraph" w:styleId="berschrift6">
    <w:name w:val="heading 6"/>
    <w:basedOn w:val="Standard"/>
    <w:next w:val="Standard"/>
    <w:rsid w:val="00BB7B72"/>
    <w:pPr>
      <w:widowControl/>
      <w:numPr>
        <w:ilvl w:val="5"/>
        <w:numId w:val="2"/>
      </w:numPr>
      <w:spacing w:before="240" w:after="60"/>
      <w:jc w:val="left"/>
      <w:outlineLvl w:val="5"/>
    </w:pPr>
    <w:rPr>
      <w:i/>
      <w:lang w:val="en-US"/>
    </w:rPr>
  </w:style>
  <w:style w:type="paragraph" w:styleId="berschrift7">
    <w:name w:val="heading 7"/>
    <w:basedOn w:val="Standard"/>
    <w:next w:val="Standard"/>
    <w:rsid w:val="00BB7B72"/>
    <w:pPr>
      <w:widowControl/>
      <w:numPr>
        <w:ilvl w:val="6"/>
        <w:numId w:val="2"/>
      </w:numPr>
      <w:spacing w:before="240" w:after="60"/>
      <w:jc w:val="left"/>
      <w:outlineLvl w:val="6"/>
    </w:pPr>
    <w:rPr>
      <w:rFonts w:ascii="Arial" w:hAnsi="Arial"/>
      <w:sz w:val="20"/>
      <w:lang w:val="en-US"/>
    </w:rPr>
  </w:style>
  <w:style w:type="paragraph" w:styleId="berschrift8">
    <w:name w:val="heading 8"/>
    <w:basedOn w:val="Standard"/>
    <w:next w:val="Standard"/>
    <w:rsid w:val="00BB7B72"/>
    <w:pPr>
      <w:widowControl/>
      <w:numPr>
        <w:ilvl w:val="7"/>
        <w:numId w:val="2"/>
      </w:numPr>
      <w:spacing w:before="240" w:after="60"/>
      <w:jc w:val="left"/>
      <w:outlineLvl w:val="7"/>
    </w:pPr>
    <w:rPr>
      <w:rFonts w:ascii="Arial" w:hAnsi="Arial"/>
      <w:i/>
      <w:sz w:val="20"/>
      <w:lang w:val="en-US"/>
    </w:rPr>
  </w:style>
  <w:style w:type="paragraph" w:styleId="berschrift9">
    <w:name w:val="heading 9"/>
    <w:basedOn w:val="Standard"/>
    <w:next w:val="Standard"/>
    <w:rsid w:val="00BB7B72"/>
    <w:pPr>
      <w:widowControl/>
      <w:numPr>
        <w:ilvl w:val="8"/>
        <w:numId w:val="2"/>
      </w:numPr>
      <w:spacing w:before="240" w:after="60"/>
      <w:jc w:val="left"/>
      <w:outlineLvl w:val="8"/>
    </w:pPr>
    <w:rPr>
      <w:rFonts w:ascii="Arial" w:hAnsi="Arial"/>
      <w:b/>
      <w:i/>
      <w:sz w:val="18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B7B72"/>
    <w:pPr>
      <w:tabs>
        <w:tab w:val="center" w:pos="4536"/>
        <w:tab w:val="right" w:pos="9072"/>
      </w:tabs>
    </w:pPr>
    <w:rPr>
      <w:lang w:val="en-US"/>
    </w:rPr>
  </w:style>
  <w:style w:type="paragraph" w:styleId="Fuzeile">
    <w:name w:val="footer"/>
    <w:basedOn w:val="Standard"/>
    <w:rsid w:val="00BB7B72"/>
    <w:pPr>
      <w:tabs>
        <w:tab w:val="center" w:pos="4536"/>
        <w:tab w:val="right" w:pos="9072"/>
      </w:tabs>
    </w:pPr>
    <w:rPr>
      <w:rFonts w:ascii="Times" w:hAnsi="Times"/>
      <w:lang w:val="en-US"/>
    </w:rPr>
  </w:style>
  <w:style w:type="paragraph" w:styleId="Verzeichnis1">
    <w:name w:val="toc 1"/>
    <w:basedOn w:val="Standard"/>
    <w:next w:val="Standard"/>
    <w:autoRedefine/>
    <w:uiPriority w:val="39"/>
    <w:rsid w:val="00BB7B72"/>
    <w:pPr>
      <w:spacing w:before="120" w:after="120"/>
      <w:jc w:val="left"/>
    </w:pPr>
    <w:rPr>
      <w:b/>
      <w:caps/>
      <w:sz w:val="20"/>
      <w:lang w:val="en-US"/>
    </w:rPr>
  </w:style>
  <w:style w:type="paragraph" w:styleId="Verzeichnis2">
    <w:name w:val="toc 2"/>
    <w:basedOn w:val="Standard"/>
    <w:next w:val="Verzeichnis3"/>
    <w:autoRedefine/>
    <w:uiPriority w:val="39"/>
    <w:rsid w:val="00BB7B72"/>
    <w:pPr>
      <w:ind w:left="240"/>
      <w:jc w:val="left"/>
    </w:pPr>
    <w:rPr>
      <w:smallCaps/>
      <w:sz w:val="20"/>
      <w:lang w:val="en-US"/>
    </w:rPr>
  </w:style>
  <w:style w:type="paragraph" w:styleId="Verzeichnis3">
    <w:name w:val="toc 3"/>
    <w:basedOn w:val="Standard"/>
    <w:next w:val="Standard"/>
    <w:autoRedefine/>
    <w:uiPriority w:val="39"/>
    <w:rsid w:val="00BB7B72"/>
    <w:pPr>
      <w:ind w:left="480"/>
      <w:jc w:val="left"/>
    </w:pPr>
    <w:rPr>
      <w:i/>
      <w:sz w:val="20"/>
      <w:lang w:val="en-US"/>
    </w:rPr>
  </w:style>
  <w:style w:type="paragraph" w:styleId="Textkrper">
    <w:name w:val="Body Text"/>
    <w:basedOn w:val="Standard"/>
    <w:rsid w:val="00BB7B72"/>
    <w:pPr>
      <w:widowControl/>
      <w:jc w:val="left"/>
    </w:pPr>
    <w:rPr>
      <w:lang w:val="en-GB"/>
    </w:rPr>
  </w:style>
  <w:style w:type="paragraph" w:styleId="Textkrper2">
    <w:name w:val="Body Text 2"/>
    <w:basedOn w:val="Standard"/>
    <w:rsid w:val="00BB7B72"/>
    <w:rPr>
      <w:b/>
      <w:i/>
      <w:lang w:val="en-GB"/>
    </w:rPr>
  </w:style>
  <w:style w:type="paragraph" w:styleId="Textkrper3">
    <w:name w:val="Body Text 3"/>
    <w:basedOn w:val="Standard"/>
    <w:rsid w:val="00BB7B72"/>
    <w:pPr>
      <w:widowControl/>
      <w:spacing w:before="60"/>
    </w:pPr>
    <w:rPr>
      <w:rFonts w:ascii="Helvetica" w:hAnsi="Helvetica"/>
      <w:lang w:val="en-GB" w:eastAsia="en-US"/>
    </w:rPr>
  </w:style>
  <w:style w:type="paragraph" w:customStyle="1" w:styleId="Dessin">
    <w:name w:val="Dessin"/>
    <w:basedOn w:val="Standard"/>
    <w:rsid w:val="00BB7B72"/>
    <w:pPr>
      <w:widowControl/>
      <w:jc w:val="center"/>
    </w:pPr>
    <w:rPr>
      <w:sz w:val="18"/>
      <w:lang w:val="en-GB"/>
    </w:rPr>
  </w:style>
  <w:style w:type="paragraph" w:styleId="Dokumentstruktur">
    <w:name w:val="Document Map"/>
    <w:basedOn w:val="Standard"/>
    <w:semiHidden/>
    <w:rsid w:val="00BB7B72"/>
    <w:pPr>
      <w:shd w:val="clear" w:color="auto" w:fill="000080"/>
    </w:pPr>
    <w:rPr>
      <w:rFonts w:ascii="Tahoma" w:hAnsi="Tahoma"/>
      <w:lang w:val="en-US"/>
    </w:rPr>
  </w:style>
  <w:style w:type="character" w:styleId="Seitenzahl">
    <w:name w:val="page number"/>
    <w:basedOn w:val="Absatz-Standardschriftart"/>
    <w:rsid w:val="00BB7B72"/>
    <w:rPr>
      <w:rFonts w:cs="Times New Roman"/>
    </w:rPr>
  </w:style>
  <w:style w:type="paragraph" w:styleId="Textkrper-Zeileneinzug">
    <w:name w:val="Body Text Indent"/>
    <w:basedOn w:val="Standard"/>
    <w:rsid w:val="00BB7B72"/>
    <w:pPr>
      <w:widowControl/>
      <w:ind w:firstLine="567"/>
    </w:pPr>
    <w:rPr>
      <w:lang w:val="en-GB"/>
    </w:rPr>
  </w:style>
  <w:style w:type="paragraph" w:styleId="Textkrper-Einzug2">
    <w:name w:val="Body Text Indent 2"/>
    <w:basedOn w:val="Standard"/>
    <w:rsid w:val="00BB7B72"/>
    <w:pPr>
      <w:widowControl/>
      <w:ind w:firstLine="567"/>
    </w:pPr>
    <w:rPr>
      <w:b/>
      <w:lang w:val="en-GB"/>
    </w:rPr>
  </w:style>
  <w:style w:type="paragraph" w:styleId="Textkrper-Einzug3">
    <w:name w:val="Body Text Indent 3"/>
    <w:basedOn w:val="Standard"/>
    <w:rsid w:val="00BB7B72"/>
    <w:pPr>
      <w:widowControl/>
      <w:spacing w:before="60"/>
      <w:ind w:left="1134"/>
    </w:pPr>
    <w:rPr>
      <w:rFonts w:ascii="Helvetica" w:hAnsi="Helvetica"/>
      <w:lang w:val="en-GB" w:eastAsia="en-US"/>
    </w:rPr>
  </w:style>
  <w:style w:type="paragraph" w:styleId="Untertitel">
    <w:name w:val="Subtitle"/>
    <w:basedOn w:val="Standard"/>
    <w:rsid w:val="00BB7B72"/>
    <w:pPr>
      <w:jc w:val="center"/>
    </w:pPr>
    <w:rPr>
      <w:sz w:val="32"/>
      <w:lang w:val="en-US"/>
    </w:rPr>
  </w:style>
  <w:style w:type="paragraph" w:customStyle="1" w:styleId="tablenormal">
    <w:name w:val="table normal"/>
    <w:basedOn w:val="Standard"/>
    <w:rsid w:val="00BB7B72"/>
    <w:pPr>
      <w:keepNext/>
      <w:widowControl/>
      <w:spacing w:before="60" w:after="60"/>
      <w:jc w:val="center"/>
    </w:pPr>
    <w:rPr>
      <w:rFonts w:ascii="Helvetica" w:hAnsi="Helvetica"/>
      <w:sz w:val="20"/>
      <w:lang w:val="en-GB" w:eastAsia="en-US"/>
    </w:rPr>
  </w:style>
  <w:style w:type="paragraph" w:styleId="Titel">
    <w:name w:val="Title"/>
    <w:basedOn w:val="Standard"/>
    <w:rsid w:val="00BB7B72"/>
    <w:pPr>
      <w:spacing w:before="240" w:after="60"/>
      <w:jc w:val="center"/>
      <w:outlineLvl w:val="0"/>
    </w:pPr>
    <w:rPr>
      <w:b/>
      <w:caps/>
      <w:kern w:val="28"/>
      <w:lang w:val="en-US"/>
    </w:rPr>
  </w:style>
  <w:style w:type="paragraph" w:styleId="Verzeichnis4">
    <w:name w:val="toc 4"/>
    <w:basedOn w:val="Standard"/>
    <w:next w:val="Standard"/>
    <w:autoRedefine/>
    <w:uiPriority w:val="39"/>
    <w:rsid w:val="00BB7B72"/>
    <w:pPr>
      <w:ind w:left="720"/>
      <w:jc w:val="left"/>
    </w:pPr>
    <w:rPr>
      <w:sz w:val="18"/>
      <w:lang w:val="en-US"/>
    </w:rPr>
  </w:style>
  <w:style w:type="paragraph" w:styleId="Verzeichnis5">
    <w:name w:val="toc 5"/>
    <w:basedOn w:val="Standard"/>
    <w:next w:val="Standard"/>
    <w:autoRedefine/>
    <w:semiHidden/>
    <w:rsid w:val="00BB7B72"/>
    <w:pPr>
      <w:ind w:left="960"/>
      <w:jc w:val="left"/>
    </w:pPr>
    <w:rPr>
      <w:sz w:val="18"/>
      <w:lang w:val="en-US"/>
    </w:rPr>
  </w:style>
  <w:style w:type="paragraph" w:styleId="Verzeichnis6">
    <w:name w:val="toc 6"/>
    <w:basedOn w:val="Standard"/>
    <w:next w:val="Standard"/>
    <w:autoRedefine/>
    <w:semiHidden/>
    <w:rsid w:val="00BB7B72"/>
    <w:pPr>
      <w:ind w:left="1200"/>
      <w:jc w:val="left"/>
    </w:pPr>
    <w:rPr>
      <w:sz w:val="18"/>
      <w:lang w:val="en-US"/>
    </w:rPr>
  </w:style>
  <w:style w:type="paragraph" w:styleId="Verzeichnis7">
    <w:name w:val="toc 7"/>
    <w:basedOn w:val="Standard"/>
    <w:next w:val="Standard"/>
    <w:autoRedefine/>
    <w:semiHidden/>
    <w:rsid w:val="00BB7B72"/>
    <w:pPr>
      <w:ind w:left="1440"/>
      <w:jc w:val="left"/>
    </w:pPr>
    <w:rPr>
      <w:sz w:val="18"/>
      <w:lang w:val="en-US"/>
    </w:rPr>
  </w:style>
  <w:style w:type="paragraph" w:styleId="Verzeichnis8">
    <w:name w:val="toc 8"/>
    <w:basedOn w:val="Standard"/>
    <w:next w:val="Standard"/>
    <w:autoRedefine/>
    <w:semiHidden/>
    <w:rsid w:val="00BB7B72"/>
    <w:pPr>
      <w:ind w:left="1680"/>
      <w:jc w:val="left"/>
    </w:pPr>
    <w:rPr>
      <w:sz w:val="18"/>
      <w:lang w:val="en-US"/>
    </w:rPr>
  </w:style>
  <w:style w:type="paragraph" w:styleId="Verzeichnis9">
    <w:name w:val="toc 9"/>
    <w:basedOn w:val="Standard"/>
    <w:next w:val="Standard"/>
    <w:autoRedefine/>
    <w:semiHidden/>
    <w:rsid w:val="00BB7B72"/>
    <w:pPr>
      <w:ind w:left="1920"/>
      <w:jc w:val="left"/>
    </w:pPr>
    <w:rPr>
      <w:sz w:val="18"/>
      <w:lang w:val="en-US"/>
    </w:rPr>
  </w:style>
  <w:style w:type="character" w:customStyle="1" w:styleId="KopfzeileZchn">
    <w:name w:val="Kopfzeile Zchn"/>
    <w:basedOn w:val="Absatz-Standardschriftart"/>
    <w:link w:val="Kopfzeile"/>
    <w:locked/>
    <w:rsid w:val="00BB7B72"/>
    <w:rPr>
      <w:rFonts w:ascii="Times New Roman" w:hAnsi="Times New Roman" w:cs="Times New Roman"/>
      <w:sz w:val="24"/>
      <w:lang w:val="en-US"/>
    </w:rPr>
  </w:style>
  <w:style w:type="paragraph" w:styleId="Sprechblasentext">
    <w:name w:val="Balloon Text"/>
    <w:basedOn w:val="Standard"/>
    <w:link w:val="SprechblasentextZchn"/>
    <w:rsid w:val="00BB7B7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locked/>
    <w:rsid w:val="00BB7B7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BB7B72"/>
    <w:rPr>
      <w:rFonts w:cs="Times New Roman"/>
      <w:color w:val="0000FF"/>
      <w:u w:val="single"/>
    </w:rPr>
  </w:style>
  <w:style w:type="paragraph" w:customStyle="1" w:styleId="StyleTitre2TimesNewRoman">
    <w:name w:val="Style Titre 2 + Times New Roman"/>
    <w:basedOn w:val="berschrift2"/>
    <w:rsid w:val="00BB7B72"/>
    <w:pPr>
      <w:numPr>
        <w:numId w:val="1"/>
      </w:numPr>
      <w:spacing w:after="120"/>
    </w:pPr>
    <w:rPr>
      <w:bCs/>
    </w:rPr>
  </w:style>
  <w:style w:type="table" w:styleId="Tabellenraster">
    <w:name w:val="Table Grid"/>
    <w:basedOn w:val="NormaleTabelle"/>
    <w:rsid w:val="008C5E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">
    <w:name w:val="List"/>
    <w:basedOn w:val="Standard"/>
    <w:rsid w:val="00E0621F"/>
    <w:pPr>
      <w:ind w:left="283" w:hanging="283"/>
    </w:pPr>
  </w:style>
  <w:style w:type="paragraph" w:styleId="Aufzhlungszeichen">
    <w:name w:val="List Bullet"/>
    <w:basedOn w:val="Standard"/>
    <w:rsid w:val="00B55944"/>
    <w:pPr>
      <w:numPr>
        <w:numId w:val="3"/>
      </w:numPr>
    </w:pPr>
  </w:style>
  <w:style w:type="paragraph" w:styleId="Liste2">
    <w:name w:val="List 2"/>
    <w:basedOn w:val="Standard"/>
    <w:rsid w:val="00B55944"/>
    <w:pPr>
      <w:ind w:left="566" w:hanging="283"/>
    </w:pPr>
  </w:style>
  <w:style w:type="paragraph" w:customStyle="1" w:styleId="Paragraphe1">
    <w:name w:val="Paragraphe 1"/>
    <w:basedOn w:val="Standard"/>
    <w:link w:val="Paragraphe1Car"/>
    <w:rsid w:val="00CE3E5F"/>
    <w:pPr>
      <w:widowControl/>
      <w:ind w:left="709" w:right="-62"/>
    </w:pPr>
    <w:rPr>
      <w:rFonts w:ascii="Times" w:eastAsia="Times New Roman" w:hAnsi="Times" w:cs="Wingdings"/>
      <w:szCs w:val="22"/>
    </w:rPr>
  </w:style>
  <w:style w:type="paragraph" w:customStyle="1" w:styleId="Retrait2">
    <w:name w:val="Retrait 2"/>
    <w:basedOn w:val="Standard"/>
    <w:rsid w:val="00CE3E5F"/>
    <w:pPr>
      <w:widowControl/>
      <w:numPr>
        <w:numId w:val="4"/>
      </w:numPr>
      <w:jc w:val="left"/>
    </w:pPr>
    <w:rPr>
      <w:rFonts w:eastAsia="Times New Roman"/>
    </w:rPr>
  </w:style>
  <w:style w:type="paragraph" w:customStyle="1" w:styleId="Texte">
    <w:name w:val="Texte"/>
    <w:basedOn w:val="Paragraphe1"/>
    <w:link w:val="TexteCar"/>
    <w:qFormat/>
    <w:rsid w:val="007A45C1"/>
    <w:rPr>
      <w:lang w:val="en-US"/>
    </w:rPr>
  </w:style>
  <w:style w:type="paragraph" w:styleId="Beschriftung">
    <w:name w:val="caption"/>
    <w:basedOn w:val="Standard"/>
    <w:next w:val="Standard"/>
    <w:unhideWhenUsed/>
    <w:qFormat/>
    <w:locked/>
    <w:rsid w:val="00D3590C"/>
    <w:rPr>
      <w:b/>
      <w:bCs/>
      <w:sz w:val="20"/>
    </w:rPr>
  </w:style>
  <w:style w:type="character" w:customStyle="1" w:styleId="Paragraphe1Car">
    <w:name w:val="Paragraphe 1 Car"/>
    <w:basedOn w:val="Absatz-Standardschriftart"/>
    <w:link w:val="Paragraphe1"/>
    <w:rsid w:val="007A45C1"/>
    <w:rPr>
      <w:rFonts w:eastAsia="Times New Roman" w:cs="Wingdings"/>
      <w:sz w:val="22"/>
      <w:szCs w:val="22"/>
      <w:lang w:val="fr-FR" w:eastAsia="fr-FR"/>
    </w:rPr>
  </w:style>
  <w:style w:type="character" w:customStyle="1" w:styleId="TexteCar">
    <w:name w:val="Texte Car"/>
    <w:basedOn w:val="Paragraphe1Car"/>
    <w:link w:val="Texte"/>
    <w:rsid w:val="007A45C1"/>
    <w:rPr>
      <w:rFonts w:eastAsia="Times New Roman" w:cs="Wingdings"/>
      <w:sz w:val="22"/>
      <w:szCs w:val="22"/>
      <w:lang w:val="fr-FR" w:eastAsia="fr-FR"/>
    </w:rPr>
  </w:style>
  <w:style w:type="paragraph" w:styleId="KeinLeerraum">
    <w:name w:val="No Spacing"/>
    <w:uiPriority w:val="1"/>
    <w:qFormat/>
    <w:rsid w:val="008E097D"/>
    <w:rPr>
      <w:rFonts w:asciiTheme="minorHAnsi" w:eastAsiaTheme="minorHAnsi" w:hAnsiTheme="minorHAnsi" w:cstheme="minorBidi"/>
      <w:sz w:val="22"/>
      <w:szCs w:val="22"/>
    </w:rPr>
  </w:style>
  <w:style w:type="character" w:customStyle="1" w:styleId="st">
    <w:name w:val="st"/>
    <w:basedOn w:val="Absatz-Standardschriftart"/>
    <w:rsid w:val="00190D4E"/>
  </w:style>
  <w:style w:type="character" w:styleId="Fett">
    <w:name w:val="Strong"/>
    <w:basedOn w:val="Absatz-Standardschriftart"/>
    <w:qFormat/>
    <w:locked/>
    <w:rsid w:val="00AD6A99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9016E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9016EF"/>
    <w:rPr>
      <w:i/>
      <w:iCs/>
      <w:color w:val="4F81BD" w:themeColor="accent1"/>
    </w:rPr>
  </w:style>
  <w:style w:type="paragraph" w:customStyle="1" w:styleId="Textestandard">
    <w:name w:val="Texte standard"/>
    <w:basedOn w:val="Paragraphe1"/>
    <w:link w:val="TextestandardCar"/>
    <w:qFormat/>
    <w:rsid w:val="009C3C8C"/>
  </w:style>
  <w:style w:type="character" w:customStyle="1" w:styleId="TextestandardCar">
    <w:name w:val="Texte standard Car"/>
    <w:basedOn w:val="Paragraphe1Car"/>
    <w:link w:val="Textestandard"/>
    <w:rsid w:val="009C3C8C"/>
    <w:rPr>
      <w:rFonts w:eastAsia="Times New Roman" w:cs="Wingdings"/>
      <w:sz w:val="22"/>
      <w:szCs w:val="22"/>
      <w:lang w:val="fr-FR" w:eastAsia="fr-FR"/>
    </w:rPr>
  </w:style>
  <w:style w:type="character" w:styleId="Kommentarzeichen">
    <w:name w:val="annotation reference"/>
    <w:basedOn w:val="Absatz-Standardschriftart"/>
    <w:semiHidden/>
    <w:unhideWhenUsed/>
    <w:rsid w:val="00972D8C"/>
    <w:rPr>
      <w:sz w:val="18"/>
      <w:szCs w:val="18"/>
    </w:rPr>
  </w:style>
  <w:style w:type="paragraph" w:styleId="Kommentartext">
    <w:name w:val="annotation text"/>
    <w:basedOn w:val="Standard"/>
    <w:link w:val="KommentartextZchn"/>
    <w:unhideWhenUsed/>
    <w:rsid w:val="00972D8C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rsid w:val="00972D8C"/>
    <w:rPr>
      <w:rFonts w:ascii="Times New Roman" w:hAnsi="Times New Roman"/>
      <w:sz w:val="24"/>
      <w:szCs w:val="24"/>
      <w:lang w:val="fr-FR" w:eastAsia="fr-FR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972D8C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semiHidden/>
    <w:rsid w:val="00972D8C"/>
    <w:rPr>
      <w:rFonts w:ascii="Times New Roman" w:hAnsi="Times New Roman"/>
      <w:b/>
      <w:bCs/>
      <w:sz w:val="24"/>
      <w:szCs w:val="24"/>
      <w:lang w:val="fr-FR" w:eastAsia="fr-FR"/>
    </w:rPr>
  </w:style>
  <w:style w:type="paragraph" w:styleId="Listenabsatz">
    <w:name w:val="List Paragraph"/>
    <w:basedOn w:val="Standard"/>
    <w:uiPriority w:val="34"/>
    <w:qFormat/>
    <w:rsid w:val="0094300F"/>
    <w:pPr>
      <w:ind w:left="720"/>
      <w:contextualSpacing/>
    </w:pPr>
  </w:style>
  <w:style w:type="paragraph" w:styleId="berarbeitung">
    <w:name w:val="Revision"/>
    <w:hidden/>
    <w:uiPriority w:val="99"/>
    <w:semiHidden/>
    <w:rsid w:val="00457895"/>
    <w:rPr>
      <w:rFonts w:ascii="Times New Roman" w:hAnsi="Times New Roman"/>
      <w:sz w:val="22"/>
      <w:lang w:val="fr-FR" w:eastAsia="fr-FR"/>
    </w:rPr>
  </w:style>
  <w:style w:type="paragraph" w:customStyle="1" w:styleId="p1">
    <w:name w:val="p1"/>
    <w:basedOn w:val="Standard"/>
    <w:rsid w:val="00481677"/>
    <w:pPr>
      <w:widowControl/>
      <w:jc w:val="left"/>
    </w:pPr>
    <w:rPr>
      <w:rFonts w:ascii="Calibri" w:hAnsi="Calibri"/>
      <w:sz w:val="15"/>
      <w:szCs w:val="15"/>
      <w:lang w:eastAsia="zh-CN"/>
    </w:rPr>
  </w:style>
  <w:style w:type="character" w:customStyle="1" w:styleId="apple-converted-space">
    <w:name w:val="apple-converted-space"/>
    <w:basedOn w:val="Absatz-Standardschriftart"/>
    <w:rsid w:val="00481677"/>
  </w:style>
  <w:style w:type="paragraph" w:styleId="StandardWeb">
    <w:name w:val="Normal (Web)"/>
    <w:basedOn w:val="Standard"/>
    <w:uiPriority w:val="99"/>
    <w:semiHidden/>
    <w:unhideWhenUsed/>
    <w:rsid w:val="00083E2C"/>
    <w:pPr>
      <w:widowControl/>
      <w:spacing w:before="100" w:beforeAutospacing="1" w:after="100" w:afterAutospacing="1"/>
      <w:jc w:val="left"/>
    </w:pPr>
    <w:rPr>
      <w:sz w:val="24"/>
      <w:szCs w:val="24"/>
      <w:lang w:eastAsia="zh-CN"/>
    </w:rPr>
  </w:style>
  <w:style w:type="paragraph" w:customStyle="1" w:styleId="Normal1">
    <w:name w:val="Normal1"/>
    <w:qFormat/>
    <w:rsid w:val="009B2FA2"/>
    <w:pPr>
      <w:widowControl w:val="0"/>
      <w:suppressAutoHyphens/>
      <w:spacing w:after="80"/>
      <w:ind w:firstLine="567"/>
      <w:jc w:val="both"/>
    </w:pPr>
    <w:rPr>
      <w:rFonts w:ascii="Times New Roman" w:eastAsia="Times New Roman" w:hAnsi="Times New Roman"/>
      <w:color w:val="00000A"/>
      <w:sz w:val="24"/>
      <w:lang w:eastAsia="fr-FR"/>
    </w:rPr>
  </w:style>
  <w:style w:type="character" w:styleId="Platzhaltertext">
    <w:name w:val="Placeholder Text"/>
    <w:basedOn w:val="Absatz-Standardschriftart"/>
    <w:uiPriority w:val="99"/>
    <w:semiHidden/>
    <w:rsid w:val="0003321A"/>
    <w:rPr>
      <w:color w:val="808080"/>
    </w:rPr>
  </w:style>
  <w:style w:type="character" w:customStyle="1" w:styleId="go">
    <w:name w:val="go"/>
    <w:basedOn w:val="Absatz-Standardschriftart"/>
    <w:rsid w:val="0014214E"/>
  </w:style>
  <w:style w:type="character" w:customStyle="1" w:styleId="gi">
    <w:name w:val="gi"/>
    <w:basedOn w:val="Absatz-Standardschriftart"/>
    <w:rsid w:val="0014214E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C4970"/>
    <w:pPr>
      <w:keepNext/>
      <w:keepLines/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3.jpeg"/><Relationship Id="rId1" Type="http://schemas.openxmlformats.org/officeDocument/2006/relationships/image" Target="media/image1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TOUSS~1.LPN\AppData\Local\Temp\Template_NectarCam_Documents_logo_labo-V1.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407498-C67E-4C1C-B89F-687ECFC13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Template_NectarCam_Documents_logo_labo-V1.1.dotx</Template>
  <TotalTime>0</TotalTime>
  <Pages>11</Pages>
  <Words>909</Words>
  <Characters>6358</Characters>
  <Application>Microsoft Office Word</Application>
  <DocSecurity>0</DocSecurity>
  <Lines>52</Lines>
  <Paragraphs>14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Template for documents (word)</vt:lpstr>
      <vt:lpstr>Template for documents (word)</vt:lpstr>
      <vt:lpstr>Template for documents (word)</vt:lpstr>
    </vt:vector>
  </TitlesOfParts>
  <Company>APC</Company>
  <LinksUpToDate>false</LinksUpToDate>
  <CharactersWithSpaces>7253</CharactersWithSpaces>
  <SharedDoc>false</SharedDoc>
  <HLinks>
    <vt:vector size="150" baseType="variant">
      <vt:variant>
        <vt:i4>1114161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_Toc405909065</vt:lpwstr>
      </vt:variant>
      <vt:variant>
        <vt:i4>1114161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_Toc405909064</vt:lpwstr>
      </vt:variant>
      <vt:variant>
        <vt:i4>1114161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_Toc405909063</vt:lpwstr>
      </vt:variant>
      <vt:variant>
        <vt:i4>1114161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_Toc405909062</vt:lpwstr>
      </vt:variant>
      <vt:variant>
        <vt:i4>1114161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_Toc405909061</vt:lpwstr>
      </vt:variant>
      <vt:variant>
        <vt:i4>1114161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_Toc405909060</vt:lpwstr>
      </vt:variant>
      <vt:variant>
        <vt:i4>1179697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_Toc405909059</vt:lpwstr>
      </vt:variant>
      <vt:variant>
        <vt:i4>1179697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_Toc405909058</vt:lpwstr>
      </vt:variant>
      <vt:variant>
        <vt:i4>1179697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_Toc405909057</vt:lpwstr>
      </vt:variant>
      <vt:variant>
        <vt:i4>1179697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_Toc405909056</vt:lpwstr>
      </vt:variant>
      <vt:variant>
        <vt:i4>1179697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_Toc405909055</vt:lpwstr>
      </vt:variant>
      <vt:variant>
        <vt:i4>1179697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_Toc405909054</vt:lpwstr>
      </vt:variant>
      <vt:variant>
        <vt:i4>1179697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_Toc405909053</vt:lpwstr>
      </vt:variant>
      <vt:variant>
        <vt:i4>1179697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_Toc405909052</vt:lpwstr>
      </vt:variant>
      <vt:variant>
        <vt:i4>1179697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_Toc405909051</vt:lpwstr>
      </vt:variant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_Toc405909050</vt:lpwstr>
      </vt:variant>
      <vt:variant>
        <vt:i4>1245233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_Toc405909049</vt:lpwstr>
      </vt:variant>
      <vt:variant>
        <vt:i4>1245233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_Toc405909048</vt:lpwstr>
      </vt:variant>
      <vt:variant>
        <vt:i4>1245233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_Toc405909047</vt:lpwstr>
      </vt:variant>
      <vt:variant>
        <vt:i4>1245233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_Toc405909046</vt:lpwstr>
      </vt:variant>
      <vt:variant>
        <vt:i4>1245233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_Toc405909045</vt:lpwstr>
      </vt:variant>
      <vt:variant>
        <vt:i4>1245233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_Toc405909044</vt:lpwstr>
      </vt:variant>
      <vt:variant>
        <vt:i4>1245233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_Toc405909043</vt:lpwstr>
      </vt:variant>
      <vt:variant>
        <vt:i4>1245233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_Toc405909042</vt:lpwstr>
      </vt:variant>
      <vt:variant>
        <vt:i4>1245233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_Toc405909041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documents (word)</dc:title>
  <dc:subject>Template</dc:subject>
  <dc:creator>VLERAY</dc:creator>
  <cp:lastModifiedBy>Sulanke, Karl-Heinz</cp:lastModifiedBy>
  <cp:revision>7</cp:revision>
  <cp:lastPrinted>2020-10-02T22:02:00Z</cp:lastPrinted>
  <dcterms:created xsi:type="dcterms:W3CDTF">2020-10-19T16:30:00Z</dcterms:created>
  <dcterms:modified xsi:type="dcterms:W3CDTF">2020-10-19T16:50:00Z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0x010100276D4B168EBC51409CF42B20716255A2</vt:lpwstr>
  </property>
  <property fmtid="{D5CDD505-2E9C-101B-9397-08002B2CF9AE}" pid="3" name="_dlc_DocIdItemGuid">
    <vt:lpwstr>a69476b4-b3b6-420a-9eaa-8c2698184ae6</vt:lpwstr>
  </property>
  <property fmtid="{D5CDD505-2E9C-101B-9397-08002B2CF9AE}" pid="4" name="TemplateUrl">
    <vt:lpwstr/>
  </property>
  <property fmtid="{D5CDD505-2E9C-101B-9397-08002B2CF9AE}" pid="5" name="Order">
    <vt:r8>18200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dlc_DocId">
    <vt:lpwstr>CTADOC-349-182</vt:lpwstr>
  </property>
  <property fmtid="{D5CDD505-2E9C-101B-9397-08002B2CF9AE}" pid="10" name="_dlc_DocIdUrl">
    <vt:lpwstr>https://portal.cta-observatory.org/WG/mst/CAM/NeCTArCam/NectarCamDoc/_layouts/DocIdRedir.aspx?ID=CTADOC-349-182, CTADOC-349-182</vt:lpwstr>
  </property>
  <property fmtid="{D5CDD505-2E9C-101B-9397-08002B2CF9AE}" pid="11" name="_dlc_DocIdPersistId">
    <vt:lpwstr>0</vt:lpwstr>
  </property>
  <property fmtid="{D5CDD505-2E9C-101B-9397-08002B2CF9AE}" pid="12" name="Status of approval">
    <vt:lpwstr>Approved</vt:lpwstr>
  </property>
  <property fmtid="{D5CDD505-2E9C-101B-9397-08002B2CF9AE}" pid="13" name="Document version">
    <vt:lpwstr>1.1</vt:lpwstr>
  </property>
  <property fmtid="{D5CDD505-2E9C-101B-9397-08002B2CF9AE}" pid="14" name="Document reference">
    <vt:lpwstr/>
  </property>
</Properties>
</file>